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E4B377" w14:textId="77777777" w:rsidR="00F018B5" w:rsidRPr="00F73072" w:rsidRDefault="00F018B5" w:rsidP="00654B79">
      <w:pPr>
        <w:rPr>
          <w:rFonts w:ascii="Arial" w:hAnsi="Arial"/>
          <w:b/>
          <w:szCs w:val="22"/>
        </w:rPr>
      </w:pPr>
      <w:bookmarkStart w:id="0" w:name="_GoBack"/>
      <w:bookmarkEnd w:id="0"/>
    </w:p>
    <w:p w14:paraId="1FC5AFDA" w14:textId="77777777" w:rsidR="00F018B5" w:rsidRPr="008B0534" w:rsidRDefault="00F018B5" w:rsidP="00654B79">
      <w:pPr>
        <w:ind w:left="720"/>
        <w:rPr>
          <w:rFonts w:ascii="Arial" w:hAnsi="Arial"/>
          <w:b/>
          <w:sz w:val="56"/>
          <w:szCs w:val="22"/>
        </w:rPr>
      </w:pPr>
      <w:r w:rsidRPr="00F73072">
        <w:rPr>
          <w:rFonts w:ascii="Arial" w:hAnsi="Arial"/>
          <w:b/>
          <w:szCs w:val="22"/>
        </w:rPr>
        <w:t xml:space="preserve">  </w:t>
      </w:r>
    </w:p>
    <w:p w14:paraId="7DF80CF1" w14:textId="77777777" w:rsidR="00F018B5" w:rsidRPr="008B0534" w:rsidRDefault="00F91C19" w:rsidP="00654B79">
      <w:pPr>
        <w:ind w:left="720"/>
        <w:rPr>
          <w:rFonts w:ascii="Arial" w:hAnsi="Arial"/>
          <w:b/>
          <w:sz w:val="56"/>
          <w:szCs w:val="22"/>
        </w:rPr>
      </w:pPr>
      <w:r>
        <w:rPr>
          <w:noProof/>
        </w:rPr>
        <w:drawing>
          <wp:anchor distT="0" distB="0" distL="114300" distR="114300" simplePos="0" relativeHeight="251655680" behindDoc="0" locked="0" layoutInCell="1" allowOverlap="1" wp14:anchorId="241DC2D1" wp14:editId="24C7A205">
            <wp:simplePos x="0" y="0"/>
            <wp:positionH relativeFrom="column">
              <wp:posOffset>95250</wp:posOffset>
            </wp:positionH>
            <wp:positionV relativeFrom="paragraph">
              <wp:posOffset>8890</wp:posOffset>
            </wp:positionV>
            <wp:extent cx="2190115" cy="2062480"/>
            <wp:effectExtent l="0" t="0" r="0" b="0"/>
            <wp:wrapSquare wrapText="bothSides"/>
            <wp:docPr id="1" name="Picture 1" descr="HU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D Logo"/>
                    <pic:cNvPicPr>
                      <a:picLocks noChangeAspect="1" noChangeArrowheads="1"/>
                    </pic:cNvPicPr>
                  </pic:nvPicPr>
                  <pic:blipFill>
                    <a:blip r:embed="rId12" cstate="print"/>
                    <a:srcRect/>
                    <a:stretch>
                      <a:fillRect/>
                    </a:stretch>
                  </pic:blipFill>
                  <pic:spPr bwMode="auto">
                    <a:xfrm>
                      <a:off x="0" y="0"/>
                      <a:ext cx="2190115" cy="2062480"/>
                    </a:xfrm>
                    <a:prstGeom prst="rect">
                      <a:avLst/>
                    </a:prstGeom>
                    <a:noFill/>
                    <a:ln w="9525">
                      <a:noFill/>
                      <a:miter lim="800000"/>
                      <a:headEnd/>
                      <a:tailEnd/>
                    </a:ln>
                  </pic:spPr>
                </pic:pic>
              </a:graphicData>
            </a:graphic>
          </wp:anchor>
        </w:drawing>
      </w:r>
      <w:r w:rsidR="00F018B5" w:rsidRPr="008B0534">
        <w:rPr>
          <w:rFonts w:ascii="Arial" w:hAnsi="Arial"/>
          <w:b/>
          <w:sz w:val="56"/>
          <w:szCs w:val="22"/>
        </w:rPr>
        <w:t xml:space="preserve"> </w:t>
      </w:r>
    </w:p>
    <w:p w14:paraId="30157615" w14:textId="77777777" w:rsidR="006313B2" w:rsidRDefault="006313B2" w:rsidP="00654B79">
      <w:pPr>
        <w:pStyle w:val="HUDTitle"/>
      </w:pPr>
      <w:r>
        <w:t>Solution</w:t>
      </w:r>
      <w:r w:rsidR="006A7A61">
        <w:t xml:space="preserve"> </w:t>
      </w:r>
      <w:r>
        <w:t>Architecture</w:t>
      </w:r>
    </w:p>
    <w:p w14:paraId="425FD946" w14:textId="77777777" w:rsidR="0018185E" w:rsidRDefault="0018185E" w:rsidP="00B80BB8">
      <w:pPr>
        <w:pStyle w:val="HUDTitle"/>
        <w:ind w:left="3780"/>
      </w:pPr>
      <w:r>
        <w:t>PPM Version 2.0</w:t>
      </w:r>
    </w:p>
    <w:p w14:paraId="721F1D81" w14:textId="77777777" w:rsidR="00F018B5" w:rsidRPr="00F73072" w:rsidRDefault="00F018B5" w:rsidP="00654B79">
      <w:pPr>
        <w:ind w:left="540"/>
        <w:rPr>
          <w:szCs w:val="22"/>
        </w:rPr>
      </w:pPr>
    </w:p>
    <w:p w14:paraId="2EBBDE38" w14:textId="77777777" w:rsidR="00F018B5" w:rsidRDefault="00F018B5" w:rsidP="00654B79">
      <w:pPr>
        <w:ind w:left="540"/>
        <w:rPr>
          <w:sz w:val="28"/>
          <w:szCs w:val="22"/>
        </w:rPr>
      </w:pPr>
    </w:p>
    <w:p w14:paraId="7848C3A9" w14:textId="77777777" w:rsidR="006A7A61" w:rsidRDefault="006A7A61" w:rsidP="00654B79">
      <w:pPr>
        <w:ind w:left="540"/>
        <w:rPr>
          <w:sz w:val="28"/>
          <w:szCs w:val="22"/>
        </w:rPr>
      </w:pPr>
    </w:p>
    <w:p w14:paraId="1A8728E0" w14:textId="77777777" w:rsidR="006A7A61" w:rsidRDefault="006A7A61" w:rsidP="00654B79">
      <w:pPr>
        <w:ind w:left="540"/>
        <w:rPr>
          <w:sz w:val="28"/>
          <w:szCs w:val="22"/>
        </w:rPr>
      </w:pPr>
    </w:p>
    <w:p w14:paraId="4E37E43A" w14:textId="77777777" w:rsidR="006A7A61" w:rsidRDefault="006A7A61" w:rsidP="00654B79">
      <w:pPr>
        <w:ind w:left="540"/>
        <w:rPr>
          <w:sz w:val="28"/>
          <w:szCs w:val="22"/>
        </w:rPr>
      </w:pPr>
    </w:p>
    <w:p w14:paraId="513B7084" w14:textId="77777777" w:rsidR="006A7A61" w:rsidRDefault="006A7A61" w:rsidP="00654B79">
      <w:pPr>
        <w:ind w:left="540"/>
        <w:rPr>
          <w:sz w:val="28"/>
          <w:szCs w:val="22"/>
        </w:rPr>
      </w:pPr>
    </w:p>
    <w:p w14:paraId="705863EC" w14:textId="77777777" w:rsidR="00F018B5" w:rsidRPr="008B0534" w:rsidRDefault="00F018B5" w:rsidP="00654B79">
      <w:pPr>
        <w:ind w:left="540"/>
        <w:rPr>
          <w:sz w:val="28"/>
          <w:szCs w:val="22"/>
        </w:rPr>
      </w:pPr>
    </w:p>
    <w:p w14:paraId="09FE4B20" w14:textId="77777777" w:rsidR="00F018B5" w:rsidRPr="00DC572F" w:rsidRDefault="00DC572F" w:rsidP="00654B79">
      <w:pPr>
        <w:ind w:left="540"/>
        <w:rPr>
          <w:color w:val="0000FF"/>
          <w:sz w:val="28"/>
          <w:szCs w:val="22"/>
        </w:rPr>
      </w:pPr>
      <w:r>
        <w:rPr>
          <w:i/>
          <w:color w:val="0000FF"/>
          <w:sz w:val="28"/>
          <w:szCs w:val="22"/>
        </w:rPr>
        <w:t>&lt;</w:t>
      </w:r>
      <w:r w:rsidR="00F018B5" w:rsidRPr="00DC572F">
        <w:rPr>
          <w:i/>
          <w:color w:val="0000FF"/>
          <w:sz w:val="28"/>
          <w:szCs w:val="22"/>
        </w:rPr>
        <w:t xml:space="preserve">Project or </w:t>
      </w:r>
      <w:r w:rsidR="00DF6CB6">
        <w:rPr>
          <w:i/>
          <w:color w:val="0000FF"/>
          <w:sz w:val="28"/>
          <w:szCs w:val="22"/>
        </w:rPr>
        <w:t xml:space="preserve">Solution </w:t>
      </w:r>
      <w:r w:rsidR="00F018B5" w:rsidRPr="00DC572F">
        <w:rPr>
          <w:i/>
          <w:color w:val="0000FF"/>
          <w:sz w:val="28"/>
          <w:szCs w:val="22"/>
        </w:rPr>
        <w:t>Name</w:t>
      </w:r>
      <w:r>
        <w:rPr>
          <w:i/>
          <w:color w:val="0000FF"/>
          <w:sz w:val="28"/>
          <w:szCs w:val="22"/>
        </w:rPr>
        <w:t>&gt;</w:t>
      </w:r>
    </w:p>
    <w:p w14:paraId="7B94BDCC" w14:textId="77777777" w:rsidR="00F018B5" w:rsidRPr="008B0534" w:rsidRDefault="00F018B5" w:rsidP="00654B79">
      <w:pPr>
        <w:ind w:left="540"/>
        <w:rPr>
          <w:sz w:val="28"/>
          <w:szCs w:val="22"/>
        </w:rPr>
      </w:pPr>
    </w:p>
    <w:p w14:paraId="14423DA3" w14:textId="77777777" w:rsidR="00F018B5" w:rsidRPr="008B0534" w:rsidRDefault="00F018B5" w:rsidP="00654B79">
      <w:pPr>
        <w:ind w:left="540"/>
        <w:rPr>
          <w:sz w:val="28"/>
          <w:szCs w:val="22"/>
        </w:rPr>
      </w:pPr>
    </w:p>
    <w:p w14:paraId="4C4359E0" w14:textId="77777777" w:rsidR="00F018B5" w:rsidRPr="008B0534" w:rsidRDefault="00F018B5" w:rsidP="00654B79">
      <w:pPr>
        <w:ind w:left="540"/>
        <w:rPr>
          <w:sz w:val="28"/>
          <w:szCs w:val="22"/>
        </w:rPr>
      </w:pPr>
      <w:r w:rsidRPr="008B0534">
        <w:rPr>
          <w:b/>
          <w:sz w:val="28"/>
          <w:szCs w:val="22"/>
        </w:rPr>
        <w:t>U.S. Department of Housing and Urban Development</w:t>
      </w:r>
    </w:p>
    <w:p w14:paraId="4EDBC10A" w14:textId="77777777" w:rsidR="00F018B5" w:rsidRPr="008B0534" w:rsidRDefault="00F018B5" w:rsidP="00654B79">
      <w:pPr>
        <w:ind w:left="540"/>
        <w:rPr>
          <w:sz w:val="28"/>
          <w:szCs w:val="22"/>
        </w:rPr>
      </w:pPr>
    </w:p>
    <w:p w14:paraId="5F896E3A" w14:textId="77777777" w:rsidR="00F018B5" w:rsidRPr="008B0534" w:rsidRDefault="00F018B5" w:rsidP="00654B79">
      <w:pPr>
        <w:ind w:left="540"/>
        <w:rPr>
          <w:sz w:val="28"/>
          <w:szCs w:val="22"/>
        </w:rPr>
      </w:pPr>
    </w:p>
    <w:p w14:paraId="36569FDB" w14:textId="77777777" w:rsidR="00E37108" w:rsidRDefault="00644C14" w:rsidP="00E37108">
      <w:pPr>
        <w:ind w:left="540"/>
        <w:rPr>
          <w:i/>
          <w:color w:val="0000FF"/>
          <w:sz w:val="28"/>
          <w:szCs w:val="22"/>
        </w:rPr>
      </w:pPr>
      <w:r>
        <w:rPr>
          <w:i/>
          <w:color w:val="0000FF"/>
          <w:sz w:val="28"/>
          <w:szCs w:val="22"/>
        </w:rPr>
        <w:t xml:space="preserve">&lt;Month </w:t>
      </w:r>
      <w:r w:rsidR="00E60800" w:rsidRPr="00371B91">
        <w:rPr>
          <w:i/>
          <w:color w:val="0000FF"/>
          <w:sz w:val="28"/>
          <w:szCs w:val="22"/>
        </w:rPr>
        <w:t>Year</w:t>
      </w:r>
      <w:r>
        <w:rPr>
          <w:i/>
          <w:color w:val="0000FF"/>
          <w:sz w:val="28"/>
          <w:szCs w:val="22"/>
        </w:rPr>
        <w:t>&gt;</w:t>
      </w:r>
    </w:p>
    <w:p w14:paraId="343F66E8" w14:textId="77777777" w:rsidR="00A10C14" w:rsidRPr="004D0D78" w:rsidRDefault="00A10C14" w:rsidP="00E37108">
      <w:pPr>
        <w:spacing w:before="240"/>
        <w:rPr>
          <w:rFonts w:ascii="Cambria" w:hAnsi="Cambria"/>
          <w:b/>
          <w:sz w:val="28"/>
          <w:szCs w:val="28"/>
        </w:rPr>
        <w:sectPr w:rsidR="00A10C14" w:rsidRPr="004D0D78" w:rsidSect="00C404EC">
          <w:headerReference w:type="default" r:id="rId13"/>
          <w:footerReference w:type="default" r:id="rId14"/>
          <w:footerReference w:type="first" r:id="rId15"/>
          <w:pgSz w:w="12240" w:h="15840"/>
          <w:pgMar w:top="1440" w:right="1440" w:bottom="1440" w:left="1440" w:header="720" w:footer="720" w:gutter="0"/>
          <w:pgNumType w:fmt="lowerRoman" w:start="1"/>
          <w:cols w:space="720"/>
          <w:titlePg/>
          <w:docGrid w:linePitch="360"/>
        </w:sectPr>
      </w:pPr>
    </w:p>
    <w:p w14:paraId="7F5B9DA8" w14:textId="77777777" w:rsidR="004C3C76" w:rsidRPr="004D0D78" w:rsidRDefault="004C3C76" w:rsidP="00E37108">
      <w:pPr>
        <w:spacing w:before="240"/>
        <w:rPr>
          <w:rFonts w:ascii="Cambria" w:hAnsi="Cambria"/>
          <w:b/>
          <w:sz w:val="28"/>
          <w:szCs w:val="28"/>
        </w:rPr>
      </w:pPr>
      <w:bookmarkStart w:id="1" w:name="_Toc290561079"/>
    </w:p>
    <w:p w14:paraId="78BC2BE4" w14:textId="77777777" w:rsidR="004C3C76" w:rsidRPr="004D0D78" w:rsidRDefault="004C3C76" w:rsidP="00E37108">
      <w:pPr>
        <w:spacing w:before="240"/>
        <w:rPr>
          <w:rFonts w:ascii="Cambria" w:hAnsi="Cambria"/>
          <w:b/>
          <w:sz w:val="28"/>
          <w:szCs w:val="28"/>
        </w:rPr>
      </w:pPr>
    </w:p>
    <w:p w14:paraId="65ECBF63" w14:textId="0BE27255" w:rsidR="00AF6171" w:rsidRDefault="00AF6171" w:rsidP="00371B91">
      <w:pPr>
        <w:pStyle w:val="Heading1"/>
        <w:numPr>
          <w:ilvl w:val="0"/>
          <w:numId w:val="0"/>
        </w:numPr>
        <w:ind w:left="360" w:hanging="360"/>
      </w:pPr>
    </w:p>
    <w:p w14:paraId="161D6860" w14:textId="77777777" w:rsidR="00654B79" w:rsidRPr="000C33C5" w:rsidRDefault="00F018B5" w:rsidP="00371B91">
      <w:pPr>
        <w:pStyle w:val="Heading1"/>
        <w:numPr>
          <w:ilvl w:val="0"/>
          <w:numId w:val="0"/>
        </w:numPr>
        <w:ind w:left="360" w:hanging="360"/>
      </w:pPr>
      <w:bookmarkStart w:id="2" w:name="_Toc384028819"/>
      <w:r w:rsidRPr="000C33C5">
        <w:t>Document History</w:t>
      </w:r>
      <w:bookmarkEnd w:id="1"/>
      <w:bookmarkEnd w:id="2"/>
    </w:p>
    <w:p w14:paraId="0139F582" w14:textId="77777777" w:rsidR="00F018B5" w:rsidRPr="00654B79" w:rsidRDefault="00F018B5" w:rsidP="009F7270">
      <w:pPr>
        <w:pStyle w:val="HUDBText"/>
      </w:pPr>
      <w:r w:rsidRPr="00F018B5">
        <w:t xml:space="preserve">&lt;Provide information on how the development and distribution of the </w:t>
      </w:r>
      <w:r w:rsidR="000C33C5">
        <w:t>Solution</w:t>
      </w:r>
      <w:r w:rsidRPr="00F018B5">
        <w:t xml:space="preserve"> </w:t>
      </w:r>
      <w:r w:rsidR="00E37108">
        <w:t xml:space="preserve">Architecture </w:t>
      </w:r>
      <w:r w:rsidRPr="00F018B5">
        <w:t xml:space="preserve">is controlled and tracked. Use the table below to provide the </w:t>
      </w:r>
      <w:r w:rsidR="00E37108">
        <w:t>version</w:t>
      </w:r>
      <w:r w:rsidRPr="00F018B5">
        <w:t xml:space="preserve"> number, date, author, and a brief description of the reason for creating the revised version.&gt;</w:t>
      </w:r>
    </w:p>
    <w:tbl>
      <w:tblPr>
        <w:tblW w:w="0" w:type="auto"/>
        <w:tblBorders>
          <w:top w:val="single" w:sz="8" w:space="0" w:color="0F243E"/>
          <w:left w:val="single" w:sz="8" w:space="0" w:color="0F243E"/>
          <w:bottom w:val="single" w:sz="8" w:space="0" w:color="0F243E"/>
          <w:right w:val="single" w:sz="8" w:space="0" w:color="0F243E"/>
          <w:insideH w:val="single" w:sz="8" w:space="0" w:color="0F243E"/>
          <w:insideV w:val="single" w:sz="8" w:space="0" w:color="0F243E"/>
        </w:tblBorders>
        <w:tblLayout w:type="fixed"/>
        <w:tblLook w:val="0020" w:firstRow="1" w:lastRow="0" w:firstColumn="0" w:lastColumn="0" w:noHBand="0" w:noVBand="0"/>
      </w:tblPr>
      <w:tblGrid>
        <w:gridCol w:w="1458"/>
        <w:gridCol w:w="810"/>
        <w:gridCol w:w="1890"/>
        <w:gridCol w:w="5418"/>
      </w:tblGrid>
      <w:tr w:rsidR="00F018B5" w:rsidRPr="004D0D78" w14:paraId="7D0D9690" w14:textId="77777777" w:rsidTr="003E3047">
        <w:tc>
          <w:tcPr>
            <w:tcW w:w="1458" w:type="dxa"/>
            <w:shd w:val="clear" w:color="auto" w:fill="4F81BD"/>
          </w:tcPr>
          <w:p w14:paraId="278C2C68" w14:textId="77777777" w:rsidR="00F018B5" w:rsidRPr="004D0D78" w:rsidRDefault="00E37108" w:rsidP="009F7270">
            <w:pPr>
              <w:pStyle w:val="HUDTableHeading"/>
              <w:rPr>
                <w:b/>
              </w:rPr>
            </w:pPr>
            <w:r w:rsidRPr="004D0D78">
              <w:rPr>
                <w:b/>
              </w:rPr>
              <w:t>Version</w:t>
            </w:r>
            <w:r w:rsidR="00F018B5" w:rsidRPr="004D0D78">
              <w:rPr>
                <w:b/>
              </w:rPr>
              <w:t xml:space="preserve"> No.</w:t>
            </w:r>
          </w:p>
        </w:tc>
        <w:tc>
          <w:tcPr>
            <w:tcW w:w="810" w:type="dxa"/>
            <w:shd w:val="clear" w:color="auto" w:fill="4F81BD"/>
          </w:tcPr>
          <w:p w14:paraId="479063C1" w14:textId="77777777" w:rsidR="00F018B5" w:rsidRPr="004D0D78" w:rsidRDefault="00F018B5" w:rsidP="009F7270">
            <w:pPr>
              <w:pStyle w:val="HUDTableHeading"/>
              <w:rPr>
                <w:b/>
              </w:rPr>
            </w:pPr>
            <w:r w:rsidRPr="004D0D78">
              <w:rPr>
                <w:b/>
              </w:rPr>
              <w:t>Date</w:t>
            </w:r>
          </w:p>
        </w:tc>
        <w:tc>
          <w:tcPr>
            <w:tcW w:w="1890" w:type="dxa"/>
            <w:shd w:val="clear" w:color="auto" w:fill="4F81BD"/>
          </w:tcPr>
          <w:p w14:paraId="094FBD85" w14:textId="77777777" w:rsidR="00F018B5" w:rsidRPr="004D0D78" w:rsidRDefault="00E37108" w:rsidP="009F7270">
            <w:pPr>
              <w:pStyle w:val="HUDTableHeading"/>
              <w:rPr>
                <w:b/>
              </w:rPr>
            </w:pPr>
            <w:r w:rsidRPr="004D0D78">
              <w:rPr>
                <w:b/>
              </w:rPr>
              <w:t>Author</w:t>
            </w:r>
          </w:p>
        </w:tc>
        <w:tc>
          <w:tcPr>
            <w:tcW w:w="5418" w:type="dxa"/>
            <w:shd w:val="clear" w:color="auto" w:fill="4F81BD"/>
          </w:tcPr>
          <w:p w14:paraId="53263D61" w14:textId="77777777" w:rsidR="00F018B5" w:rsidRPr="004D0D78" w:rsidRDefault="00F018B5" w:rsidP="009F7270">
            <w:pPr>
              <w:pStyle w:val="HUDTableHeading"/>
              <w:rPr>
                <w:b/>
              </w:rPr>
            </w:pPr>
            <w:r w:rsidRPr="004D0D78">
              <w:rPr>
                <w:b/>
              </w:rPr>
              <w:t>Revision Description</w:t>
            </w:r>
          </w:p>
        </w:tc>
      </w:tr>
      <w:tr w:rsidR="00F018B5" w:rsidRPr="004D0D78" w14:paraId="7DE28AD3" w14:textId="77777777" w:rsidTr="003E3047">
        <w:tc>
          <w:tcPr>
            <w:tcW w:w="1458" w:type="dxa"/>
          </w:tcPr>
          <w:p w14:paraId="0D561AD6" w14:textId="77777777" w:rsidR="00F018B5" w:rsidRPr="004D0D78" w:rsidRDefault="00F018B5" w:rsidP="009F7270">
            <w:pPr>
              <w:pStyle w:val="HUDTableText"/>
            </w:pPr>
          </w:p>
        </w:tc>
        <w:tc>
          <w:tcPr>
            <w:tcW w:w="810" w:type="dxa"/>
          </w:tcPr>
          <w:p w14:paraId="3B50356C" w14:textId="77777777" w:rsidR="00F018B5" w:rsidRPr="004D0D78" w:rsidRDefault="00F018B5" w:rsidP="009F7270">
            <w:pPr>
              <w:pStyle w:val="HUDTableText"/>
            </w:pPr>
          </w:p>
        </w:tc>
        <w:tc>
          <w:tcPr>
            <w:tcW w:w="1890" w:type="dxa"/>
          </w:tcPr>
          <w:p w14:paraId="0F1E341F" w14:textId="77777777" w:rsidR="00F018B5" w:rsidRPr="004D0D78" w:rsidRDefault="00F018B5" w:rsidP="009F7270">
            <w:pPr>
              <w:pStyle w:val="HUDTableText"/>
            </w:pPr>
          </w:p>
        </w:tc>
        <w:tc>
          <w:tcPr>
            <w:tcW w:w="5418" w:type="dxa"/>
          </w:tcPr>
          <w:p w14:paraId="14C25278" w14:textId="77777777" w:rsidR="00F018B5" w:rsidRPr="004D0D78" w:rsidRDefault="00F018B5" w:rsidP="009F7270">
            <w:pPr>
              <w:pStyle w:val="HUDTableText"/>
            </w:pPr>
          </w:p>
        </w:tc>
      </w:tr>
      <w:tr w:rsidR="00F018B5" w:rsidRPr="004D0D78" w14:paraId="0D69ED98" w14:textId="77777777" w:rsidTr="003E3047">
        <w:tc>
          <w:tcPr>
            <w:tcW w:w="1458" w:type="dxa"/>
          </w:tcPr>
          <w:p w14:paraId="76F4BA8F" w14:textId="77777777" w:rsidR="00F018B5" w:rsidRPr="004D0D78" w:rsidRDefault="00F018B5" w:rsidP="009F7270">
            <w:pPr>
              <w:pStyle w:val="HUDTableText"/>
            </w:pPr>
          </w:p>
        </w:tc>
        <w:tc>
          <w:tcPr>
            <w:tcW w:w="810" w:type="dxa"/>
          </w:tcPr>
          <w:p w14:paraId="25A5EE2C" w14:textId="77777777" w:rsidR="00F018B5" w:rsidRPr="004D0D78" w:rsidRDefault="00F018B5" w:rsidP="009F7270">
            <w:pPr>
              <w:pStyle w:val="HUDTableText"/>
            </w:pPr>
          </w:p>
        </w:tc>
        <w:tc>
          <w:tcPr>
            <w:tcW w:w="1890" w:type="dxa"/>
          </w:tcPr>
          <w:p w14:paraId="69AEC8F3" w14:textId="77777777" w:rsidR="00F018B5" w:rsidRPr="004D0D78" w:rsidRDefault="00F018B5" w:rsidP="009F7270">
            <w:pPr>
              <w:pStyle w:val="HUDTableText"/>
            </w:pPr>
          </w:p>
        </w:tc>
        <w:tc>
          <w:tcPr>
            <w:tcW w:w="5418" w:type="dxa"/>
          </w:tcPr>
          <w:p w14:paraId="7160109B" w14:textId="77777777" w:rsidR="00F018B5" w:rsidRPr="004D0D78" w:rsidRDefault="00F018B5" w:rsidP="009F7270">
            <w:pPr>
              <w:pStyle w:val="HUDTableText"/>
            </w:pPr>
          </w:p>
        </w:tc>
      </w:tr>
      <w:tr w:rsidR="00F018B5" w:rsidRPr="004D0D78" w14:paraId="6CB9D9C3" w14:textId="77777777" w:rsidTr="003E3047">
        <w:tc>
          <w:tcPr>
            <w:tcW w:w="1458" w:type="dxa"/>
          </w:tcPr>
          <w:p w14:paraId="33CC8742" w14:textId="77777777" w:rsidR="00F018B5" w:rsidRPr="004D0D78" w:rsidRDefault="00F018B5" w:rsidP="009F7270">
            <w:pPr>
              <w:pStyle w:val="HUDTableText"/>
            </w:pPr>
          </w:p>
        </w:tc>
        <w:tc>
          <w:tcPr>
            <w:tcW w:w="810" w:type="dxa"/>
          </w:tcPr>
          <w:p w14:paraId="486DBACE" w14:textId="77777777" w:rsidR="00F018B5" w:rsidRPr="004D0D78" w:rsidRDefault="00F018B5" w:rsidP="009F7270">
            <w:pPr>
              <w:pStyle w:val="HUDTableText"/>
            </w:pPr>
          </w:p>
        </w:tc>
        <w:tc>
          <w:tcPr>
            <w:tcW w:w="1890" w:type="dxa"/>
          </w:tcPr>
          <w:p w14:paraId="34A443C8" w14:textId="77777777" w:rsidR="00F018B5" w:rsidRPr="004D0D78" w:rsidRDefault="00F018B5" w:rsidP="009F7270">
            <w:pPr>
              <w:pStyle w:val="HUDTableText"/>
            </w:pPr>
          </w:p>
        </w:tc>
        <w:tc>
          <w:tcPr>
            <w:tcW w:w="5418" w:type="dxa"/>
          </w:tcPr>
          <w:p w14:paraId="1CC92C6C" w14:textId="77777777" w:rsidR="00F018B5" w:rsidRPr="004D0D78" w:rsidRDefault="00F018B5" w:rsidP="009F7270">
            <w:pPr>
              <w:pStyle w:val="HUDTableText"/>
            </w:pPr>
          </w:p>
        </w:tc>
      </w:tr>
      <w:tr w:rsidR="00F018B5" w:rsidRPr="004D0D78" w14:paraId="70538BAB" w14:textId="77777777" w:rsidTr="003E3047">
        <w:tc>
          <w:tcPr>
            <w:tcW w:w="1458" w:type="dxa"/>
          </w:tcPr>
          <w:p w14:paraId="30E40653" w14:textId="77777777" w:rsidR="00F018B5" w:rsidRPr="004D0D78" w:rsidRDefault="00F018B5" w:rsidP="009F7270">
            <w:pPr>
              <w:pStyle w:val="HUDTableText"/>
            </w:pPr>
          </w:p>
        </w:tc>
        <w:tc>
          <w:tcPr>
            <w:tcW w:w="810" w:type="dxa"/>
          </w:tcPr>
          <w:p w14:paraId="36D37AFD" w14:textId="77777777" w:rsidR="00F018B5" w:rsidRPr="004D0D78" w:rsidRDefault="00F018B5" w:rsidP="009F7270">
            <w:pPr>
              <w:pStyle w:val="HUDTableText"/>
            </w:pPr>
          </w:p>
        </w:tc>
        <w:tc>
          <w:tcPr>
            <w:tcW w:w="1890" w:type="dxa"/>
          </w:tcPr>
          <w:p w14:paraId="6A2217C5" w14:textId="77777777" w:rsidR="00F018B5" w:rsidRPr="004D0D78" w:rsidRDefault="00F018B5" w:rsidP="009F7270">
            <w:pPr>
              <w:pStyle w:val="HUDTableText"/>
            </w:pPr>
          </w:p>
        </w:tc>
        <w:tc>
          <w:tcPr>
            <w:tcW w:w="5418" w:type="dxa"/>
          </w:tcPr>
          <w:p w14:paraId="38F6D4EE" w14:textId="77777777" w:rsidR="00F018B5" w:rsidRPr="004D0D78" w:rsidRDefault="00F018B5" w:rsidP="009F7270">
            <w:pPr>
              <w:pStyle w:val="HUDTableText"/>
            </w:pPr>
          </w:p>
        </w:tc>
      </w:tr>
      <w:tr w:rsidR="00F018B5" w:rsidRPr="004D0D78" w14:paraId="2165C349" w14:textId="77777777" w:rsidTr="003E3047">
        <w:tc>
          <w:tcPr>
            <w:tcW w:w="1458" w:type="dxa"/>
          </w:tcPr>
          <w:p w14:paraId="50221DD3" w14:textId="77777777" w:rsidR="00F018B5" w:rsidRPr="004D0D78" w:rsidRDefault="00F018B5" w:rsidP="009F7270">
            <w:pPr>
              <w:pStyle w:val="HUDTableText"/>
            </w:pPr>
          </w:p>
        </w:tc>
        <w:tc>
          <w:tcPr>
            <w:tcW w:w="810" w:type="dxa"/>
          </w:tcPr>
          <w:p w14:paraId="47DF077C" w14:textId="77777777" w:rsidR="00F018B5" w:rsidRPr="004D0D78" w:rsidRDefault="00F018B5" w:rsidP="009F7270">
            <w:pPr>
              <w:pStyle w:val="HUDTableText"/>
            </w:pPr>
          </w:p>
        </w:tc>
        <w:tc>
          <w:tcPr>
            <w:tcW w:w="1890" w:type="dxa"/>
          </w:tcPr>
          <w:p w14:paraId="522F0619" w14:textId="77777777" w:rsidR="00F018B5" w:rsidRPr="004D0D78" w:rsidRDefault="00F018B5" w:rsidP="009F7270">
            <w:pPr>
              <w:pStyle w:val="HUDTableText"/>
            </w:pPr>
          </w:p>
        </w:tc>
        <w:tc>
          <w:tcPr>
            <w:tcW w:w="5418" w:type="dxa"/>
          </w:tcPr>
          <w:p w14:paraId="7109D60E" w14:textId="77777777" w:rsidR="00F018B5" w:rsidRPr="004D0D78" w:rsidRDefault="00F018B5" w:rsidP="009F7270">
            <w:pPr>
              <w:pStyle w:val="HUDTableText"/>
            </w:pPr>
          </w:p>
        </w:tc>
      </w:tr>
    </w:tbl>
    <w:p w14:paraId="58018615" w14:textId="77777777" w:rsidR="007F4D31" w:rsidRDefault="007F4D31" w:rsidP="007F4D31">
      <w:pPr>
        <w:pStyle w:val="HUDBulletLevel1"/>
        <w:numPr>
          <w:ilvl w:val="0"/>
          <w:numId w:val="0"/>
        </w:numPr>
        <w:overflowPunct/>
        <w:autoSpaceDE/>
        <w:autoSpaceDN/>
        <w:adjustRightInd/>
        <w:spacing w:after="0"/>
        <w:ind w:left="360"/>
        <w:textAlignment w:val="auto"/>
      </w:pPr>
    </w:p>
    <w:p w14:paraId="4D81C72B" w14:textId="77777777" w:rsidR="007F4D31" w:rsidRDefault="007F4D31" w:rsidP="007F4D31">
      <w:pPr>
        <w:pStyle w:val="HUDBulletLevel1"/>
        <w:numPr>
          <w:ilvl w:val="0"/>
          <w:numId w:val="0"/>
        </w:numPr>
        <w:overflowPunct/>
        <w:autoSpaceDE/>
        <w:autoSpaceDN/>
        <w:adjustRightInd/>
        <w:spacing w:after="0"/>
        <w:ind w:left="360"/>
        <w:textAlignment w:val="auto"/>
      </w:pPr>
    </w:p>
    <w:p w14:paraId="06C299E9" w14:textId="77777777" w:rsidR="007F4D31" w:rsidRDefault="007F4D31" w:rsidP="007F4D31">
      <w:pPr>
        <w:pStyle w:val="HUDBulletLevel1"/>
        <w:numPr>
          <w:ilvl w:val="0"/>
          <w:numId w:val="0"/>
        </w:numPr>
        <w:overflowPunct/>
        <w:autoSpaceDE/>
        <w:autoSpaceDN/>
        <w:adjustRightInd/>
        <w:spacing w:after="0"/>
        <w:ind w:left="360"/>
        <w:textAlignment w:val="auto"/>
      </w:pPr>
    </w:p>
    <w:p w14:paraId="72973896" w14:textId="77777777" w:rsidR="007F4D31" w:rsidRDefault="007F4D31" w:rsidP="007F4D31">
      <w:pPr>
        <w:pStyle w:val="HUDBulletLevel1"/>
        <w:numPr>
          <w:ilvl w:val="0"/>
          <w:numId w:val="0"/>
        </w:numPr>
        <w:overflowPunct/>
        <w:autoSpaceDE/>
        <w:autoSpaceDN/>
        <w:adjustRightInd/>
        <w:spacing w:after="0"/>
        <w:ind w:left="360"/>
        <w:textAlignment w:val="auto"/>
      </w:pPr>
    </w:p>
    <w:p w14:paraId="2E62D47F" w14:textId="77777777" w:rsidR="007F4D31" w:rsidRDefault="007F4D31" w:rsidP="007F4D31">
      <w:pPr>
        <w:pStyle w:val="HUDBulletLevel1"/>
        <w:numPr>
          <w:ilvl w:val="0"/>
          <w:numId w:val="0"/>
        </w:numPr>
        <w:overflowPunct/>
        <w:autoSpaceDE/>
        <w:autoSpaceDN/>
        <w:adjustRightInd/>
        <w:spacing w:after="0"/>
        <w:ind w:left="360"/>
        <w:textAlignment w:val="auto"/>
      </w:pPr>
    </w:p>
    <w:p w14:paraId="207EC54F" w14:textId="77777777" w:rsidR="007F4D31" w:rsidRDefault="007F4D31" w:rsidP="007F4D31">
      <w:pPr>
        <w:pStyle w:val="HUDBulletLevel1"/>
        <w:numPr>
          <w:ilvl w:val="0"/>
          <w:numId w:val="0"/>
        </w:numPr>
        <w:overflowPunct/>
        <w:autoSpaceDE/>
        <w:autoSpaceDN/>
        <w:adjustRightInd/>
        <w:spacing w:after="0"/>
        <w:ind w:left="360"/>
        <w:textAlignment w:val="auto"/>
      </w:pPr>
    </w:p>
    <w:p w14:paraId="3A6431E1" w14:textId="77777777" w:rsidR="007F4D31" w:rsidRDefault="007F4D31" w:rsidP="007F4D31">
      <w:pPr>
        <w:pStyle w:val="HUDBulletLevel1"/>
        <w:numPr>
          <w:ilvl w:val="0"/>
          <w:numId w:val="0"/>
        </w:numPr>
        <w:overflowPunct/>
        <w:autoSpaceDE/>
        <w:autoSpaceDN/>
        <w:adjustRightInd/>
        <w:spacing w:after="0"/>
        <w:ind w:left="360"/>
        <w:textAlignment w:val="auto"/>
      </w:pPr>
    </w:p>
    <w:p w14:paraId="30DA57D6" w14:textId="77777777" w:rsidR="007F4D31" w:rsidRDefault="007F4D31" w:rsidP="007F4D31">
      <w:pPr>
        <w:pStyle w:val="HUDBulletLevel1"/>
        <w:numPr>
          <w:ilvl w:val="0"/>
          <w:numId w:val="0"/>
        </w:numPr>
        <w:overflowPunct/>
        <w:autoSpaceDE/>
        <w:autoSpaceDN/>
        <w:adjustRightInd/>
        <w:spacing w:after="0"/>
        <w:ind w:left="360"/>
        <w:textAlignment w:val="auto"/>
      </w:pPr>
    </w:p>
    <w:p w14:paraId="43687114" w14:textId="77777777" w:rsidR="007F4D31" w:rsidRDefault="007F4D31" w:rsidP="007F4D31">
      <w:pPr>
        <w:pStyle w:val="HUDBulletLevel1"/>
        <w:numPr>
          <w:ilvl w:val="0"/>
          <w:numId w:val="0"/>
        </w:numPr>
        <w:overflowPunct/>
        <w:autoSpaceDE/>
        <w:autoSpaceDN/>
        <w:adjustRightInd/>
        <w:spacing w:after="0"/>
        <w:ind w:left="360"/>
        <w:textAlignment w:val="auto"/>
      </w:pPr>
    </w:p>
    <w:p w14:paraId="18C6D8EC" w14:textId="77777777" w:rsidR="007F4D31" w:rsidRDefault="007F4D31" w:rsidP="007F4D31">
      <w:pPr>
        <w:pStyle w:val="HUDBulletLevel1"/>
        <w:numPr>
          <w:ilvl w:val="0"/>
          <w:numId w:val="0"/>
        </w:numPr>
        <w:overflowPunct/>
        <w:autoSpaceDE/>
        <w:autoSpaceDN/>
        <w:adjustRightInd/>
        <w:spacing w:after="0"/>
        <w:ind w:left="360"/>
        <w:textAlignment w:val="auto"/>
      </w:pPr>
    </w:p>
    <w:p w14:paraId="1F7C823E" w14:textId="77777777" w:rsidR="007F4D31" w:rsidRDefault="007F4D31" w:rsidP="007F4D31">
      <w:pPr>
        <w:pStyle w:val="HUDBulletLevel1"/>
        <w:numPr>
          <w:ilvl w:val="0"/>
          <w:numId w:val="0"/>
        </w:numPr>
        <w:overflowPunct/>
        <w:autoSpaceDE/>
        <w:autoSpaceDN/>
        <w:adjustRightInd/>
        <w:spacing w:after="0"/>
        <w:ind w:left="360"/>
        <w:textAlignment w:val="auto"/>
      </w:pPr>
    </w:p>
    <w:p w14:paraId="069D5A52" w14:textId="77777777" w:rsidR="007F4D31" w:rsidRDefault="007F4D31" w:rsidP="007F4D31">
      <w:pPr>
        <w:pStyle w:val="HUDBulletLevel1"/>
        <w:numPr>
          <w:ilvl w:val="0"/>
          <w:numId w:val="0"/>
        </w:numPr>
        <w:overflowPunct/>
        <w:autoSpaceDE/>
        <w:autoSpaceDN/>
        <w:adjustRightInd/>
        <w:spacing w:after="0"/>
        <w:ind w:left="360"/>
        <w:textAlignment w:val="auto"/>
      </w:pPr>
    </w:p>
    <w:p w14:paraId="5D9EAE70" w14:textId="77777777" w:rsidR="007F4D31" w:rsidRDefault="007F4D31" w:rsidP="007F4D31">
      <w:pPr>
        <w:pStyle w:val="HUDBulletLevel1"/>
        <w:numPr>
          <w:ilvl w:val="0"/>
          <w:numId w:val="0"/>
        </w:numPr>
        <w:overflowPunct/>
        <w:autoSpaceDE/>
        <w:autoSpaceDN/>
        <w:adjustRightInd/>
        <w:spacing w:after="0"/>
        <w:ind w:left="360"/>
        <w:textAlignment w:val="auto"/>
      </w:pPr>
    </w:p>
    <w:p w14:paraId="2B96F6CD" w14:textId="77777777" w:rsidR="007F4D31" w:rsidRDefault="007F4D31" w:rsidP="007F4D31">
      <w:pPr>
        <w:pStyle w:val="HUDBulletLevel1"/>
        <w:numPr>
          <w:ilvl w:val="0"/>
          <w:numId w:val="0"/>
        </w:numPr>
        <w:overflowPunct/>
        <w:autoSpaceDE/>
        <w:autoSpaceDN/>
        <w:adjustRightInd/>
        <w:spacing w:after="0"/>
        <w:ind w:left="360"/>
        <w:textAlignment w:val="auto"/>
      </w:pPr>
    </w:p>
    <w:p w14:paraId="5986D077" w14:textId="77777777" w:rsidR="007F4D31" w:rsidRDefault="007F4D31" w:rsidP="007F4D31">
      <w:pPr>
        <w:pStyle w:val="HUDBulletLevel1"/>
        <w:numPr>
          <w:ilvl w:val="0"/>
          <w:numId w:val="0"/>
        </w:numPr>
        <w:overflowPunct/>
        <w:autoSpaceDE/>
        <w:autoSpaceDN/>
        <w:adjustRightInd/>
        <w:spacing w:after="0"/>
        <w:ind w:left="360"/>
        <w:textAlignment w:val="auto"/>
      </w:pPr>
    </w:p>
    <w:p w14:paraId="23F855B3" w14:textId="77777777" w:rsidR="007F4D31" w:rsidRDefault="007F4D31" w:rsidP="007F4D31">
      <w:pPr>
        <w:pStyle w:val="HUDBulletLevel1"/>
        <w:numPr>
          <w:ilvl w:val="0"/>
          <w:numId w:val="0"/>
        </w:numPr>
        <w:overflowPunct/>
        <w:autoSpaceDE/>
        <w:autoSpaceDN/>
        <w:adjustRightInd/>
        <w:spacing w:after="0"/>
        <w:ind w:left="360"/>
        <w:textAlignment w:val="auto"/>
      </w:pPr>
    </w:p>
    <w:p w14:paraId="08FC8028" w14:textId="77777777" w:rsidR="007F4D31" w:rsidRDefault="007F4D31" w:rsidP="007F4D31">
      <w:pPr>
        <w:pStyle w:val="HUDBulletLevel1"/>
        <w:numPr>
          <w:ilvl w:val="0"/>
          <w:numId w:val="0"/>
        </w:numPr>
        <w:overflowPunct/>
        <w:autoSpaceDE/>
        <w:autoSpaceDN/>
        <w:adjustRightInd/>
        <w:spacing w:after="0"/>
        <w:ind w:left="720"/>
        <w:textAlignment w:val="auto"/>
      </w:pPr>
    </w:p>
    <w:p w14:paraId="59CD46FC" w14:textId="77777777" w:rsidR="007F4D31" w:rsidRPr="007F4D31" w:rsidRDefault="007F4D31" w:rsidP="007F4D31">
      <w:pPr>
        <w:pStyle w:val="HUDBulletLevel1"/>
        <w:numPr>
          <w:ilvl w:val="0"/>
          <w:numId w:val="37"/>
        </w:numPr>
        <w:overflowPunct/>
        <w:autoSpaceDE/>
        <w:autoSpaceDN/>
        <w:adjustRightInd/>
        <w:spacing w:after="0"/>
        <w:textAlignment w:val="auto"/>
        <w:rPr>
          <w:sz w:val="18"/>
          <w:szCs w:val="18"/>
        </w:rPr>
      </w:pPr>
      <w:r w:rsidRPr="007F4D31">
        <w:rPr>
          <w:sz w:val="18"/>
          <w:szCs w:val="18"/>
        </w:rPr>
        <w:t xml:space="preserve">Of note, if this is a required artifact, this is an </w:t>
      </w:r>
      <w:r w:rsidRPr="007F4D31">
        <w:rPr>
          <w:b/>
          <w:i/>
          <w:sz w:val="18"/>
          <w:szCs w:val="18"/>
        </w:rPr>
        <w:t>important document to leverage</w:t>
      </w:r>
      <w:r w:rsidRPr="007F4D31">
        <w:rPr>
          <w:sz w:val="18"/>
          <w:szCs w:val="18"/>
        </w:rPr>
        <w:t xml:space="preserve"> throughout your process.</w:t>
      </w:r>
    </w:p>
    <w:p w14:paraId="33292430" w14:textId="77777777" w:rsidR="002134E3" w:rsidRDefault="002134E3" w:rsidP="007F4D31">
      <w:pPr>
        <w:pStyle w:val="HUDBulletLevel1"/>
        <w:numPr>
          <w:ilvl w:val="0"/>
          <w:numId w:val="0"/>
        </w:numPr>
        <w:overflowPunct/>
        <w:autoSpaceDE/>
        <w:autoSpaceDN/>
        <w:adjustRightInd/>
        <w:spacing w:after="0"/>
        <w:ind w:left="720" w:hanging="360"/>
        <w:textAlignment w:val="auto"/>
      </w:pPr>
      <w:r>
        <w:br w:type="page"/>
      </w:r>
    </w:p>
    <w:p w14:paraId="4C5E1BD4" w14:textId="77777777" w:rsidR="007F4D31" w:rsidRPr="00C404EC" w:rsidRDefault="007F4D31" w:rsidP="007F4D31">
      <w:pPr>
        <w:pStyle w:val="HUDBulletLevel1"/>
        <w:numPr>
          <w:ilvl w:val="0"/>
          <w:numId w:val="0"/>
        </w:numPr>
        <w:overflowPunct/>
        <w:autoSpaceDE/>
        <w:autoSpaceDN/>
        <w:adjustRightInd/>
        <w:spacing w:after="0"/>
        <w:ind w:left="720" w:hanging="360"/>
        <w:textAlignment w:val="auto"/>
      </w:pPr>
    </w:p>
    <w:p w14:paraId="515E7E6A" w14:textId="77777777" w:rsidR="002526F6" w:rsidRDefault="002526F6" w:rsidP="00654B79"/>
    <w:p w14:paraId="31247FA7" w14:textId="77777777" w:rsidR="002526F6" w:rsidRPr="004D0D78" w:rsidRDefault="002526F6" w:rsidP="002526F6">
      <w:pPr>
        <w:rPr>
          <w:rFonts w:ascii="Cambria" w:hAnsi="Cambria"/>
          <w:b/>
          <w:sz w:val="28"/>
          <w:szCs w:val="28"/>
        </w:rPr>
      </w:pPr>
      <w:r w:rsidRPr="004D0D78">
        <w:rPr>
          <w:rFonts w:ascii="Cambria" w:hAnsi="Cambria"/>
          <w:b/>
          <w:sz w:val="28"/>
          <w:szCs w:val="28"/>
        </w:rPr>
        <w:t>Contents</w:t>
      </w:r>
    </w:p>
    <w:p w14:paraId="7144270B" w14:textId="77777777" w:rsidR="00F7465E" w:rsidRDefault="00E60800">
      <w:pPr>
        <w:pStyle w:val="TOC1"/>
        <w:rPr>
          <w:rFonts w:asciiTheme="minorHAnsi" w:eastAsiaTheme="minorEastAsia" w:hAnsiTheme="minorHAnsi" w:cstheme="minorBidi"/>
          <w:noProof/>
          <w:szCs w:val="22"/>
        </w:rPr>
      </w:pPr>
      <w:r>
        <w:fldChar w:fldCharType="begin"/>
      </w:r>
      <w:r w:rsidR="000E621C">
        <w:instrText xml:space="preserve"> TOC \o "1-3" \h \z \u </w:instrText>
      </w:r>
      <w:r>
        <w:fldChar w:fldCharType="separate"/>
      </w:r>
      <w:hyperlink w:anchor="_Toc384028819" w:history="1">
        <w:r w:rsidR="00F7465E" w:rsidRPr="002D6D20">
          <w:rPr>
            <w:rStyle w:val="Hyperlink"/>
            <w:noProof/>
          </w:rPr>
          <w:t>Document History</w:t>
        </w:r>
        <w:r w:rsidR="00F7465E">
          <w:rPr>
            <w:noProof/>
            <w:webHidden/>
          </w:rPr>
          <w:tab/>
        </w:r>
        <w:r w:rsidR="00F7465E">
          <w:rPr>
            <w:noProof/>
            <w:webHidden/>
          </w:rPr>
          <w:fldChar w:fldCharType="begin"/>
        </w:r>
        <w:r w:rsidR="00F7465E">
          <w:rPr>
            <w:noProof/>
            <w:webHidden/>
          </w:rPr>
          <w:instrText xml:space="preserve"> PAGEREF _Toc384028819 \h </w:instrText>
        </w:r>
        <w:r w:rsidR="00F7465E">
          <w:rPr>
            <w:noProof/>
            <w:webHidden/>
          </w:rPr>
        </w:r>
        <w:r w:rsidR="00F7465E">
          <w:rPr>
            <w:noProof/>
            <w:webHidden/>
          </w:rPr>
          <w:fldChar w:fldCharType="separate"/>
        </w:r>
        <w:r w:rsidR="00F7465E">
          <w:rPr>
            <w:noProof/>
            <w:webHidden/>
          </w:rPr>
          <w:t>ii</w:t>
        </w:r>
        <w:r w:rsidR="00F7465E">
          <w:rPr>
            <w:noProof/>
            <w:webHidden/>
          </w:rPr>
          <w:fldChar w:fldCharType="end"/>
        </w:r>
      </w:hyperlink>
    </w:p>
    <w:p w14:paraId="5E9AB3C0" w14:textId="77777777" w:rsidR="00F7465E" w:rsidRDefault="001C5265">
      <w:pPr>
        <w:pStyle w:val="TOC1"/>
        <w:tabs>
          <w:tab w:val="left" w:pos="480"/>
        </w:tabs>
        <w:rPr>
          <w:rFonts w:asciiTheme="minorHAnsi" w:eastAsiaTheme="minorEastAsia" w:hAnsiTheme="minorHAnsi" w:cstheme="minorBidi"/>
          <w:noProof/>
          <w:szCs w:val="22"/>
        </w:rPr>
      </w:pPr>
      <w:hyperlink w:anchor="_Toc384028820" w:history="1">
        <w:r w:rsidR="00F7465E" w:rsidRPr="002D6D20">
          <w:rPr>
            <w:rStyle w:val="Hyperlink"/>
            <w:noProof/>
          </w:rPr>
          <w:t>1.</w:t>
        </w:r>
        <w:r w:rsidR="00F7465E">
          <w:rPr>
            <w:rFonts w:asciiTheme="minorHAnsi" w:eastAsiaTheme="minorEastAsia" w:hAnsiTheme="minorHAnsi" w:cstheme="minorBidi"/>
            <w:noProof/>
            <w:szCs w:val="22"/>
          </w:rPr>
          <w:tab/>
        </w:r>
        <w:r w:rsidR="00F7465E" w:rsidRPr="002D6D20">
          <w:rPr>
            <w:rStyle w:val="Hyperlink"/>
            <w:noProof/>
          </w:rPr>
          <w:t>Solution Overview</w:t>
        </w:r>
        <w:r w:rsidR="00F7465E">
          <w:rPr>
            <w:noProof/>
            <w:webHidden/>
          </w:rPr>
          <w:tab/>
        </w:r>
        <w:r w:rsidR="00F7465E">
          <w:rPr>
            <w:noProof/>
            <w:webHidden/>
          </w:rPr>
          <w:fldChar w:fldCharType="begin"/>
        </w:r>
        <w:r w:rsidR="00F7465E">
          <w:rPr>
            <w:noProof/>
            <w:webHidden/>
          </w:rPr>
          <w:instrText xml:space="preserve"> PAGEREF _Toc384028820 \h </w:instrText>
        </w:r>
        <w:r w:rsidR="00F7465E">
          <w:rPr>
            <w:noProof/>
            <w:webHidden/>
          </w:rPr>
        </w:r>
        <w:r w:rsidR="00F7465E">
          <w:rPr>
            <w:noProof/>
            <w:webHidden/>
          </w:rPr>
          <w:fldChar w:fldCharType="separate"/>
        </w:r>
        <w:r w:rsidR="00F7465E">
          <w:rPr>
            <w:noProof/>
            <w:webHidden/>
          </w:rPr>
          <w:t>1</w:t>
        </w:r>
        <w:r w:rsidR="00F7465E">
          <w:rPr>
            <w:noProof/>
            <w:webHidden/>
          </w:rPr>
          <w:fldChar w:fldCharType="end"/>
        </w:r>
      </w:hyperlink>
    </w:p>
    <w:p w14:paraId="6FEEB62C" w14:textId="7704E3B2" w:rsidR="00F7465E" w:rsidRDefault="001C5265">
      <w:pPr>
        <w:pStyle w:val="TOC2"/>
        <w:tabs>
          <w:tab w:val="right" w:leader="dot" w:pos="9350"/>
        </w:tabs>
        <w:rPr>
          <w:rFonts w:asciiTheme="minorHAnsi" w:eastAsiaTheme="minorEastAsia" w:hAnsiTheme="minorHAnsi" w:cstheme="minorBidi"/>
          <w:noProof/>
          <w:szCs w:val="22"/>
        </w:rPr>
      </w:pPr>
      <w:hyperlink w:anchor="_Toc384028821" w:history="1">
        <w:r w:rsidR="00F7465E" w:rsidRPr="002D6D20">
          <w:rPr>
            <w:rStyle w:val="Hyperlink"/>
            <w:noProof/>
          </w:rPr>
          <w:t xml:space="preserve">1.1 </w:t>
        </w:r>
        <w:r w:rsidR="00F7465E">
          <w:rPr>
            <w:rStyle w:val="Hyperlink"/>
            <w:noProof/>
          </w:rPr>
          <w:t xml:space="preserve">      </w:t>
        </w:r>
        <w:r w:rsidR="00F7465E" w:rsidRPr="002D6D20">
          <w:rPr>
            <w:rStyle w:val="Hyperlink"/>
            <w:noProof/>
          </w:rPr>
          <w:t>Future Architecture</w:t>
        </w:r>
        <w:r w:rsidR="00F7465E">
          <w:rPr>
            <w:noProof/>
            <w:webHidden/>
          </w:rPr>
          <w:tab/>
        </w:r>
        <w:r w:rsidR="00F7465E">
          <w:rPr>
            <w:noProof/>
            <w:webHidden/>
          </w:rPr>
          <w:fldChar w:fldCharType="begin"/>
        </w:r>
        <w:r w:rsidR="00F7465E">
          <w:rPr>
            <w:noProof/>
            <w:webHidden/>
          </w:rPr>
          <w:instrText xml:space="preserve"> PAGEREF _Toc384028821 \h </w:instrText>
        </w:r>
        <w:r w:rsidR="00F7465E">
          <w:rPr>
            <w:noProof/>
            <w:webHidden/>
          </w:rPr>
        </w:r>
        <w:r w:rsidR="00F7465E">
          <w:rPr>
            <w:noProof/>
            <w:webHidden/>
          </w:rPr>
          <w:fldChar w:fldCharType="separate"/>
        </w:r>
        <w:r w:rsidR="00F7465E">
          <w:rPr>
            <w:noProof/>
            <w:webHidden/>
          </w:rPr>
          <w:t>1</w:t>
        </w:r>
        <w:r w:rsidR="00F7465E">
          <w:rPr>
            <w:noProof/>
            <w:webHidden/>
          </w:rPr>
          <w:fldChar w:fldCharType="end"/>
        </w:r>
      </w:hyperlink>
    </w:p>
    <w:p w14:paraId="33CFA5A1" w14:textId="77777777" w:rsidR="00F7465E" w:rsidRDefault="001C5265">
      <w:pPr>
        <w:pStyle w:val="TOC2"/>
        <w:tabs>
          <w:tab w:val="left" w:pos="880"/>
          <w:tab w:val="right" w:leader="dot" w:pos="9350"/>
        </w:tabs>
        <w:rPr>
          <w:rFonts w:asciiTheme="minorHAnsi" w:eastAsiaTheme="minorEastAsia" w:hAnsiTheme="minorHAnsi" w:cstheme="minorBidi"/>
          <w:noProof/>
          <w:szCs w:val="22"/>
        </w:rPr>
      </w:pPr>
      <w:hyperlink w:anchor="_Toc384028822" w:history="1">
        <w:r w:rsidR="00F7465E" w:rsidRPr="002D6D20">
          <w:rPr>
            <w:rStyle w:val="Hyperlink"/>
            <w:noProof/>
          </w:rPr>
          <w:t>1.2</w:t>
        </w:r>
        <w:r w:rsidR="00F7465E">
          <w:rPr>
            <w:rFonts w:asciiTheme="minorHAnsi" w:eastAsiaTheme="minorEastAsia" w:hAnsiTheme="minorHAnsi" w:cstheme="minorBidi"/>
            <w:noProof/>
            <w:szCs w:val="22"/>
          </w:rPr>
          <w:tab/>
        </w:r>
        <w:r w:rsidR="00F7465E" w:rsidRPr="002D6D20">
          <w:rPr>
            <w:rStyle w:val="Hyperlink"/>
            <w:noProof/>
          </w:rPr>
          <w:t>As-Is Architecture</w:t>
        </w:r>
        <w:r w:rsidR="00F7465E">
          <w:rPr>
            <w:noProof/>
            <w:webHidden/>
          </w:rPr>
          <w:tab/>
        </w:r>
        <w:r w:rsidR="00F7465E">
          <w:rPr>
            <w:noProof/>
            <w:webHidden/>
          </w:rPr>
          <w:fldChar w:fldCharType="begin"/>
        </w:r>
        <w:r w:rsidR="00F7465E">
          <w:rPr>
            <w:noProof/>
            <w:webHidden/>
          </w:rPr>
          <w:instrText xml:space="preserve"> PAGEREF _Toc384028822 \h </w:instrText>
        </w:r>
        <w:r w:rsidR="00F7465E">
          <w:rPr>
            <w:noProof/>
            <w:webHidden/>
          </w:rPr>
        </w:r>
        <w:r w:rsidR="00F7465E">
          <w:rPr>
            <w:noProof/>
            <w:webHidden/>
          </w:rPr>
          <w:fldChar w:fldCharType="separate"/>
        </w:r>
        <w:r w:rsidR="00F7465E">
          <w:rPr>
            <w:noProof/>
            <w:webHidden/>
          </w:rPr>
          <w:t>2</w:t>
        </w:r>
        <w:r w:rsidR="00F7465E">
          <w:rPr>
            <w:noProof/>
            <w:webHidden/>
          </w:rPr>
          <w:fldChar w:fldCharType="end"/>
        </w:r>
      </w:hyperlink>
    </w:p>
    <w:p w14:paraId="4011DDD7" w14:textId="77777777" w:rsidR="00F7465E" w:rsidRDefault="001C5265">
      <w:pPr>
        <w:pStyle w:val="TOC2"/>
        <w:tabs>
          <w:tab w:val="left" w:pos="880"/>
          <w:tab w:val="right" w:leader="dot" w:pos="9350"/>
        </w:tabs>
        <w:rPr>
          <w:rFonts w:asciiTheme="minorHAnsi" w:eastAsiaTheme="minorEastAsia" w:hAnsiTheme="minorHAnsi" w:cstheme="minorBidi"/>
          <w:noProof/>
          <w:szCs w:val="22"/>
        </w:rPr>
      </w:pPr>
      <w:hyperlink w:anchor="_Toc384028823" w:history="1">
        <w:r w:rsidR="00F7465E" w:rsidRPr="002D6D20">
          <w:rPr>
            <w:rStyle w:val="Hyperlink"/>
            <w:noProof/>
          </w:rPr>
          <w:t>1.3</w:t>
        </w:r>
        <w:r w:rsidR="00F7465E">
          <w:rPr>
            <w:rFonts w:asciiTheme="minorHAnsi" w:eastAsiaTheme="minorEastAsia" w:hAnsiTheme="minorHAnsi" w:cstheme="minorBidi"/>
            <w:noProof/>
            <w:szCs w:val="22"/>
          </w:rPr>
          <w:tab/>
        </w:r>
        <w:r w:rsidR="00F7465E" w:rsidRPr="002D6D20">
          <w:rPr>
            <w:rStyle w:val="Hyperlink"/>
            <w:noProof/>
          </w:rPr>
          <w:t>To-Be Architecture</w:t>
        </w:r>
        <w:r w:rsidR="00F7465E">
          <w:rPr>
            <w:noProof/>
            <w:webHidden/>
          </w:rPr>
          <w:tab/>
        </w:r>
        <w:r w:rsidR="00F7465E">
          <w:rPr>
            <w:noProof/>
            <w:webHidden/>
          </w:rPr>
          <w:fldChar w:fldCharType="begin"/>
        </w:r>
        <w:r w:rsidR="00F7465E">
          <w:rPr>
            <w:noProof/>
            <w:webHidden/>
          </w:rPr>
          <w:instrText xml:space="preserve"> PAGEREF _Toc384028823 \h </w:instrText>
        </w:r>
        <w:r w:rsidR="00F7465E">
          <w:rPr>
            <w:noProof/>
            <w:webHidden/>
          </w:rPr>
        </w:r>
        <w:r w:rsidR="00F7465E">
          <w:rPr>
            <w:noProof/>
            <w:webHidden/>
          </w:rPr>
          <w:fldChar w:fldCharType="separate"/>
        </w:r>
        <w:r w:rsidR="00F7465E">
          <w:rPr>
            <w:noProof/>
            <w:webHidden/>
          </w:rPr>
          <w:t>2</w:t>
        </w:r>
        <w:r w:rsidR="00F7465E">
          <w:rPr>
            <w:noProof/>
            <w:webHidden/>
          </w:rPr>
          <w:fldChar w:fldCharType="end"/>
        </w:r>
      </w:hyperlink>
    </w:p>
    <w:p w14:paraId="08785E78" w14:textId="77777777" w:rsidR="00F7465E" w:rsidRDefault="001C5265">
      <w:pPr>
        <w:pStyle w:val="TOC2"/>
        <w:tabs>
          <w:tab w:val="left" w:pos="880"/>
          <w:tab w:val="right" w:leader="dot" w:pos="9350"/>
        </w:tabs>
        <w:rPr>
          <w:rFonts w:asciiTheme="minorHAnsi" w:eastAsiaTheme="minorEastAsia" w:hAnsiTheme="minorHAnsi" w:cstheme="minorBidi"/>
          <w:noProof/>
          <w:szCs w:val="22"/>
        </w:rPr>
      </w:pPr>
      <w:hyperlink w:anchor="_Toc384028824" w:history="1">
        <w:r w:rsidR="00F7465E" w:rsidRPr="002D6D20">
          <w:rPr>
            <w:rStyle w:val="Hyperlink"/>
            <w:noProof/>
          </w:rPr>
          <w:t>1.4</w:t>
        </w:r>
        <w:r w:rsidR="00F7465E">
          <w:rPr>
            <w:rFonts w:asciiTheme="minorHAnsi" w:eastAsiaTheme="minorEastAsia" w:hAnsiTheme="minorHAnsi" w:cstheme="minorBidi"/>
            <w:noProof/>
            <w:szCs w:val="22"/>
          </w:rPr>
          <w:tab/>
        </w:r>
        <w:r w:rsidR="00F7465E" w:rsidRPr="002D6D20">
          <w:rPr>
            <w:rStyle w:val="Hyperlink"/>
            <w:noProof/>
          </w:rPr>
          <w:t>Transition Planning</w:t>
        </w:r>
        <w:r w:rsidR="00F7465E">
          <w:rPr>
            <w:noProof/>
            <w:webHidden/>
          </w:rPr>
          <w:tab/>
        </w:r>
        <w:r w:rsidR="00F7465E">
          <w:rPr>
            <w:noProof/>
            <w:webHidden/>
          </w:rPr>
          <w:fldChar w:fldCharType="begin"/>
        </w:r>
        <w:r w:rsidR="00F7465E">
          <w:rPr>
            <w:noProof/>
            <w:webHidden/>
          </w:rPr>
          <w:instrText xml:space="preserve"> PAGEREF _Toc384028824 \h </w:instrText>
        </w:r>
        <w:r w:rsidR="00F7465E">
          <w:rPr>
            <w:noProof/>
            <w:webHidden/>
          </w:rPr>
        </w:r>
        <w:r w:rsidR="00F7465E">
          <w:rPr>
            <w:noProof/>
            <w:webHidden/>
          </w:rPr>
          <w:fldChar w:fldCharType="separate"/>
        </w:r>
        <w:r w:rsidR="00F7465E">
          <w:rPr>
            <w:noProof/>
            <w:webHidden/>
          </w:rPr>
          <w:t>2</w:t>
        </w:r>
        <w:r w:rsidR="00F7465E">
          <w:rPr>
            <w:noProof/>
            <w:webHidden/>
          </w:rPr>
          <w:fldChar w:fldCharType="end"/>
        </w:r>
      </w:hyperlink>
    </w:p>
    <w:p w14:paraId="0CCCE183" w14:textId="77777777" w:rsidR="00F7465E" w:rsidRDefault="001C5265">
      <w:pPr>
        <w:pStyle w:val="TOC1"/>
        <w:tabs>
          <w:tab w:val="left" w:pos="480"/>
        </w:tabs>
        <w:rPr>
          <w:rFonts w:asciiTheme="minorHAnsi" w:eastAsiaTheme="minorEastAsia" w:hAnsiTheme="minorHAnsi" w:cstheme="minorBidi"/>
          <w:noProof/>
          <w:szCs w:val="22"/>
        </w:rPr>
      </w:pPr>
      <w:hyperlink w:anchor="_Toc384028825" w:history="1">
        <w:r w:rsidR="00F7465E" w:rsidRPr="002D6D20">
          <w:rPr>
            <w:rStyle w:val="Hyperlink"/>
            <w:noProof/>
          </w:rPr>
          <w:t>2.</w:t>
        </w:r>
        <w:r w:rsidR="00F7465E">
          <w:rPr>
            <w:rFonts w:asciiTheme="minorHAnsi" w:eastAsiaTheme="minorEastAsia" w:hAnsiTheme="minorHAnsi" w:cstheme="minorBidi"/>
            <w:noProof/>
            <w:szCs w:val="22"/>
          </w:rPr>
          <w:tab/>
        </w:r>
        <w:r w:rsidR="00F7465E" w:rsidRPr="002D6D20">
          <w:rPr>
            <w:rStyle w:val="Hyperlink"/>
            <w:noProof/>
          </w:rPr>
          <w:t>Architecture Goals and Constraints</w:t>
        </w:r>
        <w:r w:rsidR="00F7465E">
          <w:rPr>
            <w:noProof/>
            <w:webHidden/>
          </w:rPr>
          <w:tab/>
        </w:r>
        <w:r w:rsidR="00F7465E">
          <w:rPr>
            <w:noProof/>
            <w:webHidden/>
          </w:rPr>
          <w:fldChar w:fldCharType="begin"/>
        </w:r>
        <w:r w:rsidR="00F7465E">
          <w:rPr>
            <w:noProof/>
            <w:webHidden/>
          </w:rPr>
          <w:instrText xml:space="preserve"> PAGEREF _Toc384028825 \h </w:instrText>
        </w:r>
        <w:r w:rsidR="00F7465E">
          <w:rPr>
            <w:noProof/>
            <w:webHidden/>
          </w:rPr>
        </w:r>
        <w:r w:rsidR="00F7465E">
          <w:rPr>
            <w:noProof/>
            <w:webHidden/>
          </w:rPr>
          <w:fldChar w:fldCharType="separate"/>
        </w:r>
        <w:r w:rsidR="00F7465E">
          <w:rPr>
            <w:noProof/>
            <w:webHidden/>
          </w:rPr>
          <w:t>3</w:t>
        </w:r>
        <w:r w:rsidR="00F7465E">
          <w:rPr>
            <w:noProof/>
            <w:webHidden/>
          </w:rPr>
          <w:fldChar w:fldCharType="end"/>
        </w:r>
      </w:hyperlink>
    </w:p>
    <w:p w14:paraId="2AF40FBF" w14:textId="77777777" w:rsidR="00F7465E" w:rsidRDefault="001C5265">
      <w:pPr>
        <w:pStyle w:val="TOC2"/>
        <w:tabs>
          <w:tab w:val="left" w:pos="880"/>
          <w:tab w:val="right" w:leader="dot" w:pos="9350"/>
        </w:tabs>
        <w:rPr>
          <w:rFonts w:asciiTheme="minorHAnsi" w:eastAsiaTheme="minorEastAsia" w:hAnsiTheme="minorHAnsi" w:cstheme="minorBidi"/>
          <w:noProof/>
          <w:szCs w:val="22"/>
        </w:rPr>
      </w:pPr>
      <w:hyperlink w:anchor="_Toc384028826" w:history="1">
        <w:r w:rsidR="00F7465E" w:rsidRPr="002D6D20">
          <w:rPr>
            <w:rStyle w:val="Hyperlink"/>
            <w:noProof/>
          </w:rPr>
          <w:t>2.1</w:t>
        </w:r>
        <w:r w:rsidR="00F7465E">
          <w:rPr>
            <w:rFonts w:asciiTheme="minorHAnsi" w:eastAsiaTheme="minorEastAsia" w:hAnsiTheme="minorHAnsi" w:cstheme="minorBidi"/>
            <w:noProof/>
            <w:szCs w:val="22"/>
          </w:rPr>
          <w:tab/>
        </w:r>
        <w:r w:rsidR="00F7465E" w:rsidRPr="002D6D20">
          <w:rPr>
            <w:rStyle w:val="Hyperlink"/>
            <w:noProof/>
          </w:rPr>
          <w:t>HUD Enterprise Architecture</w:t>
        </w:r>
        <w:r w:rsidR="00F7465E">
          <w:rPr>
            <w:noProof/>
            <w:webHidden/>
          </w:rPr>
          <w:tab/>
        </w:r>
        <w:r w:rsidR="00F7465E">
          <w:rPr>
            <w:noProof/>
            <w:webHidden/>
          </w:rPr>
          <w:fldChar w:fldCharType="begin"/>
        </w:r>
        <w:r w:rsidR="00F7465E">
          <w:rPr>
            <w:noProof/>
            <w:webHidden/>
          </w:rPr>
          <w:instrText xml:space="preserve"> PAGEREF _Toc384028826 \h </w:instrText>
        </w:r>
        <w:r w:rsidR="00F7465E">
          <w:rPr>
            <w:noProof/>
            <w:webHidden/>
          </w:rPr>
        </w:r>
        <w:r w:rsidR="00F7465E">
          <w:rPr>
            <w:noProof/>
            <w:webHidden/>
          </w:rPr>
          <w:fldChar w:fldCharType="separate"/>
        </w:r>
        <w:r w:rsidR="00F7465E">
          <w:rPr>
            <w:noProof/>
            <w:webHidden/>
          </w:rPr>
          <w:t>3</w:t>
        </w:r>
        <w:r w:rsidR="00F7465E">
          <w:rPr>
            <w:noProof/>
            <w:webHidden/>
          </w:rPr>
          <w:fldChar w:fldCharType="end"/>
        </w:r>
      </w:hyperlink>
    </w:p>
    <w:p w14:paraId="700CCBDB" w14:textId="77777777" w:rsidR="00F7465E" w:rsidRDefault="001C5265">
      <w:pPr>
        <w:pStyle w:val="TOC2"/>
        <w:tabs>
          <w:tab w:val="left" w:pos="880"/>
          <w:tab w:val="right" w:leader="dot" w:pos="9350"/>
        </w:tabs>
        <w:rPr>
          <w:rFonts w:asciiTheme="minorHAnsi" w:eastAsiaTheme="minorEastAsia" w:hAnsiTheme="minorHAnsi" w:cstheme="minorBidi"/>
          <w:noProof/>
          <w:szCs w:val="22"/>
        </w:rPr>
      </w:pPr>
      <w:hyperlink w:anchor="_Toc384028827" w:history="1">
        <w:r w:rsidR="00F7465E" w:rsidRPr="002D6D20">
          <w:rPr>
            <w:rStyle w:val="Hyperlink"/>
            <w:noProof/>
          </w:rPr>
          <w:t>2.2</w:t>
        </w:r>
        <w:r w:rsidR="00F7465E">
          <w:rPr>
            <w:rFonts w:asciiTheme="minorHAnsi" w:eastAsiaTheme="minorEastAsia" w:hAnsiTheme="minorHAnsi" w:cstheme="minorBidi"/>
            <w:noProof/>
            <w:szCs w:val="22"/>
          </w:rPr>
          <w:tab/>
        </w:r>
        <w:r w:rsidR="00F7465E" w:rsidRPr="002D6D20">
          <w:rPr>
            <w:rStyle w:val="Hyperlink"/>
            <w:noProof/>
          </w:rPr>
          <w:t>Architectural Assumptions and Decisions</w:t>
        </w:r>
        <w:r w:rsidR="00F7465E">
          <w:rPr>
            <w:noProof/>
            <w:webHidden/>
          </w:rPr>
          <w:tab/>
        </w:r>
        <w:r w:rsidR="00F7465E">
          <w:rPr>
            <w:noProof/>
            <w:webHidden/>
          </w:rPr>
          <w:fldChar w:fldCharType="begin"/>
        </w:r>
        <w:r w:rsidR="00F7465E">
          <w:rPr>
            <w:noProof/>
            <w:webHidden/>
          </w:rPr>
          <w:instrText xml:space="preserve"> PAGEREF _Toc384028827 \h </w:instrText>
        </w:r>
        <w:r w:rsidR="00F7465E">
          <w:rPr>
            <w:noProof/>
            <w:webHidden/>
          </w:rPr>
        </w:r>
        <w:r w:rsidR="00F7465E">
          <w:rPr>
            <w:noProof/>
            <w:webHidden/>
          </w:rPr>
          <w:fldChar w:fldCharType="separate"/>
        </w:r>
        <w:r w:rsidR="00F7465E">
          <w:rPr>
            <w:noProof/>
            <w:webHidden/>
          </w:rPr>
          <w:t>3</w:t>
        </w:r>
        <w:r w:rsidR="00F7465E">
          <w:rPr>
            <w:noProof/>
            <w:webHidden/>
          </w:rPr>
          <w:fldChar w:fldCharType="end"/>
        </w:r>
      </w:hyperlink>
    </w:p>
    <w:p w14:paraId="35F5769D" w14:textId="77777777" w:rsidR="00F7465E" w:rsidRDefault="001C5265">
      <w:pPr>
        <w:pStyle w:val="TOC2"/>
        <w:tabs>
          <w:tab w:val="left" w:pos="880"/>
          <w:tab w:val="right" w:leader="dot" w:pos="9350"/>
        </w:tabs>
        <w:rPr>
          <w:rFonts w:asciiTheme="minorHAnsi" w:eastAsiaTheme="minorEastAsia" w:hAnsiTheme="minorHAnsi" w:cstheme="minorBidi"/>
          <w:noProof/>
          <w:szCs w:val="22"/>
        </w:rPr>
      </w:pPr>
      <w:hyperlink w:anchor="_Toc384028828" w:history="1">
        <w:r w:rsidR="00F7465E" w:rsidRPr="002D6D20">
          <w:rPr>
            <w:rStyle w:val="Hyperlink"/>
            <w:noProof/>
          </w:rPr>
          <w:t>2.3</w:t>
        </w:r>
        <w:r w:rsidR="00F7465E">
          <w:rPr>
            <w:rFonts w:asciiTheme="minorHAnsi" w:eastAsiaTheme="minorEastAsia" w:hAnsiTheme="minorHAnsi" w:cstheme="minorBidi"/>
            <w:noProof/>
            <w:szCs w:val="22"/>
          </w:rPr>
          <w:tab/>
        </w:r>
        <w:r w:rsidR="00F7465E" w:rsidRPr="002D6D20">
          <w:rPr>
            <w:rStyle w:val="Hyperlink"/>
            <w:noProof/>
          </w:rPr>
          <w:t>Solution Architecture Attributes</w:t>
        </w:r>
        <w:r w:rsidR="00F7465E">
          <w:rPr>
            <w:noProof/>
            <w:webHidden/>
          </w:rPr>
          <w:tab/>
        </w:r>
        <w:r w:rsidR="00F7465E">
          <w:rPr>
            <w:noProof/>
            <w:webHidden/>
          </w:rPr>
          <w:fldChar w:fldCharType="begin"/>
        </w:r>
        <w:r w:rsidR="00F7465E">
          <w:rPr>
            <w:noProof/>
            <w:webHidden/>
          </w:rPr>
          <w:instrText xml:space="preserve"> PAGEREF _Toc384028828 \h </w:instrText>
        </w:r>
        <w:r w:rsidR="00F7465E">
          <w:rPr>
            <w:noProof/>
            <w:webHidden/>
          </w:rPr>
        </w:r>
        <w:r w:rsidR="00F7465E">
          <w:rPr>
            <w:noProof/>
            <w:webHidden/>
          </w:rPr>
          <w:fldChar w:fldCharType="separate"/>
        </w:r>
        <w:r w:rsidR="00F7465E">
          <w:rPr>
            <w:noProof/>
            <w:webHidden/>
          </w:rPr>
          <w:t>3</w:t>
        </w:r>
        <w:r w:rsidR="00F7465E">
          <w:rPr>
            <w:noProof/>
            <w:webHidden/>
          </w:rPr>
          <w:fldChar w:fldCharType="end"/>
        </w:r>
      </w:hyperlink>
    </w:p>
    <w:p w14:paraId="24D427CC" w14:textId="77777777" w:rsidR="00F7465E" w:rsidRDefault="001C5265">
      <w:pPr>
        <w:pStyle w:val="TOC3"/>
        <w:tabs>
          <w:tab w:val="left" w:pos="1320"/>
          <w:tab w:val="right" w:leader="dot" w:pos="9350"/>
        </w:tabs>
        <w:rPr>
          <w:rFonts w:asciiTheme="minorHAnsi" w:eastAsiaTheme="minorEastAsia" w:hAnsiTheme="minorHAnsi" w:cstheme="minorBidi"/>
          <w:noProof/>
          <w:szCs w:val="22"/>
        </w:rPr>
      </w:pPr>
      <w:hyperlink w:anchor="_Toc384028829" w:history="1">
        <w:r w:rsidR="00F7465E" w:rsidRPr="002D6D20">
          <w:rPr>
            <w:rStyle w:val="Hyperlink"/>
            <w:noProof/>
          </w:rPr>
          <w:t>2.3.1</w:t>
        </w:r>
        <w:r w:rsidR="00F7465E">
          <w:rPr>
            <w:rFonts w:asciiTheme="minorHAnsi" w:eastAsiaTheme="minorEastAsia" w:hAnsiTheme="minorHAnsi" w:cstheme="minorBidi"/>
            <w:noProof/>
            <w:szCs w:val="22"/>
          </w:rPr>
          <w:tab/>
        </w:r>
        <w:r w:rsidR="00F7465E" w:rsidRPr="002D6D20">
          <w:rPr>
            <w:rStyle w:val="Hyperlink"/>
            <w:noProof/>
          </w:rPr>
          <w:t>Technology</w:t>
        </w:r>
        <w:r w:rsidR="00F7465E">
          <w:rPr>
            <w:noProof/>
            <w:webHidden/>
          </w:rPr>
          <w:tab/>
        </w:r>
        <w:r w:rsidR="00F7465E">
          <w:rPr>
            <w:noProof/>
            <w:webHidden/>
          </w:rPr>
          <w:fldChar w:fldCharType="begin"/>
        </w:r>
        <w:r w:rsidR="00F7465E">
          <w:rPr>
            <w:noProof/>
            <w:webHidden/>
          </w:rPr>
          <w:instrText xml:space="preserve"> PAGEREF _Toc384028829 \h </w:instrText>
        </w:r>
        <w:r w:rsidR="00F7465E">
          <w:rPr>
            <w:noProof/>
            <w:webHidden/>
          </w:rPr>
        </w:r>
        <w:r w:rsidR="00F7465E">
          <w:rPr>
            <w:noProof/>
            <w:webHidden/>
          </w:rPr>
          <w:fldChar w:fldCharType="separate"/>
        </w:r>
        <w:r w:rsidR="00F7465E">
          <w:rPr>
            <w:noProof/>
            <w:webHidden/>
          </w:rPr>
          <w:t>4</w:t>
        </w:r>
        <w:r w:rsidR="00F7465E">
          <w:rPr>
            <w:noProof/>
            <w:webHidden/>
          </w:rPr>
          <w:fldChar w:fldCharType="end"/>
        </w:r>
      </w:hyperlink>
    </w:p>
    <w:p w14:paraId="7A0790E0" w14:textId="77777777" w:rsidR="00F7465E" w:rsidRDefault="001C5265">
      <w:pPr>
        <w:pStyle w:val="TOC3"/>
        <w:tabs>
          <w:tab w:val="left" w:pos="1320"/>
          <w:tab w:val="right" w:leader="dot" w:pos="9350"/>
        </w:tabs>
        <w:rPr>
          <w:rFonts w:asciiTheme="minorHAnsi" w:eastAsiaTheme="minorEastAsia" w:hAnsiTheme="minorHAnsi" w:cstheme="minorBidi"/>
          <w:noProof/>
          <w:szCs w:val="22"/>
        </w:rPr>
      </w:pPr>
      <w:hyperlink w:anchor="_Toc384028830" w:history="1">
        <w:r w:rsidR="00F7465E" w:rsidRPr="002D6D20">
          <w:rPr>
            <w:rStyle w:val="Hyperlink"/>
            <w:noProof/>
          </w:rPr>
          <w:t>2.3.2</w:t>
        </w:r>
        <w:r w:rsidR="00F7465E">
          <w:rPr>
            <w:rFonts w:asciiTheme="minorHAnsi" w:eastAsiaTheme="minorEastAsia" w:hAnsiTheme="minorHAnsi" w:cstheme="minorBidi"/>
            <w:noProof/>
            <w:szCs w:val="22"/>
          </w:rPr>
          <w:tab/>
        </w:r>
        <w:r w:rsidR="00F7465E" w:rsidRPr="002D6D20">
          <w:rPr>
            <w:rStyle w:val="Hyperlink"/>
            <w:noProof/>
          </w:rPr>
          <w:t>Patterns</w:t>
        </w:r>
        <w:r w:rsidR="00F7465E">
          <w:rPr>
            <w:noProof/>
            <w:webHidden/>
          </w:rPr>
          <w:tab/>
        </w:r>
        <w:r w:rsidR="00F7465E">
          <w:rPr>
            <w:noProof/>
            <w:webHidden/>
          </w:rPr>
          <w:fldChar w:fldCharType="begin"/>
        </w:r>
        <w:r w:rsidR="00F7465E">
          <w:rPr>
            <w:noProof/>
            <w:webHidden/>
          </w:rPr>
          <w:instrText xml:space="preserve"> PAGEREF _Toc384028830 \h </w:instrText>
        </w:r>
        <w:r w:rsidR="00F7465E">
          <w:rPr>
            <w:noProof/>
            <w:webHidden/>
          </w:rPr>
        </w:r>
        <w:r w:rsidR="00F7465E">
          <w:rPr>
            <w:noProof/>
            <w:webHidden/>
          </w:rPr>
          <w:fldChar w:fldCharType="separate"/>
        </w:r>
        <w:r w:rsidR="00F7465E">
          <w:rPr>
            <w:noProof/>
            <w:webHidden/>
          </w:rPr>
          <w:t>4</w:t>
        </w:r>
        <w:r w:rsidR="00F7465E">
          <w:rPr>
            <w:noProof/>
            <w:webHidden/>
          </w:rPr>
          <w:fldChar w:fldCharType="end"/>
        </w:r>
      </w:hyperlink>
    </w:p>
    <w:p w14:paraId="0F4DE46E" w14:textId="77777777" w:rsidR="00F7465E" w:rsidRDefault="001C5265">
      <w:pPr>
        <w:pStyle w:val="TOC3"/>
        <w:tabs>
          <w:tab w:val="left" w:pos="1320"/>
          <w:tab w:val="right" w:leader="dot" w:pos="9350"/>
        </w:tabs>
        <w:rPr>
          <w:rFonts w:asciiTheme="minorHAnsi" w:eastAsiaTheme="minorEastAsia" w:hAnsiTheme="minorHAnsi" w:cstheme="minorBidi"/>
          <w:noProof/>
          <w:szCs w:val="22"/>
        </w:rPr>
      </w:pPr>
      <w:hyperlink w:anchor="_Toc384028831" w:history="1">
        <w:r w:rsidR="00F7465E" w:rsidRPr="002D6D20">
          <w:rPr>
            <w:rStyle w:val="Hyperlink"/>
            <w:noProof/>
          </w:rPr>
          <w:t>2.3.3</w:t>
        </w:r>
        <w:r w:rsidR="00F7465E">
          <w:rPr>
            <w:rFonts w:asciiTheme="minorHAnsi" w:eastAsiaTheme="minorEastAsia" w:hAnsiTheme="minorHAnsi" w:cstheme="minorBidi"/>
            <w:noProof/>
            <w:szCs w:val="22"/>
          </w:rPr>
          <w:tab/>
        </w:r>
        <w:r w:rsidR="00F7465E" w:rsidRPr="002D6D20">
          <w:rPr>
            <w:rStyle w:val="Hyperlink"/>
            <w:noProof/>
          </w:rPr>
          <w:t>Common Services</w:t>
        </w:r>
        <w:r w:rsidR="00F7465E">
          <w:rPr>
            <w:noProof/>
            <w:webHidden/>
          </w:rPr>
          <w:tab/>
        </w:r>
        <w:r w:rsidR="00F7465E">
          <w:rPr>
            <w:noProof/>
            <w:webHidden/>
          </w:rPr>
          <w:fldChar w:fldCharType="begin"/>
        </w:r>
        <w:r w:rsidR="00F7465E">
          <w:rPr>
            <w:noProof/>
            <w:webHidden/>
          </w:rPr>
          <w:instrText xml:space="preserve"> PAGEREF _Toc384028831 \h </w:instrText>
        </w:r>
        <w:r w:rsidR="00F7465E">
          <w:rPr>
            <w:noProof/>
            <w:webHidden/>
          </w:rPr>
        </w:r>
        <w:r w:rsidR="00F7465E">
          <w:rPr>
            <w:noProof/>
            <w:webHidden/>
          </w:rPr>
          <w:fldChar w:fldCharType="separate"/>
        </w:r>
        <w:r w:rsidR="00F7465E">
          <w:rPr>
            <w:noProof/>
            <w:webHidden/>
          </w:rPr>
          <w:t>4</w:t>
        </w:r>
        <w:r w:rsidR="00F7465E">
          <w:rPr>
            <w:noProof/>
            <w:webHidden/>
          </w:rPr>
          <w:fldChar w:fldCharType="end"/>
        </w:r>
      </w:hyperlink>
    </w:p>
    <w:p w14:paraId="3A40F799" w14:textId="77777777" w:rsidR="00F7465E" w:rsidRDefault="001C5265">
      <w:pPr>
        <w:pStyle w:val="TOC3"/>
        <w:tabs>
          <w:tab w:val="left" w:pos="1320"/>
          <w:tab w:val="right" w:leader="dot" w:pos="9350"/>
        </w:tabs>
        <w:rPr>
          <w:rFonts w:asciiTheme="minorHAnsi" w:eastAsiaTheme="minorEastAsia" w:hAnsiTheme="minorHAnsi" w:cstheme="minorBidi"/>
          <w:noProof/>
          <w:szCs w:val="22"/>
        </w:rPr>
      </w:pPr>
      <w:hyperlink w:anchor="_Toc384028832" w:history="1">
        <w:r w:rsidR="00F7465E" w:rsidRPr="002D6D20">
          <w:rPr>
            <w:rStyle w:val="Hyperlink"/>
            <w:noProof/>
          </w:rPr>
          <w:t>2.3.4</w:t>
        </w:r>
        <w:r w:rsidR="00F7465E">
          <w:rPr>
            <w:rFonts w:asciiTheme="minorHAnsi" w:eastAsiaTheme="minorEastAsia" w:hAnsiTheme="minorHAnsi" w:cstheme="minorBidi"/>
            <w:noProof/>
            <w:szCs w:val="22"/>
          </w:rPr>
          <w:tab/>
        </w:r>
        <w:r w:rsidR="00F7465E" w:rsidRPr="002D6D20">
          <w:rPr>
            <w:rStyle w:val="Hyperlink"/>
            <w:noProof/>
          </w:rPr>
          <w:t>Common Components</w:t>
        </w:r>
        <w:r w:rsidR="00F7465E">
          <w:rPr>
            <w:noProof/>
            <w:webHidden/>
          </w:rPr>
          <w:tab/>
        </w:r>
        <w:r w:rsidR="00F7465E">
          <w:rPr>
            <w:noProof/>
            <w:webHidden/>
          </w:rPr>
          <w:fldChar w:fldCharType="begin"/>
        </w:r>
        <w:r w:rsidR="00F7465E">
          <w:rPr>
            <w:noProof/>
            <w:webHidden/>
          </w:rPr>
          <w:instrText xml:space="preserve"> PAGEREF _Toc384028832 \h </w:instrText>
        </w:r>
        <w:r w:rsidR="00F7465E">
          <w:rPr>
            <w:noProof/>
            <w:webHidden/>
          </w:rPr>
        </w:r>
        <w:r w:rsidR="00F7465E">
          <w:rPr>
            <w:noProof/>
            <w:webHidden/>
          </w:rPr>
          <w:fldChar w:fldCharType="separate"/>
        </w:r>
        <w:r w:rsidR="00F7465E">
          <w:rPr>
            <w:noProof/>
            <w:webHidden/>
          </w:rPr>
          <w:t>5</w:t>
        </w:r>
        <w:r w:rsidR="00F7465E">
          <w:rPr>
            <w:noProof/>
            <w:webHidden/>
          </w:rPr>
          <w:fldChar w:fldCharType="end"/>
        </w:r>
      </w:hyperlink>
    </w:p>
    <w:p w14:paraId="696785CA" w14:textId="77777777" w:rsidR="00F7465E" w:rsidRDefault="001C5265">
      <w:pPr>
        <w:pStyle w:val="TOC3"/>
        <w:tabs>
          <w:tab w:val="left" w:pos="1320"/>
          <w:tab w:val="right" w:leader="dot" w:pos="9350"/>
        </w:tabs>
        <w:rPr>
          <w:rFonts w:asciiTheme="minorHAnsi" w:eastAsiaTheme="minorEastAsia" w:hAnsiTheme="minorHAnsi" w:cstheme="minorBidi"/>
          <w:noProof/>
          <w:szCs w:val="22"/>
        </w:rPr>
      </w:pPr>
      <w:hyperlink w:anchor="_Toc384028833" w:history="1">
        <w:r w:rsidR="00F7465E" w:rsidRPr="002D6D20">
          <w:rPr>
            <w:rStyle w:val="Hyperlink"/>
            <w:noProof/>
          </w:rPr>
          <w:t>2.3.5</w:t>
        </w:r>
        <w:r w:rsidR="00F7465E">
          <w:rPr>
            <w:rFonts w:asciiTheme="minorHAnsi" w:eastAsiaTheme="minorEastAsia" w:hAnsiTheme="minorHAnsi" w:cstheme="minorBidi"/>
            <w:noProof/>
            <w:szCs w:val="22"/>
          </w:rPr>
          <w:tab/>
        </w:r>
        <w:r w:rsidR="00F7465E" w:rsidRPr="002D6D20">
          <w:rPr>
            <w:rStyle w:val="Hyperlink"/>
            <w:noProof/>
          </w:rPr>
          <w:t>Portability</w:t>
        </w:r>
        <w:r w:rsidR="00F7465E">
          <w:rPr>
            <w:noProof/>
            <w:webHidden/>
          </w:rPr>
          <w:tab/>
        </w:r>
        <w:r w:rsidR="00F7465E">
          <w:rPr>
            <w:noProof/>
            <w:webHidden/>
          </w:rPr>
          <w:fldChar w:fldCharType="begin"/>
        </w:r>
        <w:r w:rsidR="00F7465E">
          <w:rPr>
            <w:noProof/>
            <w:webHidden/>
          </w:rPr>
          <w:instrText xml:space="preserve"> PAGEREF _Toc384028833 \h </w:instrText>
        </w:r>
        <w:r w:rsidR="00F7465E">
          <w:rPr>
            <w:noProof/>
            <w:webHidden/>
          </w:rPr>
        </w:r>
        <w:r w:rsidR="00F7465E">
          <w:rPr>
            <w:noProof/>
            <w:webHidden/>
          </w:rPr>
          <w:fldChar w:fldCharType="separate"/>
        </w:r>
        <w:r w:rsidR="00F7465E">
          <w:rPr>
            <w:noProof/>
            <w:webHidden/>
          </w:rPr>
          <w:t>5</w:t>
        </w:r>
        <w:r w:rsidR="00F7465E">
          <w:rPr>
            <w:noProof/>
            <w:webHidden/>
          </w:rPr>
          <w:fldChar w:fldCharType="end"/>
        </w:r>
      </w:hyperlink>
    </w:p>
    <w:p w14:paraId="43849516" w14:textId="77777777" w:rsidR="00F7465E" w:rsidRDefault="001C5265">
      <w:pPr>
        <w:pStyle w:val="TOC3"/>
        <w:tabs>
          <w:tab w:val="left" w:pos="1320"/>
          <w:tab w:val="right" w:leader="dot" w:pos="9350"/>
        </w:tabs>
        <w:rPr>
          <w:rFonts w:asciiTheme="minorHAnsi" w:eastAsiaTheme="minorEastAsia" w:hAnsiTheme="minorHAnsi" w:cstheme="minorBidi"/>
          <w:noProof/>
          <w:szCs w:val="22"/>
        </w:rPr>
      </w:pPr>
      <w:hyperlink w:anchor="_Toc384028834" w:history="1">
        <w:r w:rsidR="00F7465E" w:rsidRPr="002D6D20">
          <w:rPr>
            <w:rStyle w:val="Hyperlink"/>
            <w:noProof/>
          </w:rPr>
          <w:t>2.3.6</w:t>
        </w:r>
        <w:r w:rsidR="00F7465E">
          <w:rPr>
            <w:rFonts w:asciiTheme="minorHAnsi" w:eastAsiaTheme="minorEastAsia" w:hAnsiTheme="minorHAnsi" w:cstheme="minorBidi"/>
            <w:noProof/>
            <w:szCs w:val="22"/>
          </w:rPr>
          <w:tab/>
        </w:r>
        <w:r w:rsidR="00F7465E" w:rsidRPr="002D6D20">
          <w:rPr>
            <w:rStyle w:val="Hyperlink"/>
            <w:noProof/>
          </w:rPr>
          <w:t>Capacity</w:t>
        </w:r>
        <w:r w:rsidR="00F7465E">
          <w:rPr>
            <w:noProof/>
            <w:webHidden/>
          </w:rPr>
          <w:tab/>
        </w:r>
        <w:r w:rsidR="00F7465E">
          <w:rPr>
            <w:noProof/>
            <w:webHidden/>
          </w:rPr>
          <w:fldChar w:fldCharType="begin"/>
        </w:r>
        <w:r w:rsidR="00F7465E">
          <w:rPr>
            <w:noProof/>
            <w:webHidden/>
          </w:rPr>
          <w:instrText xml:space="preserve"> PAGEREF _Toc384028834 \h </w:instrText>
        </w:r>
        <w:r w:rsidR="00F7465E">
          <w:rPr>
            <w:noProof/>
            <w:webHidden/>
          </w:rPr>
        </w:r>
        <w:r w:rsidR="00F7465E">
          <w:rPr>
            <w:noProof/>
            <w:webHidden/>
          </w:rPr>
          <w:fldChar w:fldCharType="separate"/>
        </w:r>
        <w:r w:rsidR="00F7465E">
          <w:rPr>
            <w:noProof/>
            <w:webHidden/>
          </w:rPr>
          <w:t>5</w:t>
        </w:r>
        <w:r w:rsidR="00F7465E">
          <w:rPr>
            <w:noProof/>
            <w:webHidden/>
          </w:rPr>
          <w:fldChar w:fldCharType="end"/>
        </w:r>
      </w:hyperlink>
    </w:p>
    <w:p w14:paraId="50584CC0" w14:textId="77777777" w:rsidR="00F7465E" w:rsidRDefault="001C5265">
      <w:pPr>
        <w:pStyle w:val="TOC3"/>
        <w:tabs>
          <w:tab w:val="left" w:pos="1320"/>
          <w:tab w:val="right" w:leader="dot" w:pos="9350"/>
        </w:tabs>
        <w:rPr>
          <w:rFonts w:asciiTheme="minorHAnsi" w:eastAsiaTheme="minorEastAsia" w:hAnsiTheme="minorHAnsi" w:cstheme="minorBidi"/>
          <w:noProof/>
          <w:szCs w:val="22"/>
        </w:rPr>
      </w:pPr>
      <w:hyperlink w:anchor="_Toc384028835" w:history="1">
        <w:r w:rsidR="00F7465E" w:rsidRPr="002D6D20">
          <w:rPr>
            <w:rStyle w:val="Hyperlink"/>
            <w:noProof/>
          </w:rPr>
          <w:t>2.3.7</w:t>
        </w:r>
        <w:r w:rsidR="00F7465E">
          <w:rPr>
            <w:rFonts w:asciiTheme="minorHAnsi" w:eastAsiaTheme="minorEastAsia" w:hAnsiTheme="minorHAnsi" w:cstheme="minorBidi"/>
            <w:noProof/>
            <w:szCs w:val="22"/>
          </w:rPr>
          <w:tab/>
        </w:r>
        <w:r w:rsidR="00F7465E" w:rsidRPr="002D6D20">
          <w:rPr>
            <w:rStyle w:val="Hyperlink"/>
            <w:noProof/>
          </w:rPr>
          <w:t>Performance</w:t>
        </w:r>
        <w:r w:rsidR="00F7465E">
          <w:rPr>
            <w:noProof/>
            <w:webHidden/>
          </w:rPr>
          <w:tab/>
        </w:r>
        <w:r w:rsidR="00F7465E">
          <w:rPr>
            <w:noProof/>
            <w:webHidden/>
          </w:rPr>
          <w:fldChar w:fldCharType="begin"/>
        </w:r>
        <w:r w:rsidR="00F7465E">
          <w:rPr>
            <w:noProof/>
            <w:webHidden/>
          </w:rPr>
          <w:instrText xml:space="preserve"> PAGEREF _Toc384028835 \h </w:instrText>
        </w:r>
        <w:r w:rsidR="00F7465E">
          <w:rPr>
            <w:noProof/>
            <w:webHidden/>
          </w:rPr>
        </w:r>
        <w:r w:rsidR="00F7465E">
          <w:rPr>
            <w:noProof/>
            <w:webHidden/>
          </w:rPr>
          <w:fldChar w:fldCharType="separate"/>
        </w:r>
        <w:r w:rsidR="00F7465E">
          <w:rPr>
            <w:noProof/>
            <w:webHidden/>
          </w:rPr>
          <w:t>5</w:t>
        </w:r>
        <w:r w:rsidR="00F7465E">
          <w:rPr>
            <w:noProof/>
            <w:webHidden/>
          </w:rPr>
          <w:fldChar w:fldCharType="end"/>
        </w:r>
      </w:hyperlink>
    </w:p>
    <w:p w14:paraId="668540D5" w14:textId="77777777" w:rsidR="00F7465E" w:rsidRDefault="001C5265">
      <w:pPr>
        <w:pStyle w:val="TOC3"/>
        <w:tabs>
          <w:tab w:val="left" w:pos="1320"/>
          <w:tab w:val="right" w:leader="dot" w:pos="9350"/>
        </w:tabs>
        <w:rPr>
          <w:rFonts w:asciiTheme="minorHAnsi" w:eastAsiaTheme="minorEastAsia" w:hAnsiTheme="minorHAnsi" w:cstheme="minorBidi"/>
          <w:noProof/>
          <w:szCs w:val="22"/>
        </w:rPr>
      </w:pPr>
      <w:hyperlink w:anchor="_Toc384028836" w:history="1">
        <w:r w:rsidR="00F7465E" w:rsidRPr="002D6D20">
          <w:rPr>
            <w:rStyle w:val="Hyperlink"/>
            <w:noProof/>
          </w:rPr>
          <w:t>2.3.8</w:t>
        </w:r>
        <w:r w:rsidR="00F7465E">
          <w:rPr>
            <w:rFonts w:asciiTheme="minorHAnsi" w:eastAsiaTheme="minorEastAsia" w:hAnsiTheme="minorHAnsi" w:cstheme="minorBidi"/>
            <w:noProof/>
            <w:szCs w:val="22"/>
          </w:rPr>
          <w:tab/>
        </w:r>
        <w:r w:rsidR="00F7465E" w:rsidRPr="002D6D20">
          <w:rPr>
            <w:rStyle w:val="Hyperlink"/>
            <w:noProof/>
          </w:rPr>
          <w:t>Availability and Reliability</w:t>
        </w:r>
        <w:r w:rsidR="00F7465E">
          <w:rPr>
            <w:noProof/>
            <w:webHidden/>
          </w:rPr>
          <w:tab/>
        </w:r>
        <w:r w:rsidR="00F7465E">
          <w:rPr>
            <w:noProof/>
            <w:webHidden/>
          </w:rPr>
          <w:fldChar w:fldCharType="begin"/>
        </w:r>
        <w:r w:rsidR="00F7465E">
          <w:rPr>
            <w:noProof/>
            <w:webHidden/>
          </w:rPr>
          <w:instrText xml:space="preserve"> PAGEREF _Toc384028836 \h </w:instrText>
        </w:r>
        <w:r w:rsidR="00F7465E">
          <w:rPr>
            <w:noProof/>
            <w:webHidden/>
          </w:rPr>
        </w:r>
        <w:r w:rsidR="00F7465E">
          <w:rPr>
            <w:noProof/>
            <w:webHidden/>
          </w:rPr>
          <w:fldChar w:fldCharType="separate"/>
        </w:r>
        <w:r w:rsidR="00F7465E">
          <w:rPr>
            <w:noProof/>
            <w:webHidden/>
          </w:rPr>
          <w:t>5</w:t>
        </w:r>
        <w:r w:rsidR="00F7465E">
          <w:rPr>
            <w:noProof/>
            <w:webHidden/>
          </w:rPr>
          <w:fldChar w:fldCharType="end"/>
        </w:r>
      </w:hyperlink>
    </w:p>
    <w:p w14:paraId="2115187A" w14:textId="77777777" w:rsidR="00F7465E" w:rsidRDefault="001C5265">
      <w:pPr>
        <w:pStyle w:val="TOC3"/>
        <w:tabs>
          <w:tab w:val="left" w:pos="1320"/>
          <w:tab w:val="right" w:leader="dot" w:pos="9350"/>
        </w:tabs>
        <w:rPr>
          <w:rFonts w:asciiTheme="minorHAnsi" w:eastAsiaTheme="minorEastAsia" w:hAnsiTheme="minorHAnsi" w:cstheme="minorBidi"/>
          <w:noProof/>
          <w:szCs w:val="22"/>
        </w:rPr>
      </w:pPr>
      <w:hyperlink w:anchor="_Toc384028837" w:history="1">
        <w:r w:rsidR="00F7465E" w:rsidRPr="002D6D20">
          <w:rPr>
            <w:rStyle w:val="Hyperlink"/>
            <w:noProof/>
          </w:rPr>
          <w:t>2.3.9</w:t>
        </w:r>
        <w:r w:rsidR="00F7465E">
          <w:rPr>
            <w:rFonts w:asciiTheme="minorHAnsi" w:eastAsiaTheme="minorEastAsia" w:hAnsiTheme="minorHAnsi" w:cstheme="minorBidi"/>
            <w:noProof/>
            <w:szCs w:val="22"/>
          </w:rPr>
          <w:tab/>
        </w:r>
        <w:r w:rsidR="00F7465E" w:rsidRPr="002D6D20">
          <w:rPr>
            <w:rStyle w:val="Hyperlink"/>
            <w:noProof/>
          </w:rPr>
          <w:t>Scalability</w:t>
        </w:r>
        <w:r w:rsidR="00F7465E">
          <w:rPr>
            <w:noProof/>
            <w:webHidden/>
          </w:rPr>
          <w:tab/>
        </w:r>
        <w:r w:rsidR="00F7465E">
          <w:rPr>
            <w:noProof/>
            <w:webHidden/>
          </w:rPr>
          <w:fldChar w:fldCharType="begin"/>
        </w:r>
        <w:r w:rsidR="00F7465E">
          <w:rPr>
            <w:noProof/>
            <w:webHidden/>
          </w:rPr>
          <w:instrText xml:space="preserve"> PAGEREF _Toc384028837 \h </w:instrText>
        </w:r>
        <w:r w:rsidR="00F7465E">
          <w:rPr>
            <w:noProof/>
            <w:webHidden/>
          </w:rPr>
        </w:r>
        <w:r w:rsidR="00F7465E">
          <w:rPr>
            <w:noProof/>
            <w:webHidden/>
          </w:rPr>
          <w:fldChar w:fldCharType="separate"/>
        </w:r>
        <w:r w:rsidR="00F7465E">
          <w:rPr>
            <w:noProof/>
            <w:webHidden/>
          </w:rPr>
          <w:t>5</w:t>
        </w:r>
        <w:r w:rsidR="00F7465E">
          <w:rPr>
            <w:noProof/>
            <w:webHidden/>
          </w:rPr>
          <w:fldChar w:fldCharType="end"/>
        </w:r>
      </w:hyperlink>
    </w:p>
    <w:p w14:paraId="4158C5C7" w14:textId="77777777" w:rsidR="00F7465E" w:rsidRDefault="001C5265">
      <w:pPr>
        <w:pStyle w:val="TOC3"/>
        <w:tabs>
          <w:tab w:val="left" w:pos="1320"/>
          <w:tab w:val="right" w:leader="dot" w:pos="9350"/>
        </w:tabs>
        <w:rPr>
          <w:rFonts w:asciiTheme="minorHAnsi" w:eastAsiaTheme="minorEastAsia" w:hAnsiTheme="minorHAnsi" w:cstheme="minorBidi"/>
          <w:noProof/>
          <w:szCs w:val="22"/>
        </w:rPr>
      </w:pPr>
      <w:hyperlink w:anchor="_Toc384028838" w:history="1">
        <w:r w:rsidR="00F7465E" w:rsidRPr="002D6D20">
          <w:rPr>
            <w:rStyle w:val="Hyperlink"/>
            <w:noProof/>
          </w:rPr>
          <w:t>2.3.10</w:t>
        </w:r>
        <w:r w:rsidR="00F7465E">
          <w:rPr>
            <w:rFonts w:asciiTheme="minorHAnsi" w:eastAsiaTheme="minorEastAsia" w:hAnsiTheme="minorHAnsi" w:cstheme="minorBidi"/>
            <w:noProof/>
            <w:szCs w:val="22"/>
          </w:rPr>
          <w:tab/>
        </w:r>
        <w:r w:rsidR="00F7465E" w:rsidRPr="002D6D20">
          <w:rPr>
            <w:rStyle w:val="Hyperlink"/>
            <w:noProof/>
          </w:rPr>
          <w:t>System Management, Monitoring, and Administration</w:t>
        </w:r>
        <w:r w:rsidR="00F7465E">
          <w:rPr>
            <w:noProof/>
            <w:webHidden/>
          </w:rPr>
          <w:tab/>
        </w:r>
        <w:r w:rsidR="00F7465E">
          <w:rPr>
            <w:noProof/>
            <w:webHidden/>
          </w:rPr>
          <w:fldChar w:fldCharType="begin"/>
        </w:r>
        <w:r w:rsidR="00F7465E">
          <w:rPr>
            <w:noProof/>
            <w:webHidden/>
          </w:rPr>
          <w:instrText xml:space="preserve"> PAGEREF _Toc384028838 \h </w:instrText>
        </w:r>
        <w:r w:rsidR="00F7465E">
          <w:rPr>
            <w:noProof/>
            <w:webHidden/>
          </w:rPr>
        </w:r>
        <w:r w:rsidR="00F7465E">
          <w:rPr>
            <w:noProof/>
            <w:webHidden/>
          </w:rPr>
          <w:fldChar w:fldCharType="separate"/>
        </w:r>
        <w:r w:rsidR="00F7465E">
          <w:rPr>
            <w:noProof/>
            <w:webHidden/>
          </w:rPr>
          <w:t>6</w:t>
        </w:r>
        <w:r w:rsidR="00F7465E">
          <w:rPr>
            <w:noProof/>
            <w:webHidden/>
          </w:rPr>
          <w:fldChar w:fldCharType="end"/>
        </w:r>
      </w:hyperlink>
    </w:p>
    <w:p w14:paraId="05A84BBF" w14:textId="77777777" w:rsidR="00F7465E" w:rsidRDefault="001C5265">
      <w:pPr>
        <w:pStyle w:val="TOC3"/>
        <w:tabs>
          <w:tab w:val="left" w:pos="1320"/>
          <w:tab w:val="right" w:leader="dot" w:pos="9350"/>
        </w:tabs>
        <w:rPr>
          <w:rFonts w:asciiTheme="minorHAnsi" w:eastAsiaTheme="minorEastAsia" w:hAnsiTheme="minorHAnsi" w:cstheme="minorBidi"/>
          <w:noProof/>
          <w:szCs w:val="22"/>
        </w:rPr>
      </w:pPr>
      <w:hyperlink w:anchor="_Toc384028839" w:history="1">
        <w:r w:rsidR="00F7465E" w:rsidRPr="002D6D20">
          <w:rPr>
            <w:rStyle w:val="Hyperlink"/>
            <w:noProof/>
          </w:rPr>
          <w:t>2.3.11</w:t>
        </w:r>
        <w:r w:rsidR="00F7465E">
          <w:rPr>
            <w:rFonts w:asciiTheme="minorHAnsi" w:eastAsiaTheme="minorEastAsia" w:hAnsiTheme="minorHAnsi" w:cstheme="minorBidi"/>
            <w:noProof/>
            <w:szCs w:val="22"/>
          </w:rPr>
          <w:tab/>
        </w:r>
        <w:r w:rsidR="00F7465E" w:rsidRPr="002D6D20">
          <w:rPr>
            <w:rStyle w:val="Hyperlink"/>
            <w:noProof/>
          </w:rPr>
          <w:t>BC/DR and COOP</w:t>
        </w:r>
        <w:r w:rsidR="00F7465E">
          <w:rPr>
            <w:noProof/>
            <w:webHidden/>
          </w:rPr>
          <w:tab/>
        </w:r>
        <w:r w:rsidR="00F7465E">
          <w:rPr>
            <w:noProof/>
            <w:webHidden/>
          </w:rPr>
          <w:fldChar w:fldCharType="begin"/>
        </w:r>
        <w:r w:rsidR="00F7465E">
          <w:rPr>
            <w:noProof/>
            <w:webHidden/>
          </w:rPr>
          <w:instrText xml:space="preserve"> PAGEREF _Toc384028839 \h </w:instrText>
        </w:r>
        <w:r w:rsidR="00F7465E">
          <w:rPr>
            <w:noProof/>
            <w:webHidden/>
          </w:rPr>
        </w:r>
        <w:r w:rsidR="00F7465E">
          <w:rPr>
            <w:noProof/>
            <w:webHidden/>
          </w:rPr>
          <w:fldChar w:fldCharType="separate"/>
        </w:r>
        <w:r w:rsidR="00F7465E">
          <w:rPr>
            <w:noProof/>
            <w:webHidden/>
          </w:rPr>
          <w:t>6</w:t>
        </w:r>
        <w:r w:rsidR="00F7465E">
          <w:rPr>
            <w:noProof/>
            <w:webHidden/>
          </w:rPr>
          <w:fldChar w:fldCharType="end"/>
        </w:r>
      </w:hyperlink>
    </w:p>
    <w:p w14:paraId="246E99CF" w14:textId="77777777" w:rsidR="00F7465E" w:rsidRDefault="001C5265">
      <w:pPr>
        <w:pStyle w:val="TOC3"/>
        <w:tabs>
          <w:tab w:val="left" w:pos="1320"/>
          <w:tab w:val="right" w:leader="dot" w:pos="9350"/>
        </w:tabs>
        <w:rPr>
          <w:rFonts w:asciiTheme="minorHAnsi" w:eastAsiaTheme="minorEastAsia" w:hAnsiTheme="minorHAnsi" w:cstheme="minorBidi"/>
          <w:noProof/>
          <w:szCs w:val="22"/>
        </w:rPr>
      </w:pPr>
      <w:hyperlink w:anchor="_Toc384028840" w:history="1">
        <w:r w:rsidR="00F7465E" w:rsidRPr="002D6D20">
          <w:rPr>
            <w:rStyle w:val="Hyperlink"/>
            <w:noProof/>
          </w:rPr>
          <w:t>2.3.12</w:t>
        </w:r>
        <w:r w:rsidR="00F7465E">
          <w:rPr>
            <w:rFonts w:asciiTheme="minorHAnsi" w:eastAsiaTheme="minorEastAsia" w:hAnsiTheme="minorHAnsi" w:cstheme="minorBidi"/>
            <w:noProof/>
            <w:szCs w:val="22"/>
          </w:rPr>
          <w:tab/>
        </w:r>
        <w:r w:rsidR="00F7465E" w:rsidRPr="002D6D20">
          <w:rPr>
            <w:rStyle w:val="Hyperlink"/>
            <w:noProof/>
          </w:rPr>
          <w:t>Other Solution Architecture Attributes</w:t>
        </w:r>
        <w:r w:rsidR="00F7465E">
          <w:rPr>
            <w:noProof/>
            <w:webHidden/>
          </w:rPr>
          <w:tab/>
        </w:r>
        <w:r w:rsidR="00F7465E">
          <w:rPr>
            <w:noProof/>
            <w:webHidden/>
          </w:rPr>
          <w:fldChar w:fldCharType="begin"/>
        </w:r>
        <w:r w:rsidR="00F7465E">
          <w:rPr>
            <w:noProof/>
            <w:webHidden/>
          </w:rPr>
          <w:instrText xml:space="preserve"> PAGEREF _Toc384028840 \h </w:instrText>
        </w:r>
        <w:r w:rsidR="00F7465E">
          <w:rPr>
            <w:noProof/>
            <w:webHidden/>
          </w:rPr>
        </w:r>
        <w:r w:rsidR="00F7465E">
          <w:rPr>
            <w:noProof/>
            <w:webHidden/>
          </w:rPr>
          <w:fldChar w:fldCharType="separate"/>
        </w:r>
        <w:r w:rsidR="00F7465E">
          <w:rPr>
            <w:noProof/>
            <w:webHidden/>
          </w:rPr>
          <w:t>6</w:t>
        </w:r>
        <w:r w:rsidR="00F7465E">
          <w:rPr>
            <w:noProof/>
            <w:webHidden/>
          </w:rPr>
          <w:fldChar w:fldCharType="end"/>
        </w:r>
      </w:hyperlink>
    </w:p>
    <w:p w14:paraId="420F4F40" w14:textId="77777777" w:rsidR="00F7465E" w:rsidRDefault="001C5265">
      <w:pPr>
        <w:pStyle w:val="TOC1"/>
        <w:tabs>
          <w:tab w:val="left" w:pos="480"/>
        </w:tabs>
        <w:rPr>
          <w:rFonts w:asciiTheme="minorHAnsi" w:eastAsiaTheme="minorEastAsia" w:hAnsiTheme="minorHAnsi" w:cstheme="minorBidi"/>
          <w:noProof/>
          <w:szCs w:val="22"/>
        </w:rPr>
      </w:pPr>
      <w:hyperlink w:anchor="_Toc384028841" w:history="1">
        <w:r w:rsidR="00F7465E" w:rsidRPr="002D6D20">
          <w:rPr>
            <w:rStyle w:val="Hyperlink"/>
            <w:noProof/>
          </w:rPr>
          <w:t>3.</w:t>
        </w:r>
        <w:r w:rsidR="00F7465E">
          <w:rPr>
            <w:rFonts w:asciiTheme="minorHAnsi" w:eastAsiaTheme="minorEastAsia" w:hAnsiTheme="minorHAnsi" w:cstheme="minorBidi"/>
            <w:noProof/>
            <w:szCs w:val="22"/>
          </w:rPr>
          <w:tab/>
        </w:r>
        <w:r w:rsidR="00F7465E" w:rsidRPr="002D6D20">
          <w:rPr>
            <w:rStyle w:val="Hyperlink"/>
            <w:noProof/>
          </w:rPr>
          <w:t>Application Architecture</w:t>
        </w:r>
        <w:r w:rsidR="00F7465E">
          <w:rPr>
            <w:noProof/>
            <w:webHidden/>
          </w:rPr>
          <w:tab/>
        </w:r>
        <w:r w:rsidR="00F7465E">
          <w:rPr>
            <w:noProof/>
            <w:webHidden/>
          </w:rPr>
          <w:fldChar w:fldCharType="begin"/>
        </w:r>
        <w:r w:rsidR="00F7465E">
          <w:rPr>
            <w:noProof/>
            <w:webHidden/>
          </w:rPr>
          <w:instrText xml:space="preserve"> PAGEREF _Toc384028841 \h </w:instrText>
        </w:r>
        <w:r w:rsidR="00F7465E">
          <w:rPr>
            <w:noProof/>
            <w:webHidden/>
          </w:rPr>
        </w:r>
        <w:r w:rsidR="00F7465E">
          <w:rPr>
            <w:noProof/>
            <w:webHidden/>
          </w:rPr>
          <w:fldChar w:fldCharType="separate"/>
        </w:r>
        <w:r w:rsidR="00F7465E">
          <w:rPr>
            <w:noProof/>
            <w:webHidden/>
          </w:rPr>
          <w:t>7</w:t>
        </w:r>
        <w:r w:rsidR="00F7465E">
          <w:rPr>
            <w:noProof/>
            <w:webHidden/>
          </w:rPr>
          <w:fldChar w:fldCharType="end"/>
        </w:r>
      </w:hyperlink>
    </w:p>
    <w:p w14:paraId="606014CD" w14:textId="77777777" w:rsidR="00F7465E" w:rsidRDefault="001C5265">
      <w:pPr>
        <w:pStyle w:val="TOC2"/>
        <w:tabs>
          <w:tab w:val="left" w:pos="880"/>
          <w:tab w:val="right" w:leader="dot" w:pos="9350"/>
        </w:tabs>
        <w:rPr>
          <w:rFonts w:asciiTheme="minorHAnsi" w:eastAsiaTheme="minorEastAsia" w:hAnsiTheme="minorHAnsi" w:cstheme="minorBidi"/>
          <w:noProof/>
          <w:szCs w:val="22"/>
        </w:rPr>
      </w:pPr>
      <w:hyperlink w:anchor="_Toc384028842" w:history="1">
        <w:r w:rsidR="00F7465E" w:rsidRPr="002D6D20">
          <w:rPr>
            <w:rStyle w:val="Hyperlink"/>
            <w:noProof/>
          </w:rPr>
          <w:t>3.1</w:t>
        </w:r>
        <w:r w:rsidR="00F7465E">
          <w:rPr>
            <w:rFonts w:asciiTheme="minorHAnsi" w:eastAsiaTheme="minorEastAsia" w:hAnsiTheme="minorHAnsi" w:cstheme="minorBidi"/>
            <w:noProof/>
            <w:szCs w:val="22"/>
          </w:rPr>
          <w:tab/>
        </w:r>
        <w:r w:rsidR="00F7465E" w:rsidRPr="002D6D20">
          <w:rPr>
            <w:rStyle w:val="Hyperlink"/>
            <w:noProof/>
          </w:rPr>
          <w:t>The System Architecture</w:t>
        </w:r>
        <w:r w:rsidR="00F7465E">
          <w:rPr>
            <w:noProof/>
            <w:webHidden/>
          </w:rPr>
          <w:tab/>
        </w:r>
        <w:r w:rsidR="00F7465E">
          <w:rPr>
            <w:noProof/>
            <w:webHidden/>
          </w:rPr>
          <w:fldChar w:fldCharType="begin"/>
        </w:r>
        <w:r w:rsidR="00F7465E">
          <w:rPr>
            <w:noProof/>
            <w:webHidden/>
          </w:rPr>
          <w:instrText xml:space="preserve"> PAGEREF _Toc384028842 \h </w:instrText>
        </w:r>
        <w:r w:rsidR="00F7465E">
          <w:rPr>
            <w:noProof/>
            <w:webHidden/>
          </w:rPr>
        </w:r>
        <w:r w:rsidR="00F7465E">
          <w:rPr>
            <w:noProof/>
            <w:webHidden/>
          </w:rPr>
          <w:fldChar w:fldCharType="separate"/>
        </w:r>
        <w:r w:rsidR="00F7465E">
          <w:rPr>
            <w:noProof/>
            <w:webHidden/>
          </w:rPr>
          <w:t>7</w:t>
        </w:r>
        <w:r w:rsidR="00F7465E">
          <w:rPr>
            <w:noProof/>
            <w:webHidden/>
          </w:rPr>
          <w:fldChar w:fldCharType="end"/>
        </w:r>
      </w:hyperlink>
    </w:p>
    <w:p w14:paraId="610AF268" w14:textId="77777777" w:rsidR="00F7465E" w:rsidRDefault="001C5265">
      <w:pPr>
        <w:pStyle w:val="TOC2"/>
        <w:tabs>
          <w:tab w:val="left" w:pos="880"/>
          <w:tab w:val="right" w:leader="dot" w:pos="9350"/>
        </w:tabs>
        <w:rPr>
          <w:rFonts w:asciiTheme="minorHAnsi" w:eastAsiaTheme="minorEastAsia" w:hAnsiTheme="minorHAnsi" w:cstheme="minorBidi"/>
          <w:noProof/>
          <w:szCs w:val="22"/>
        </w:rPr>
      </w:pPr>
      <w:hyperlink w:anchor="_Toc384028843" w:history="1">
        <w:r w:rsidR="00F7465E" w:rsidRPr="002D6D20">
          <w:rPr>
            <w:rStyle w:val="Hyperlink"/>
            <w:noProof/>
          </w:rPr>
          <w:t>3.2</w:t>
        </w:r>
        <w:r w:rsidR="00F7465E">
          <w:rPr>
            <w:rFonts w:asciiTheme="minorHAnsi" w:eastAsiaTheme="minorEastAsia" w:hAnsiTheme="minorHAnsi" w:cstheme="minorBidi"/>
            <w:noProof/>
            <w:szCs w:val="22"/>
          </w:rPr>
          <w:tab/>
        </w:r>
        <w:r w:rsidR="00F7465E" w:rsidRPr="002D6D20">
          <w:rPr>
            <w:rStyle w:val="Hyperlink"/>
            <w:noProof/>
          </w:rPr>
          <w:t>Application Layer</w:t>
        </w:r>
        <w:r w:rsidR="00F7465E">
          <w:rPr>
            <w:noProof/>
            <w:webHidden/>
          </w:rPr>
          <w:tab/>
        </w:r>
        <w:r w:rsidR="00F7465E">
          <w:rPr>
            <w:noProof/>
            <w:webHidden/>
          </w:rPr>
          <w:fldChar w:fldCharType="begin"/>
        </w:r>
        <w:r w:rsidR="00F7465E">
          <w:rPr>
            <w:noProof/>
            <w:webHidden/>
          </w:rPr>
          <w:instrText xml:space="preserve"> PAGEREF _Toc384028843 \h </w:instrText>
        </w:r>
        <w:r w:rsidR="00F7465E">
          <w:rPr>
            <w:noProof/>
            <w:webHidden/>
          </w:rPr>
        </w:r>
        <w:r w:rsidR="00F7465E">
          <w:rPr>
            <w:noProof/>
            <w:webHidden/>
          </w:rPr>
          <w:fldChar w:fldCharType="separate"/>
        </w:r>
        <w:r w:rsidR="00F7465E">
          <w:rPr>
            <w:noProof/>
            <w:webHidden/>
          </w:rPr>
          <w:t>7</w:t>
        </w:r>
        <w:r w:rsidR="00F7465E">
          <w:rPr>
            <w:noProof/>
            <w:webHidden/>
          </w:rPr>
          <w:fldChar w:fldCharType="end"/>
        </w:r>
      </w:hyperlink>
    </w:p>
    <w:p w14:paraId="7C027C3C" w14:textId="77777777" w:rsidR="00F7465E" w:rsidRDefault="001C5265">
      <w:pPr>
        <w:pStyle w:val="TOC2"/>
        <w:tabs>
          <w:tab w:val="left" w:pos="880"/>
          <w:tab w:val="right" w:leader="dot" w:pos="9350"/>
        </w:tabs>
        <w:rPr>
          <w:rFonts w:asciiTheme="minorHAnsi" w:eastAsiaTheme="minorEastAsia" w:hAnsiTheme="minorHAnsi" w:cstheme="minorBidi"/>
          <w:noProof/>
          <w:szCs w:val="22"/>
        </w:rPr>
      </w:pPr>
      <w:hyperlink w:anchor="_Toc384028844" w:history="1">
        <w:r w:rsidR="00F7465E" w:rsidRPr="002D6D20">
          <w:rPr>
            <w:rStyle w:val="Hyperlink"/>
            <w:noProof/>
          </w:rPr>
          <w:t>3.3</w:t>
        </w:r>
        <w:r w:rsidR="00F7465E">
          <w:rPr>
            <w:rFonts w:asciiTheme="minorHAnsi" w:eastAsiaTheme="minorEastAsia" w:hAnsiTheme="minorHAnsi" w:cstheme="minorBidi"/>
            <w:noProof/>
            <w:szCs w:val="22"/>
          </w:rPr>
          <w:tab/>
        </w:r>
        <w:r w:rsidR="00F7465E" w:rsidRPr="002D6D20">
          <w:rPr>
            <w:rStyle w:val="Hyperlink"/>
            <w:noProof/>
          </w:rPr>
          <w:t>Common Service Specifications</w:t>
        </w:r>
        <w:r w:rsidR="00F7465E">
          <w:rPr>
            <w:noProof/>
            <w:webHidden/>
          </w:rPr>
          <w:tab/>
        </w:r>
        <w:r w:rsidR="00F7465E">
          <w:rPr>
            <w:noProof/>
            <w:webHidden/>
          </w:rPr>
          <w:fldChar w:fldCharType="begin"/>
        </w:r>
        <w:r w:rsidR="00F7465E">
          <w:rPr>
            <w:noProof/>
            <w:webHidden/>
          </w:rPr>
          <w:instrText xml:space="preserve"> PAGEREF _Toc384028844 \h </w:instrText>
        </w:r>
        <w:r w:rsidR="00F7465E">
          <w:rPr>
            <w:noProof/>
            <w:webHidden/>
          </w:rPr>
        </w:r>
        <w:r w:rsidR="00F7465E">
          <w:rPr>
            <w:noProof/>
            <w:webHidden/>
          </w:rPr>
          <w:fldChar w:fldCharType="separate"/>
        </w:r>
        <w:r w:rsidR="00F7465E">
          <w:rPr>
            <w:noProof/>
            <w:webHidden/>
          </w:rPr>
          <w:t>7</w:t>
        </w:r>
        <w:r w:rsidR="00F7465E">
          <w:rPr>
            <w:noProof/>
            <w:webHidden/>
          </w:rPr>
          <w:fldChar w:fldCharType="end"/>
        </w:r>
      </w:hyperlink>
    </w:p>
    <w:p w14:paraId="0664FEB0" w14:textId="77777777" w:rsidR="00F7465E" w:rsidRDefault="001C5265">
      <w:pPr>
        <w:pStyle w:val="TOC2"/>
        <w:tabs>
          <w:tab w:val="left" w:pos="880"/>
          <w:tab w:val="right" w:leader="dot" w:pos="9350"/>
        </w:tabs>
        <w:rPr>
          <w:rFonts w:asciiTheme="minorHAnsi" w:eastAsiaTheme="minorEastAsia" w:hAnsiTheme="minorHAnsi" w:cstheme="minorBidi"/>
          <w:noProof/>
          <w:szCs w:val="22"/>
        </w:rPr>
      </w:pPr>
      <w:hyperlink w:anchor="_Toc384028845" w:history="1">
        <w:r w:rsidR="00F7465E" w:rsidRPr="002D6D20">
          <w:rPr>
            <w:rStyle w:val="Hyperlink"/>
            <w:noProof/>
          </w:rPr>
          <w:t>3.4</w:t>
        </w:r>
        <w:r w:rsidR="00F7465E">
          <w:rPr>
            <w:rFonts w:asciiTheme="minorHAnsi" w:eastAsiaTheme="minorEastAsia" w:hAnsiTheme="minorHAnsi" w:cstheme="minorBidi"/>
            <w:noProof/>
            <w:szCs w:val="22"/>
          </w:rPr>
          <w:tab/>
        </w:r>
        <w:r w:rsidR="00F7465E" w:rsidRPr="002D6D20">
          <w:rPr>
            <w:rStyle w:val="Hyperlink"/>
            <w:noProof/>
          </w:rPr>
          <w:t>Component Models</w:t>
        </w:r>
        <w:r w:rsidR="00F7465E">
          <w:rPr>
            <w:noProof/>
            <w:webHidden/>
          </w:rPr>
          <w:tab/>
        </w:r>
        <w:r w:rsidR="00F7465E">
          <w:rPr>
            <w:noProof/>
            <w:webHidden/>
          </w:rPr>
          <w:fldChar w:fldCharType="begin"/>
        </w:r>
        <w:r w:rsidR="00F7465E">
          <w:rPr>
            <w:noProof/>
            <w:webHidden/>
          </w:rPr>
          <w:instrText xml:space="preserve"> PAGEREF _Toc384028845 \h </w:instrText>
        </w:r>
        <w:r w:rsidR="00F7465E">
          <w:rPr>
            <w:noProof/>
            <w:webHidden/>
          </w:rPr>
        </w:r>
        <w:r w:rsidR="00F7465E">
          <w:rPr>
            <w:noProof/>
            <w:webHidden/>
          </w:rPr>
          <w:fldChar w:fldCharType="separate"/>
        </w:r>
        <w:r w:rsidR="00F7465E">
          <w:rPr>
            <w:noProof/>
            <w:webHidden/>
          </w:rPr>
          <w:t>7</w:t>
        </w:r>
        <w:r w:rsidR="00F7465E">
          <w:rPr>
            <w:noProof/>
            <w:webHidden/>
          </w:rPr>
          <w:fldChar w:fldCharType="end"/>
        </w:r>
      </w:hyperlink>
    </w:p>
    <w:p w14:paraId="6B8B6733" w14:textId="77777777" w:rsidR="00F7465E" w:rsidRDefault="001C5265">
      <w:pPr>
        <w:pStyle w:val="TOC3"/>
        <w:tabs>
          <w:tab w:val="left" w:pos="1320"/>
          <w:tab w:val="right" w:leader="dot" w:pos="9350"/>
        </w:tabs>
        <w:rPr>
          <w:rFonts w:asciiTheme="minorHAnsi" w:eastAsiaTheme="minorEastAsia" w:hAnsiTheme="minorHAnsi" w:cstheme="minorBidi"/>
          <w:noProof/>
          <w:szCs w:val="22"/>
        </w:rPr>
      </w:pPr>
      <w:hyperlink w:anchor="_Toc384028846" w:history="1">
        <w:r w:rsidR="00F7465E" w:rsidRPr="002D6D20">
          <w:rPr>
            <w:rStyle w:val="Hyperlink"/>
            <w:noProof/>
          </w:rPr>
          <w:t>3.4.1</w:t>
        </w:r>
        <w:r w:rsidR="00F7465E">
          <w:rPr>
            <w:rFonts w:asciiTheme="minorHAnsi" w:eastAsiaTheme="minorEastAsia" w:hAnsiTheme="minorHAnsi" w:cstheme="minorBidi"/>
            <w:noProof/>
            <w:szCs w:val="22"/>
          </w:rPr>
          <w:tab/>
        </w:r>
        <w:r w:rsidR="00F7465E" w:rsidRPr="002D6D20">
          <w:rPr>
            <w:rStyle w:val="Hyperlink"/>
            <w:noProof/>
          </w:rPr>
          <w:t>Component Relationship Diagrams</w:t>
        </w:r>
        <w:r w:rsidR="00F7465E">
          <w:rPr>
            <w:noProof/>
            <w:webHidden/>
          </w:rPr>
          <w:tab/>
        </w:r>
        <w:r w:rsidR="00F7465E">
          <w:rPr>
            <w:noProof/>
            <w:webHidden/>
          </w:rPr>
          <w:fldChar w:fldCharType="begin"/>
        </w:r>
        <w:r w:rsidR="00F7465E">
          <w:rPr>
            <w:noProof/>
            <w:webHidden/>
          </w:rPr>
          <w:instrText xml:space="preserve"> PAGEREF _Toc384028846 \h </w:instrText>
        </w:r>
        <w:r w:rsidR="00F7465E">
          <w:rPr>
            <w:noProof/>
            <w:webHidden/>
          </w:rPr>
        </w:r>
        <w:r w:rsidR="00F7465E">
          <w:rPr>
            <w:noProof/>
            <w:webHidden/>
          </w:rPr>
          <w:fldChar w:fldCharType="separate"/>
        </w:r>
        <w:r w:rsidR="00F7465E">
          <w:rPr>
            <w:noProof/>
            <w:webHidden/>
          </w:rPr>
          <w:t>7</w:t>
        </w:r>
        <w:r w:rsidR="00F7465E">
          <w:rPr>
            <w:noProof/>
            <w:webHidden/>
          </w:rPr>
          <w:fldChar w:fldCharType="end"/>
        </w:r>
      </w:hyperlink>
    </w:p>
    <w:p w14:paraId="5E02F162" w14:textId="77777777" w:rsidR="00F7465E" w:rsidRDefault="001C5265">
      <w:pPr>
        <w:pStyle w:val="TOC3"/>
        <w:tabs>
          <w:tab w:val="left" w:pos="1320"/>
          <w:tab w:val="right" w:leader="dot" w:pos="9350"/>
        </w:tabs>
        <w:rPr>
          <w:rFonts w:asciiTheme="minorHAnsi" w:eastAsiaTheme="minorEastAsia" w:hAnsiTheme="minorHAnsi" w:cstheme="minorBidi"/>
          <w:noProof/>
          <w:szCs w:val="22"/>
        </w:rPr>
      </w:pPr>
      <w:hyperlink w:anchor="_Toc384028847" w:history="1">
        <w:r w:rsidR="00F7465E" w:rsidRPr="002D6D20">
          <w:rPr>
            <w:rStyle w:val="Hyperlink"/>
            <w:noProof/>
          </w:rPr>
          <w:t>3.4.2</w:t>
        </w:r>
        <w:r w:rsidR="00F7465E">
          <w:rPr>
            <w:rFonts w:asciiTheme="minorHAnsi" w:eastAsiaTheme="minorEastAsia" w:hAnsiTheme="minorHAnsi" w:cstheme="minorBidi"/>
            <w:noProof/>
            <w:szCs w:val="22"/>
          </w:rPr>
          <w:tab/>
        </w:r>
        <w:r w:rsidR="00F7465E" w:rsidRPr="002D6D20">
          <w:rPr>
            <w:rStyle w:val="Hyperlink"/>
            <w:noProof/>
          </w:rPr>
          <w:t>Interaction Diagrams</w:t>
        </w:r>
        <w:r w:rsidR="00F7465E">
          <w:rPr>
            <w:noProof/>
            <w:webHidden/>
          </w:rPr>
          <w:tab/>
        </w:r>
        <w:r w:rsidR="00F7465E">
          <w:rPr>
            <w:noProof/>
            <w:webHidden/>
          </w:rPr>
          <w:fldChar w:fldCharType="begin"/>
        </w:r>
        <w:r w:rsidR="00F7465E">
          <w:rPr>
            <w:noProof/>
            <w:webHidden/>
          </w:rPr>
          <w:instrText xml:space="preserve"> PAGEREF _Toc384028847 \h </w:instrText>
        </w:r>
        <w:r w:rsidR="00F7465E">
          <w:rPr>
            <w:noProof/>
            <w:webHidden/>
          </w:rPr>
        </w:r>
        <w:r w:rsidR="00F7465E">
          <w:rPr>
            <w:noProof/>
            <w:webHidden/>
          </w:rPr>
          <w:fldChar w:fldCharType="separate"/>
        </w:r>
        <w:r w:rsidR="00F7465E">
          <w:rPr>
            <w:noProof/>
            <w:webHidden/>
          </w:rPr>
          <w:t>8</w:t>
        </w:r>
        <w:r w:rsidR="00F7465E">
          <w:rPr>
            <w:noProof/>
            <w:webHidden/>
          </w:rPr>
          <w:fldChar w:fldCharType="end"/>
        </w:r>
      </w:hyperlink>
    </w:p>
    <w:p w14:paraId="31F31F22" w14:textId="77777777" w:rsidR="00F7465E" w:rsidRDefault="001C5265">
      <w:pPr>
        <w:pStyle w:val="TOC2"/>
        <w:tabs>
          <w:tab w:val="left" w:pos="880"/>
          <w:tab w:val="right" w:leader="dot" w:pos="9350"/>
        </w:tabs>
        <w:rPr>
          <w:rFonts w:asciiTheme="minorHAnsi" w:eastAsiaTheme="minorEastAsia" w:hAnsiTheme="minorHAnsi" w:cstheme="minorBidi"/>
          <w:noProof/>
          <w:szCs w:val="22"/>
        </w:rPr>
      </w:pPr>
      <w:hyperlink w:anchor="_Toc384028848" w:history="1">
        <w:r w:rsidR="00F7465E" w:rsidRPr="002D6D20">
          <w:rPr>
            <w:rStyle w:val="Hyperlink"/>
            <w:noProof/>
          </w:rPr>
          <w:t>3.5</w:t>
        </w:r>
        <w:r w:rsidR="00F7465E">
          <w:rPr>
            <w:rFonts w:asciiTheme="minorHAnsi" w:eastAsiaTheme="minorEastAsia" w:hAnsiTheme="minorHAnsi" w:cstheme="minorBidi"/>
            <w:noProof/>
            <w:szCs w:val="22"/>
          </w:rPr>
          <w:tab/>
        </w:r>
        <w:r w:rsidR="00F7465E" w:rsidRPr="002D6D20">
          <w:rPr>
            <w:rStyle w:val="Hyperlink"/>
            <w:noProof/>
          </w:rPr>
          <w:t>Walk-Through Models</w:t>
        </w:r>
        <w:r w:rsidR="00F7465E">
          <w:rPr>
            <w:noProof/>
            <w:webHidden/>
          </w:rPr>
          <w:tab/>
        </w:r>
        <w:r w:rsidR="00F7465E">
          <w:rPr>
            <w:noProof/>
            <w:webHidden/>
          </w:rPr>
          <w:fldChar w:fldCharType="begin"/>
        </w:r>
        <w:r w:rsidR="00F7465E">
          <w:rPr>
            <w:noProof/>
            <w:webHidden/>
          </w:rPr>
          <w:instrText xml:space="preserve"> PAGEREF _Toc384028848 \h </w:instrText>
        </w:r>
        <w:r w:rsidR="00F7465E">
          <w:rPr>
            <w:noProof/>
            <w:webHidden/>
          </w:rPr>
        </w:r>
        <w:r w:rsidR="00F7465E">
          <w:rPr>
            <w:noProof/>
            <w:webHidden/>
          </w:rPr>
          <w:fldChar w:fldCharType="separate"/>
        </w:r>
        <w:r w:rsidR="00F7465E">
          <w:rPr>
            <w:noProof/>
            <w:webHidden/>
          </w:rPr>
          <w:t>9</w:t>
        </w:r>
        <w:r w:rsidR="00F7465E">
          <w:rPr>
            <w:noProof/>
            <w:webHidden/>
          </w:rPr>
          <w:fldChar w:fldCharType="end"/>
        </w:r>
      </w:hyperlink>
    </w:p>
    <w:p w14:paraId="56FE2FB8" w14:textId="77777777" w:rsidR="00F7465E" w:rsidRDefault="001C5265">
      <w:pPr>
        <w:pStyle w:val="TOC1"/>
        <w:tabs>
          <w:tab w:val="left" w:pos="480"/>
        </w:tabs>
        <w:rPr>
          <w:rFonts w:asciiTheme="minorHAnsi" w:eastAsiaTheme="minorEastAsia" w:hAnsiTheme="minorHAnsi" w:cstheme="minorBidi"/>
          <w:noProof/>
          <w:szCs w:val="22"/>
        </w:rPr>
      </w:pPr>
      <w:hyperlink w:anchor="_Toc384028849" w:history="1">
        <w:r w:rsidR="00F7465E" w:rsidRPr="002D6D20">
          <w:rPr>
            <w:rStyle w:val="Hyperlink"/>
            <w:noProof/>
          </w:rPr>
          <w:t>4.</w:t>
        </w:r>
        <w:r w:rsidR="00F7465E">
          <w:rPr>
            <w:rFonts w:asciiTheme="minorHAnsi" w:eastAsiaTheme="minorEastAsia" w:hAnsiTheme="minorHAnsi" w:cstheme="minorBidi"/>
            <w:noProof/>
            <w:szCs w:val="22"/>
          </w:rPr>
          <w:tab/>
        </w:r>
        <w:r w:rsidR="00F7465E" w:rsidRPr="002D6D20">
          <w:rPr>
            <w:rStyle w:val="Hyperlink"/>
            <w:noProof/>
          </w:rPr>
          <w:t>Data Architecture</w:t>
        </w:r>
        <w:r w:rsidR="00F7465E">
          <w:rPr>
            <w:noProof/>
            <w:webHidden/>
          </w:rPr>
          <w:tab/>
        </w:r>
        <w:r w:rsidR="00F7465E">
          <w:rPr>
            <w:noProof/>
            <w:webHidden/>
          </w:rPr>
          <w:fldChar w:fldCharType="begin"/>
        </w:r>
        <w:r w:rsidR="00F7465E">
          <w:rPr>
            <w:noProof/>
            <w:webHidden/>
          </w:rPr>
          <w:instrText xml:space="preserve"> PAGEREF _Toc384028849 \h </w:instrText>
        </w:r>
        <w:r w:rsidR="00F7465E">
          <w:rPr>
            <w:noProof/>
            <w:webHidden/>
          </w:rPr>
        </w:r>
        <w:r w:rsidR="00F7465E">
          <w:rPr>
            <w:noProof/>
            <w:webHidden/>
          </w:rPr>
          <w:fldChar w:fldCharType="separate"/>
        </w:r>
        <w:r w:rsidR="00F7465E">
          <w:rPr>
            <w:noProof/>
            <w:webHidden/>
          </w:rPr>
          <w:t>11</w:t>
        </w:r>
        <w:r w:rsidR="00F7465E">
          <w:rPr>
            <w:noProof/>
            <w:webHidden/>
          </w:rPr>
          <w:fldChar w:fldCharType="end"/>
        </w:r>
      </w:hyperlink>
    </w:p>
    <w:p w14:paraId="707993E9" w14:textId="77777777" w:rsidR="00F7465E" w:rsidRDefault="001C5265">
      <w:pPr>
        <w:pStyle w:val="TOC2"/>
        <w:tabs>
          <w:tab w:val="left" w:pos="880"/>
          <w:tab w:val="right" w:leader="dot" w:pos="9350"/>
        </w:tabs>
        <w:rPr>
          <w:rFonts w:asciiTheme="minorHAnsi" w:eastAsiaTheme="minorEastAsia" w:hAnsiTheme="minorHAnsi" w:cstheme="minorBidi"/>
          <w:noProof/>
          <w:szCs w:val="22"/>
        </w:rPr>
      </w:pPr>
      <w:hyperlink w:anchor="_Toc384028850" w:history="1">
        <w:r w:rsidR="00F7465E" w:rsidRPr="002D6D20">
          <w:rPr>
            <w:rStyle w:val="Hyperlink"/>
            <w:noProof/>
          </w:rPr>
          <w:t>4.1</w:t>
        </w:r>
        <w:r w:rsidR="00F7465E">
          <w:rPr>
            <w:rFonts w:asciiTheme="minorHAnsi" w:eastAsiaTheme="minorEastAsia" w:hAnsiTheme="minorHAnsi" w:cstheme="minorBidi"/>
            <w:noProof/>
            <w:szCs w:val="22"/>
          </w:rPr>
          <w:tab/>
        </w:r>
        <w:r w:rsidR="00F7465E" w:rsidRPr="002D6D20">
          <w:rPr>
            <w:rStyle w:val="Hyperlink"/>
            <w:noProof/>
          </w:rPr>
          <w:t>Data Flow and Context Diagrams</w:t>
        </w:r>
        <w:r w:rsidR="00F7465E">
          <w:rPr>
            <w:noProof/>
            <w:webHidden/>
          </w:rPr>
          <w:tab/>
        </w:r>
        <w:r w:rsidR="00F7465E">
          <w:rPr>
            <w:noProof/>
            <w:webHidden/>
          </w:rPr>
          <w:fldChar w:fldCharType="begin"/>
        </w:r>
        <w:r w:rsidR="00F7465E">
          <w:rPr>
            <w:noProof/>
            <w:webHidden/>
          </w:rPr>
          <w:instrText xml:space="preserve"> PAGEREF _Toc384028850 \h </w:instrText>
        </w:r>
        <w:r w:rsidR="00F7465E">
          <w:rPr>
            <w:noProof/>
            <w:webHidden/>
          </w:rPr>
        </w:r>
        <w:r w:rsidR="00F7465E">
          <w:rPr>
            <w:noProof/>
            <w:webHidden/>
          </w:rPr>
          <w:fldChar w:fldCharType="separate"/>
        </w:r>
        <w:r w:rsidR="00F7465E">
          <w:rPr>
            <w:noProof/>
            <w:webHidden/>
          </w:rPr>
          <w:t>11</w:t>
        </w:r>
        <w:r w:rsidR="00F7465E">
          <w:rPr>
            <w:noProof/>
            <w:webHidden/>
          </w:rPr>
          <w:fldChar w:fldCharType="end"/>
        </w:r>
      </w:hyperlink>
    </w:p>
    <w:p w14:paraId="032C4B55" w14:textId="77777777" w:rsidR="00F7465E" w:rsidRDefault="001C5265">
      <w:pPr>
        <w:pStyle w:val="TOC2"/>
        <w:tabs>
          <w:tab w:val="left" w:pos="880"/>
          <w:tab w:val="right" w:leader="dot" w:pos="9350"/>
        </w:tabs>
        <w:rPr>
          <w:rFonts w:asciiTheme="minorHAnsi" w:eastAsiaTheme="minorEastAsia" w:hAnsiTheme="minorHAnsi" w:cstheme="minorBidi"/>
          <w:noProof/>
          <w:szCs w:val="22"/>
        </w:rPr>
      </w:pPr>
      <w:hyperlink w:anchor="_Toc384028851" w:history="1">
        <w:r w:rsidR="00F7465E" w:rsidRPr="002D6D20">
          <w:rPr>
            <w:rStyle w:val="Hyperlink"/>
            <w:noProof/>
          </w:rPr>
          <w:t>4.2</w:t>
        </w:r>
        <w:r w:rsidR="00F7465E">
          <w:rPr>
            <w:rFonts w:asciiTheme="minorHAnsi" w:eastAsiaTheme="minorEastAsia" w:hAnsiTheme="minorHAnsi" w:cstheme="minorBidi"/>
            <w:noProof/>
            <w:szCs w:val="22"/>
          </w:rPr>
          <w:tab/>
        </w:r>
        <w:r w:rsidR="00F7465E" w:rsidRPr="002D6D20">
          <w:rPr>
            <w:rStyle w:val="Hyperlink"/>
            <w:noProof/>
          </w:rPr>
          <w:t>Conceptual/Logical Data Model</w:t>
        </w:r>
        <w:r w:rsidR="00F7465E">
          <w:rPr>
            <w:noProof/>
            <w:webHidden/>
          </w:rPr>
          <w:tab/>
        </w:r>
        <w:r w:rsidR="00F7465E">
          <w:rPr>
            <w:noProof/>
            <w:webHidden/>
          </w:rPr>
          <w:fldChar w:fldCharType="begin"/>
        </w:r>
        <w:r w:rsidR="00F7465E">
          <w:rPr>
            <w:noProof/>
            <w:webHidden/>
          </w:rPr>
          <w:instrText xml:space="preserve"> PAGEREF _Toc384028851 \h </w:instrText>
        </w:r>
        <w:r w:rsidR="00F7465E">
          <w:rPr>
            <w:noProof/>
            <w:webHidden/>
          </w:rPr>
        </w:r>
        <w:r w:rsidR="00F7465E">
          <w:rPr>
            <w:noProof/>
            <w:webHidden/>
          </w:rPr>
          <w:fldChar w:fldCharType="separate"/>
        </w:r>
        <w:r w:rsidR="00F7465E">
          <w:rPr>
            <w:noProof/>
            <w:webHidden/>
          </w:rPr>
          <w:t>12</w:t>
        </w:r>
        <w:r w:rsidR="00F7465E">
          <w:rPr>
            <w:noProof/>
            <w:webHidden/>
          </w:rPr>
          <w:fldChar w:fldCharType="end"/>
        </w:r>
      </w:hyperlink>
    </w:p>
    <w:p w14:paraId="5552AEC1" w14:textId="77777777" w:rsidR="00F7465E" w:rsidRDefault="001C5265">
      <w:pPr>
        <w:pStyle w:val="TOC2"/>
        <w:tabs>
          <w:tab w:val="left" w:pos="880"/>
          <w:tab w:val="right" w:leader="dot" w:pos="9350"/>
        </w:tabs>
        <w:rPr>
          <w:rFonts w:asciiTheme="minorHAnsi" w:eastAsiaTheme="minorEastAsia" w:hAnsiTheme="minorHAnsi" w:cstheme="minorBidi"/>
          <w:noProof/>
          <w:szCs w:val="22"/>
        </w:rPr>
      </w:pPr>
      <w:hyperlink w:anchor="_Toc384028852" w:history="1">
        <w:r w:rsidR="00F7465E" w:rsidRPr="002D6D20">
          <w:rPr>
            <w:rStyle w:val="Hyperlink"/>
            <w:noProof/>
          </w:rPr>
          <w:t>4.3</w:t>
        </w:r>
        <w:r w:rsidR="00F7465E">
          <w:rPr>
            <w:rFonts w:asciiTheme="minorHAnsi" w:eastAsiaTheme="minorEastAsia" w:hAnsiTheme="minorHAnsi" w:cstheme="minorBidi"/>
            <w:noProof/>
            <w:szCs w:val="22"/>
          </w:rPr>
          <w:tab/>
        </w:r>
        <w:r w:rsidR="00F7465E" w:rsidRPr="002D6D20">
          <w:rPr>
            <w:rStyle w:val="Hyperlink"/>
            <w:noProof/>
          </w:rPr>
          <w:t>Authoritative Data Sources</w:t>
        </w:r>
        <w:r w:rsidR="00F7465E">
          <w:rPr>
            <w:noProof/>
            <w:webHidden/>
          </w:rPr>
          <w:tab/>
        </w:r>
        <w:r w:rsidR="00F7465E">
          <w:rPr>
            <w:noProof/>
            <w:webHidden/>
          </w:rPr>
          <w:fldChar w:fldCharType="begin"/>
        </w:r>
        <w:r w:rsidR="00F7465E">
          <w:rPr>
            <w:noProof/>
            <w:webHidden/>
          </w:rPr>
          <w:instrText xml:space="preserve"> PAGEREF _Toc384028852 \h </w:instrText>
        </w:r>
        <w:r w:rsidR="00F7465E">
          <w:rPr>
            <w:noProof/>
            <w:webHidden/>
          </w:rPr>
        </w:r>
        <w:r w:rsidR="00F7465E">
          <w:rPr>
            <w:noProof/>
            <w:webHidden/>
          </w:rPr>
          <w:fldChar w:fldCharType="separate"/>
        </w:r>
        <w:r w:rsidR="00F7465E">
          <w:rPr>
            <w:noProof/>
            <w:webHidden/>
          </w:rPr>
          <w:t>12</w:t>
        </w:r>
        <w:r w:rsidR="00F7465E">
          <w:rPr>
            <w:noProof/>
            <w:webHidden/>
          </w:rPr>
          <w:fldChar w:fldCharType="end"/>
        </w:r>
      </w:hyperlink>
    </w:p>
    <w:p w14:paraId="600708C4" w14:textId="77777777" w:rsidR="00F7465E" w:rsidRDefault="001C5265">
      <w:pPr>
        <w:pStyle w:val="TOC2"/>
        <w:tabs>
          <w:tab w:val="left" w:pos="880"/>
          <w:tab w:val="right" w:leader="dot" w:pos="9350"/>
        </w:tabs>
        <w:rPr>
          <w:rFonts w:asciiTheme="minorHAnsi" w:eastAsiaTheme="minorEastAsia" w:hAnsiTheme="minorHAnsi" w:cstheme="minorBidi"/>
          <w:noProof/>
          <w:szCs w:val="22"/>
        </w:rPr>
      </w:pPr>
      <w:hyperlink w:anchor="_Toc384028853" w:history="1">
        <w:r w:rsidR="00F7465E" w:rsidRPr="002D6D20">
          <w:rPr>
            <w:rStyle w:val="Hyperlink"/>
            <w:noProof/>
          </w:rPr>
          <w:t>4.4</w:t>
        </w:r>
        <w:r w:rsidR="00F7465E">
          <w:rPr>
            <w:rFonts w:asciiTheme="minorHAnsi" w:eastAsiaTheme="minorEastAsia" w:hAnsiTheme="minorHAnsi" w:cstheme="minorBidi"/>
            <w:noProof/>
            <w:szCs w:val="22"/>
          </w:rPr>
          <w:tab/>
        </w:r>
        <w:r w:rsidR="00F7465E" w:rsidRPr="002D6D20">
          <w:rPr>
            <w:rStyle w:val="Hyperlink"/>
            <w:noProof/>
          </w:rPr>
          <w:t>Standard Data Elements</w:t>
        </w:r>
        <w:r w:rsidR="00F7465E">
          <w:rPr>
            <w:noProof/>
            <w:webHidden/>
          </w:rPr>
          <w:tab/>
        </w:r>
        <w:r w:rsidR="00F7465E">
          <w:rPr>
            <w:noProof/>
            <w:webHidden/>
          </w:rPr>
          <w:fldChar w:fldCharType="begin"/>
        </w:r>
        <w:r w:rsidR="00F7465E">
          <w:rPr>
            <w:noProof/>
            <w:webHidden/>
          </w:rPr>
          <w:instrText xml:space="preserve"> PAGEREF _Toc384028853 \h </w:instrText>
        </w:r>
        <w:r w:rsidR="00F7465E">
          <w:rPr>
            <w:noProof/>
            <w:webHidden/>
          </w:rPr>
        </w:r>
        <w:r w:rsidR="00F7465E">
          <w:rPr>
            <w:noProof/>
            <w:webHidden/>
          </w:rPr>
          <w:fldChar w:fldCharType="separate"/>
        </w:r>
        <w:r w:rsidR="00F7465E">
          <w:rPr>
            <w:noProof/>
            <w:webHidden/>
          </w:rPr>
          <w:t>12</w:t>
        </w:r>
        <w:r w:rsidR="00F7465E">
          <w:rPr>
            <w:noProof/>
            <w:webHidden/>
          </w:rPr>
          <w:fldChar w:fldCharType="end"/>
        </w:r>
      </w:hyperlink>
    </w:p>
    <w:p w14:paraId="08E83234" w14:textId="77777777" w:rsidR="00F7465E" w:rsidRDefault="001C5265">
      <w:pPr>
        <w:pStyle w:val="TOC2"/>
        <w:tabs>
          <w:tab w:val="left" w:pos="880"/>
          <w:tab w:val="right" w:leader="dot" w:pos="9350"/>
        </w:tabs>
        <w:rPr>
          <w:rFonts w:asciiTheme="minorHAnsi" w:eastAsiaTheme="minorEastAsia" w:hAnsiTheme="minorHAnsi" w:cstheme="minorBidi"/>
          <w:noProof/>
          <w:szCs w:val="22"/>
        </w:rPr>
      </w:pPr>
      <w:hyperlink w:anchor="_Toc384028854" w:history="1">
        <w:r w:rsidR="00F7465E" w:rsidRPr="002D6D20">
          <w:rPr>
            <w:rStyle w:val="Hyperlink"/>
            <w:noProof/>
          </w:rPr>
          <w:t>4.5</w:t>
        </w:r>
        <w:r w:rsidR="00F7465E">
          <w:rPr>
            <w:rFonts w:asciiTheme="minorHAnsi" w:eastAsiaTheme="minorEastAsia" w:hAnsiTheme="minorHAnsi" w:cstheme="minorBidi"/>
            <w:noProof/>
            <w:szCs w:val="22"/>
          </w:rPr>
          <w:tab/>
        </w:r>
        <w:r w:rsidR="00F7465E" w:rsidRPr="002D6D20">
          <w:rPr>
            <w:rStyle w:val="Hyperlink"/>
            <w:noProof/>
          </w:rPr>
          <w:t>XML Resources Guidance</w:t>
        </w:r>
        <w:r w:rsidR="00F7465E">
          <w:rPr>
            <w:noProof/>
            <w:webHidden/>
          </w:rPr>
          <w:tab/>
        </w:r>
        <w:r w:rsidR="00F7465E">
          <w:rPr>
            <w:noProof/>
            <w:webHidden/>
          </w:rPr>
          <w:fldChar w:fldCharType="begin"/>
        </w:r>
        <w:r w:rsidR="00F7465E">
          <w:rPr>
            <w:noProof/>
            <w:webHidden/>
          </w:rPr>
          <w:instrText xml:space="preserve"> PAGEREF _Toc384028854 \h </w:instrText>
        </w:r>
        <w:r w:rsidR="00F7465E">
          <w:rPr>
            <w:noProof/>
            <w:webHidden/>
          </w:rPr>
        </w:r>
        <w:r w:rsidR="00F7465E">
          <w:rPr>
            <w:noProof/>
            <w:webHidden/>
          </w:rPr>
          <w:fldChar w:fldCharType="separate"/>
        </w:r>
        <w:r w:rsidR="00F7465E">
          <w:rPr>
            <w:noProof/>
            <w:webHidden/>
          </w:rPr>
          <w:t>12</w:t>
        </w:r>
        <w:r w:rsidR="00F7465E">
          <w:rPr>
            <w:noProof/>
            <w:webHidden/>
          </w:rPr>
          <w:fldChar w:fldCharType="end"/>
        </w:r>
      </w:hyperlink>
    </w:p>
    <w:p w14:paraId="4EDAB70D" w14:textId="77777777" w:rsidR="00F7465E" w:rsidRDefault="001C5265">
      <w:pPr>
        <w:pStyle w:val="TOC2"/>
        <w:tabs>
          <w:tab w:val="left" w:pos="880"/>
          <w:tab w:val="right" w:leader="dot" w:pos="9350"/>
        </w:tabs>
        <w:rPr>
          <w:rFonts w:asciiTheme="minorHAnsi" w:eastAsiaTheme="minorEastAsia" w:hAnsiTheme="minorHAnsi" w:cstheme="minorBidi"/>
          <w:noProof/>
          <w:szCs w:val="22"/>
        </w:rPr>
      </w:pPr>
      <w:hyperlink w:anchor="_Toc384028855" w:history="1">
        <w:r w:rsidR="00F7465E" w:rsidRPr="002D6D20">
          <w:rPr>
            <w:rStyle w:val="Hyperlink"/>
            <w:noProof/>
          </w:rPr>
          <w:t>4.6</w:t>
        </w:r>
        <w:r w:rsidR="00F7465E">
          <w:rPr>
            <w:rFonts w:asciiTheme="minorHAnsi" w:eastAsiaTheme="minorEastAsia" w:hAnsiTheme="minorHAnsi" w:cstheme="minorBidi"/>
            <w:noProof/>
            <w:szCs w:val="22"/>
          </w:rPr>
          <w:tab/>
        </w:r>
        <w:r w:rsidR="00F7465E" w:rsidRPr="002D6D20">
          <w:rPr>
            <w:rStyle w:val="Hyperlink"/>
            <w:noProof/>
          </w:rPr>
          <w:t>Data Migration Guidance</w:t>
        </w:r>
        <w:r w:rsidR="00F7465E">
          <w:rPr>
            <w:noProof/>
            <w:webHidden/>
          </w:rPr>
          <w:tab/>
        </w:r>
        <w:r w:rsidR="00F7465E">
          <w:rPr>
            <w:noProof/>
            <w:webHidden/>
          </w:rPr>
          <w:fldChar w:fldCharType="begin"/>
        </w:r>
        <w:r w:rsidR="00F7465E">
          <w:rPr>
            <w:noProof/>
            <w:webHidden/>
          </w:rPr>
          <w:instrText xml:space="preserve"> PAGEREF _Toc384028855 \h </w:instrText>
        </w:r>
        <w:r w:rsidR="00F7465E">
          <w:rPr>
            <w:noProof/>
            <w:webHidden/>
          </w:rPr>
        </w:r>
        <w:r w:rsidR="00F7465E">
          <w:rPr>
            <w:noProof/>
            <w:webHidden/>
          </w:rPr>
          <w:fldChar w:fldCharType="separate"/>
        </w:r>
        <w:r w:rsidR="00F7465E">
          <w:rPr>
            <w:noProof/>
            <w:webHidden/>
          </w:rPr>
          <w:t>12</w:t>
        </w:r>
        <w:r w:rsidR="00F7465E">
          <w:rPr>
            <w:noProof/>
            <w:webHidden/>
          </w:rPr>
          <w:fldChar w:fldCharType="end"/>
        </w:r>
      </w:hyperlink>
    </w:p>
    <w:p w14:paraId="37AD5679" w14:textId="77777777" w:rsidR="00F7465E" w:rsidRDefault="001C5265">
      <w:pPr>
        <w:pStyle w:val="TOC2"/>
        <w:tabs>
          <w:tab w:val="left" w:pos="880"/>
          <w:tab w:val="right" w:leader="dot" w:pos="9350"/>
        </w:tabs>
        <w:rPr>
          <w:rFonts w:asciiTheme="minorHAnsi" w:eastAsiaTheme="minorEastAsia" w:hAnsiTheme="minorHAnsi" w:cstheme="minorBidi"/>
          <w:noProof/>
          <w:szCs w:val="22"/>
        </w:rPr>
      </w:pPr>
      <w:hyperlink w:anchor="_Toc384028856" w:history="1">
        <w:r w:rsidR="00F7465E" w:rsidRPr="002D6D20">
          <w:rPr>
            <w:rStyle w:val="Hyperlink"/>
            <w:noProof/>
          </w:rPr>
          <w:t>4.7</w:t>
        </w:r>
        <w:r w:rsidR="00F7465E">
          <w:rPr>
            <w:rFonts w:asciiTheme="minorHAnsi" w:eastAsiaTheme="minorEastAsia" w:hAnsiTheme="minorHAnsi" w:cstheme="minorBidi"/>
            <w:noProof/>
            <w:szCs w:val="22"/>
          </w:rPr>
          <w:tab/>
        </w:r>
        <w:r w:rsidR="00F7465E" w:rsidRPr="002D6D20">
          <w:rPr>
            <w:rStyle w:val="Hyperlink"/>
            <w:noProof/>
          </w:rPr>
          <w:t>Data Dictionary (DD)</w:t>
        </w:r>
        <w:r w:rsidR="00F7465E">
          <w:rPr>
            <w:noProof/>
            <w:webHidden/>
          </w:rPr>
          <w:tab/>
        </w:r>
        <w:r w:rsidR="00F7465E">
          <w:rPr>
            <w:noProof/>
            <w:webHidden/>
          </w:rPr>
          <w:fldChar w:fldCharType="begin"/>
        </w:r>
        <w:r w:rsidR="00F7465E">
          <w:rPr>
            <w:noProof/>
            <w:webHidden/>
          </w:rPr>
          <w:instrText xml:space="preserve"> PAGEREF _Toc384028856 \h </w:instrText>
        </w:r>
        <w:r w:rsidR="00F7465E">
          <w:rPr>
            <w:noProof/>
            <w:webHidden/>
          </w:rPr>
        </w:r>
        <w:r w:rsidR="00F7465E">
          <w:rPr>
            <w:noProof/>
            <w:webHidden/>
          </w:rPr>
          <w:fldChar w:fldCharType="separate"/>
        </w:r>
        <w:r w:rsidR="00F7465E">
          <w:rPr>
            <w:noProof/>
            <w:webHidden/>
          </w:rPr>
          <w:t>13</w:t>
        </w:r>
        <w:r w:rsidR="00F7465E">
          <w:rPr>
            <w:noProof/>
            <w:webHidden/>
          </w:rPr>
          <w:fldChar w:fldCharType="end"/>
        </w:r>
      </w:hyperlink>
    </w:p>
    <w:p w14:paraId="187A79C4" w14:textId="77777777" w:rsidR="00F7465E" w:rsidRDefault="001C5265">
      <w:pPr>
        <w:pStyle w:val="TOC2"/>
        <w:tabs>
          <w:tab w:val="left" w:pos="880"/>
          <w:tab w:val="right" w:leader="dot" w:pos="9350"/>
        </w:tabs>
        <w:rPr>
          <w:rFonts w:asciiTheme="minorHAnsi" w:eastAsiaTheme="minorEastAsia" w:hAnsiTheme="minorHAnsi" w:cstheme="minorBidi"/>
          <w:noProof/>
          <w:szCs w:val="22"/>
        </w:rPr>
      </w:pPr>
      <w:hyperlink w:anchor="_Toc384028859" w:history="1">
        <w:r w:rsidR="00F7465E" w:rsidRPr="002D6D20">
          <w:rPr>
            <w:rStyle w:val="Hyperlink"/>
            <w:noProof/>
          </w:rPr>
          <w:t>4.8</w:t>
        </w:r>
        <w:r w:rsidR="00F7465E">
          <w:rPr>
            <w:rFonts w:asciiTheme="minorHAnsi" w:eastAsiaTheme="minorEastAsia" w:hAnsiTheme="minorHAnsi" w:cstheme="minorBidi"/>
            <w:noProof/>
            <w:szCs w:val="22"/>
          </w:rPr>
          <w:tab/>
        </w:r>
        <w:r w:rsidR="00F7465E" w:rsidRPr="002D6D20">
          <w:rPr>
            <w:rStyle w:val="Hyperlink"/>
            <w:noProof/>
          </w:rPr>
          <w:t>Electronic Records Management</w:t>
        </w:r>
        <w:r w:rsidR="00F7465E">
          <w:rPr>
            <w:noProof/>
            <w:webHidden/>
          </w:rPr>
          <w:tab/>
        </w:r>
        <w:r w:rsidR="00F7465E">
          <w:rPr>
            <w:noProof/>
            <w:webHidden/>
          </w:rPr>
          <w:fldChar w:fldCharType="begin"/>
        </w:r>
        <w:r w:rsidR="00F7465E">
          <w:rPr>
            <w:noProof/>
            <w:webHidden/>
          </w:rPr>
          <w:instrText xml:space="preserve"> PAGEREF _Toc384028859 \h </w:instrText>
        </w:r>
        <w:r w:rsidR="00F7465E">
          <w:rPr>
            <w:noProof/>
            <w:webHidden/>
          </w:rPr>
        </w:r>
        <w:r w:rsidR="00F7465E">
          <w:rPr>
            <w:noProof/>
            <w:webHidden/>
          </w:rPr>
          <w:fldChar w:fldCharType="separate"/>
        </w:r>
        <w:r w:rsidR="00F7465E">
          <w:rPr>
            <w:noProof/>
            <w:webHidden/>
          </w:rPr>
          <w:t>14</w:t>
        </w:r>
        <w:r w:rsidR="00F7465E">
          <w:rPr>
            <w:noProof/>
            <w:webHidden/>
          </w:rPr>
          <w:fldChar w:fldCharType="end"/>
        </w:r>
      </w:hyperlink>
    </w:p>
    <w:p w14:paraId="2D9E15B1" w14:textId="77777777" w:rsidR="00F7465E" w:rsidRDefault="001C5265">
      <w:pPr>
        <w:pStyle w:val="TOC1"/>
        <w:tabs>
          <w:tab w:val="left" w:pos="480"/>
        </w:tabs>
        <w:rPr>
          <w:rFonts w:asciiTheme="minorHAnsi" w:eastAsiaTheme="minorEastAsia" w:hAnsiTheme="minorHAnsi" w:cstheme="minorBidi"/>
          <w:noProof/>
          <w:szCs w:val="22"/>
        </w:rPr>
      </w:pPr>
      <w:hyperlink w:anchor="_Toc384028860" w:history="1">
        <w:r w:rsidR="00F7465E" w:rsidRPr="002D6D20">
          <w:rPr>
            <w:rStyle w:val="Hyperlink"/>
            <w:noProof/>
          </w:rPr>
          <w:t>5.</w:t>
        </w:r>
        <w:r w:rsidR="00F7465E">
          <w:rPr>
            <w:rFonts w:asciiTheme="minorHAnsi" w:eastAsiaTheme="minorEastAsia" w:hAnsiTheme="minorHAnsi" w:cstheme="minorBidi"/>
            <w:noProof/>
            <w:szCs w:val="22"/>
          </w:rPr>
          <w:tab/>
        </w:r>
        <w:r w:rsidR="00F7465E" w:rsidRPr="002D6D20">
          <w:rPr>
            <w:rStyle w:val="Hyperlink"/>
            <w:noProof/>
          </w:rPr>
          <w:t>Security Architecture</w:t>
        </w:r>
        <w:r w:rsidR="00F7465E">
          <w:rPr>
            <w:noProof/>
            <w:webHidden/>
          </w:rPr>
          <w:tab/>
        </w:r>
        <w:r w:rsidR="00F7465E">
          <w:rPr>
            <w:noProof/>
            <w:webHidden/>
          </w:rPr>
          <w:fldChar w:fldCharType="begin"/>
        </w:r>
        <w:r w:rsidR="00F7465E">
          <w:rPr>
            <w:noProof/>
            <w:webHidden/>
          </w:rPr>
          <w:instrText xml:space="preserve"> PAGEREF _Toc384028860 \h </w:instrText>
        </w:r>
        <w:r w:rsidR="00F7465E">
          <w:rPr>
            <w:noProof/>
            <w:webHidden/>
          </w:rPr>
        </w:r>
        <w:r w:rsidR="00F7465E">
          <w:rPr>
            <w:noProof/>
            <w:webHidden/>
          </w:rPr>
          <w:fldChar w:fldCharType="separate"/>
        </w:r>
        <w:r w:rsidR="00F7465E">
          <w:rPr>
            <w:noProof/>
            <w:webHidden/>
          </w:rPr>
          <w:t>15</w:t>
        </w:r>
        <w:r w:rsidR="00F7465E">
          <w:rPr>
            <w:noProof/>
            <w:webHidden/>
          </w:rPr>
          <w:fldChar w:fldCharType="end"/>
        </w:r>
      </w:hyperlink>
    </w:p>
    <w:p w14:paraId="24B2F7B3" w14:textId="77777777" w:rsidR="00F7465E" w:rsidRDefault="001C5265">
      <w:pPr>
        <w:pStyle w:val="TOC2"/>
        <w:tabs>
          <w:tab w:val="left" w:pos="880"/>
          <w:tab w:val="right" w:leader="dot" w:pos="9350"/>
        </w:tabs>
        <w:rPr>
          <w:rFonts w:asciiTheme="minorHAnsi" w:eastAsiaTheme="minorEastAsia" w:hAnsiTheme="minorHAnsi" w:cstheme="minorBidi"/>
          <w:noProof/>
          <w:szCs w:val="22"/>
        </w:rPr>
      </w:pPr>
      <w:hyperlink w:anchor="_Toc384028861" w:history="1">
        <w:r w:rsidR="00F7465E" w:rsidRPr="002D6D20">
          <w:rPr>
            <w:rStyle w:val="Hyperlink"/>
            <w:noProof/>
          </w:rPr>
          <w:t>5.1</w:t>
        </w:r>
        <w:r w:rsidR="00F7465E">
          <w:rPr>
            <w:rFonts w:asciiTheme="minorHAnsi" w:eastAsiaTheme="minorEastAsia" w:hAnsiTheme="minorHAnsi" w:cstheme="minorBidi"/>
            <w:noProof/>
            <w:szCs w:val="22"/>
          </w:rPr>
          <w:tab/>
        </w:r>
        <w:r w:rsidR="00F7465E" w:rsidRPr="002D6D20">
          <w:rPr>
            <w:rStyle w:val="Hyperlink"/>
            <w:noProof/>
          </w:rPr>
          <w:t>Security Solution Overview</w:t>
        </w:r>
        <w:r w:rsidR="00F7465E">
          <w:rPr>
            <w:noProof/>
            <w:webHidden/>
          </w:rPr>
          <w:tab/>
        </w:r>
        <w:r w:rsidR="00F7465E">
          <w:rPr>
            <w:noProof/>
            <w:webHidden/>
          </w:rPr>
          <w:fldChar w:fldCharType="begin"/>
        </w:r>
        <w:r w:rsidR="00F7465E">
          <w:rPr>
            <w:noProof/>
            <w:webHidden/>
          </w:rPr>
          <w:instrText xml:space="preserve"> PAGEREF _Toc384028861 \h </w:instrText>
        </w:r>
        <w:r w:rsidR="00F7465E">
          <w:rPr>
            <w:noProof/>
            <w:webHidden/>
          </w:rPr>
        </w:r>
        <w:r w:rsidR="00F7465E">
          <w:rPr>
            <w:noProof/>
            <w:webHidden/>
          </w:rPr>
          <w:fldChar w:fldCharType="separate"/>
        </w:r>
        <w:r w:rsidR="00F7465E">
          <w:rPr>
            <w:noProof/>
            <w:webHidden/>
          </w:rPr>
          <w:t>15</w:t>
        </w:r>
        <w:r w:rsidR="00F7465E">
          <w:rPr>
            <w:noProof/>
            <w:webHidden/>
          </w:rPr>
          <w:fldChar w:fldCharType="end"/>
        </w:r>
      </w:hyperlink>
    </w:p>
    <w:p w14:paraId="00D5640D" w14:textId="77777777" w:rsidR="00F7465E" w:rsidRDefault="001C5265">
      <w:pPr>
        <w:pStyle w:val="TOC2"/>
        <w:tabs>
          <w:tab w:val="left" w:pos="880"/>
          <w:tab w:val="right" w:leader="dot" w:pos="9350"/>
        </w:tabs>
        <w:rPr>
          <w:rFonts w:asciiTheme="minorHAnsi" w:eastAsiaTheme="minorEastAsia" w:hAnsiTheme="minorHAnsi" w:cstheme="minorBidi"/>
          <w:noProof/>
          <w:szCs w:val="22"/>
        </w:rPr>
      </w:pPr>
      <w:hyperlink w:anchor="_Toc384028862" w:history="1">
        <w:r w:rsidR="00F7465E" w:rsidRPr="002D6D20">
          <w:rPr>
            <w:rStyle w:val="Hyperlink"/>
            <w:noProof/>
          </w:rPr>
          <w:t>5.2</w:t>
        </w:r>
        <w:r w:rsidR="00F7465E">
          <w:rPr>
            <w:rFonts w:asciiTheme="minorHAnsi" w:eastAsiaTheme="minorEastAsia" w:hAnsiTheme="minorHAnsi" w:cstheme="minorBidi"/>
            <w:noProof/>
            <w:szCs w:val="22"/>
          </w:rPr>
          <w:tab/>
        </w:r>
        <w:r w:rsidR="00F7465E" w:rsidRPr="002D6D20">
          <w:rPr>
            <w:rStyle w:val="Hyperlink"/>
            <w:noProof/>
          </w:rPr>
          <w:t>Security Architecture Goals and Constraints</w:t>
        </w:r>
        <w:r w:rsidR="00F7465E">
          <w:rPr>
            <w:noProof/>
            <w:webHidden/>
          </w:rPr>
          <w:tab/>
        </w:r>
        <w:r w:rsidR="00F7465E">
          <w:rPr>
            <w:noProof/>
            <w:webHidden/>
          </w:rPr>
          <w:fldChar w:fldCharType="begin"/>
        </w:r>
        <w:r w:rsidR="00F7465E">
          <w:rPr>
            <w:noProof/>
            <w:webHidden/>
          </w:rPr>
          <w:instrText xml:space="preserve"> PAGEREF _Toc384028862 \h </w:instrText>
        </w:r>
        <w:r w:rsidR="00F7465E">
          <w:rPr>
            <w:noProof/>
            <w:webHidden/>
          </w:rPr>
        </w:r>
        <w:r w:rsidR="00F7465E">
          <w:rPr>
            <w:noProof/>
            <w:webHidden/>
          </w:rPr>
          <w:fldChar w:fldCharType="separate"/>
        </w:r>
        <w:r w:rsidR="00F7465E">
          <w:rPr>
            <w:noProof/>
            <w:webHidden/>
          </w:rPr>
          <w:t>15</w:t>
        </w:r>
        <w:r w:rsidR="00F7465E">
          <w:rPr>
            <w:noProof/>
            <w:webHidden/>
          </w:rPr>
          <w:fldChar w:fldCharType="end"/>
        </w:r>
      </w:hyperlink>
    </w:p>
    <w:p w14:paraId="156BE7EB" w14:textId="77777777" w:rsidR="00F7465E" w:rsidRDefault="001C5265">
      <w:pPr>
        <w:pStyle w:val="TOC1"/>
        <w:tabs>
          <w:tab w:val="left" w:pos="480"/>
        </w:tabs>
        <w:rPr>
          <w:rFonts w:asciiTheme="minorHAnsi" w:eastAsiaTheme="minorEastAsia" w:hAnsiTheme="minorHAnsi" w:cstheme="minorBidi"/>
          <w:noProof/>
          <w:szCs w:val="22"/>
        </w:rPr>
      </w:pPr>
      <w:hyperlink w:anchor="_Toc384028863" w:history="1">
        <w:r w:rsidR="00F7465E" w:rsidRPr="002D6D20">
          <w:rPr>
            <w:rStyle w:val="Hyperlink"/>
            <w:noProof/>
          </w:rPr>
          <w:t>6.</w:t>
        </w:r>
        <w:r w:rsidR="00F7465E">
          <w:rPr>
            <w:rFonts w:asciiTheme="minorHAnsi" w:eastAsiaTheme="minorEastAsia" w:hAnsiTheme="minorHAnsi" w:cstheme="minorBidi"/>
            <w:noProof/>
            <w:szCs w:val="22"/>
          </w:rPr>
          <w:tab/>
        </w:r>
        <w:r w:rsidR="00F7465E" w:rsidRPr="002D6D20">
          <w:rPr>
            <w:rStyle w:val="Hyperlink"/>
            <w:noProof/>
          </w:rPr>
          <w:t>Infrastructure</w:t>
        </w:r>
        <w:r w:rsidR="00F7465E">
          <w:rPr>
            <w:noProof/>
            <w:webHidden/>
          </w:rPr>
          <w:tab/>
        </w:r>
        <w:r w:rsidR="00F7465E">
          <w:rPr>
            <w:noProof/>
            <w:webHidden/>
          </w:rPr>
          <w:fldChar w:fldCharType="begin"/>
        </w:r>
        <w:r w:rsidR="00F7465E">
          <w:rPr>
            <w:noProof/>
            <w:webHidden/>
          </w:rPr>
          <w:instrText xml:space="preserve"> PAGEREF _Toc384028863 \h </w:instrText>
        </w:r>
        <w:r w:rsidR="00F7465E">
          <w:rPr>
            <w:noProof/>
            <w:webHidden/>
          </w:rPr>
        </w:r>
        <w:r w:rsidR="00F7465E">
          <w:rPr>
            <w:noProof/>
            <w:webHidden/>
          </w:rPr>
          <w:fldChar w:fldCharType="separate"/>
        </w:r>
        <w:r w:rsidR="00F7465E">
          <w:rPr>
            <w:noProof/>
            <w:webHidden/>
          </w:rPr>
          <w:t>16</w:t>
        </w:r>
        <w:r w:rsidR="00F7465E">
          <w:rPr>
            <w:noProof/>
            <w:webHidden/>
          </w:rPr>
          <w:fldChar w:fldCharType="end"/>
        </w:r>
      </w:hyperlink>
    </w:p>
    <w:p w14:paraId="67ACE7C1" w14:textId="77777777" w:rsidR="00F7465E" w:rsidRDefault="001C5265">
      <w:pPr>
        <w:pStyle w:val="TOC2"/>
        <w:tabs>
          <w:tab w:val="left" w:pos="880"/>
          <w:tab w:val="right" w:leader="dot" w:pos="9350"/>
        </w:tabs>
        <w:rPr>
          <w:rFonts w:asciiTheme="minorHAnsi" w:eastAsiaTheme="minorEastAsia" w:hAnsiTheme="minorHAnsi" w:cstheme="minorBidi"/>
          <w:noProof/>
          <w:szCs w:val="22"/>
        </w:rPr>
      </w:pPr>
      <w:hyperlink w:anchor="_Toc384028864" w:history="1">
        <w:r w:rsidR="00F7465E" w:rsidRPr="002D6D20">
          <w:rPr>
            <w:rStyle w:val="Hyperlink"/>
            <w:noProof/>
          </w:rPr>
          <w:t>6.1</w:t>
        </w:r>
        <w:r w:rsidR="00F7465E">
          <w:rPr>
            <w:rFonts w:asciiTheme="minorHAnsi" w:eastAsiaTheme="minorEastAsia" w:hAnsiTheme="minorHAnsi" w:cstheme="minorBidi"/>
            <w:noProof/>
            <w:szCs w:val="22"/>
          </w:rPr>
          <w:tab/>
        </w:r>
        <w:r w:rsidR="00F7465E" w:rsidRPr="002D6D20">
          <w:rPr>
            <w:rStyle w:val="Hyperlink"/>
            <w:noProof/>
          </w:rPr>
          <w:t>Deployment Models</w:t>
        </w:r>
        <w:r w:rsidR="00F7465E">
          <w:rPr>
            <w:noProof/>
            <w:webHidden/>
          </w:rPr>
          <w:tab/>
        </w:r>
        <w:r w:rsidR="00F7465E">
          <w:rPr>
            <w:noProof/>
            <w:webHidden/>
          </w:rPr>
          <w:fldChar w:fldCharType="begin"/>
        </w:r>
        <w:r w:rsidR="00F7465E">
          <w:rPr>
            <w:noProof/>
            <w:webHidden/>
          </w:rPr>
          <w:instrText xml:space="preserve"> PAGEREF _Toc384028864 \h </w:instrText>
        </w:r>
        <w:r w:rsidR="00F7465E">
          <w:rPr>
            <w:noProof/>
            <w:webHidden/>
          </w:rPr>
        </w:r>
        <w:r w:rsidR="00F7465E">
          <w:rPr>
            <w:noProof/>
            <w:webHidden/>
          </w:rPr>
          <w:fldChar w:fldCharType="separate"/>
        </w:r>
        <w:r w:rsidR="00F7465E">
          <w:rPr>
            <w:noProof/>
            <w:webHidden/>
          </w:rPr>
          <w:t>17</w:t>
        </w:r>
        <w:r w:rsidR="00F7465E">
          <w:rPr>
            <w:noProof/>
            <w:webHidden/>
          </w:rPr>
          <w:fldChar w:fldCharType="end"/>
        </w:r>
      </w:hyperlink>
    </w:p>
    <w:p w14:paraId="6F43C418" w14:textId="420EDD3E" w:rsidR="00F7465E" w:rsidRDefault="001C5265">
      <w:pPr>
        <w:pStyle w:val="TOC1"/>
        <w:rPr>
          <w:rFonts w:asciiTheme="minorHAnsi" w:eastAsiaTheme="minorEastAsia" w:hAnsiTheme="minorHAnsi" w:cstheme="minorBidi"/>
          <w:noProof/>
          <w:szCs w:val="22"/>
        </w:rPr>
      </w:pPr>
      <w:hyperlink w:anchor="_Toc384028865" w:history="1">
        <w:r w:rsidR="00F7465E">
          <w:rPr>
            <w:rStyle w:val="Hyperlink"/>
            <w:noProof/>
          </w:rPr>
          <w:t xml:space="preserve">Appendix A - </w:t>
        </w:r>
        <w:r w:rsidR="00F7465E" w:rsidRPr="002D6D20">
          <w:rPr>
            <w:rStyle w:val="Hyperlink"/>
            <w:noProof/>
          </w:rPr>
          <w:t>References</w:t>
        </w:r>
        <w:r w:rsidR="00F7465E">
          <w:rPr>
            <w:noProof/>
            <w:webHidden/>
          </w:rPr>
          <w:tab/>
        </w:r>
        <w:r w:rsidR="00F7465E">
          <w:rPr>
            <w:noProof/>
            <w:webHidden/>
          </w:rPr>
          <w:fldChar w:fldCharType="begin"/>
        </w:r>
        <w:r w:rsidR="00F7465E">
          <w:rPr>
            <w:noProof/>
            <w:webHidden/>
          </w:rPr>
          <w:instrText xml:space="preserve"> PAGEREF _Toc384028865 \h </w:instrText>
        </w:r>
        <w:r w:rsidR="00F7465E">
          <w:rPr>
            <w:noProof/>
            <w:webHidden/>
          </w:rPr>
        </w:r>
        <w:r w:rsidR="00F7465E">
          <w:rPr>
            <w:noProof/>
            <w:webHidden/>
          </w:rPr>
          <w:fldChar w:fldCharType="separate"/>
        </w:r>
        <w:r w:rsidR="00F7465E">
          <w:rPr>
            <w:noProof/>
            <w:webHidden/>
          </w:rPr>
          <w:t>19</w:t>
        </w:r>
        <w:r w:rsidR="00F7465E">
          <w:rPr>
            <w:noProof/>
            <w:webHidden/>
          </w:rPr>
          <w:fldChar w:fldCharType="end"/>
        </w:r>
      </w:hyperlink>
    </w:p>
    <w:p w14:paraId="15C6C14F" w14:textId="77777777" w:rsidR="00F7465E" w:rsidRDefault="001C5265">
      <w:pPr>
        <w:pStyle w:val="TOC1"/>
        <w:rPr>
          <w:rFonts w:asciiTheme="minorHAnsi" w:eastAsiaTheme="minorEastAsia" w:hAnsiTheme="minorHAnsi" w:cstheme="minorBidi"/>
          <w:noProof/>
          <w:szCs w:val="22"/>
        </w:rPr>
      </w:pPr>
      <w:hyperlink w:anchor="_Toc384028866" w:history="1">
        <w:r w:rsidR="00F7465E" w:rsidRPr="002D6D20">
          <w:rPr>
            <w:rStyle w:val="Hyperlink"/>
            <w:noProof/>
          </w:rPr>
          <w:t>Appendix B - Key Terms</w:t>
        </w:r>
        <w:r w:rsidR="00F7465E">
          <w:rPr>
            <w:noProof/>
            <w:webHidden/>
          </w:rPr>
          <w:tab/>
        </w:r>
        <w:r w:rsidR="00F7465E">
          <w:rPr>
            <w:noProof/>
            <w:webHidden/>
          </w:rPr>
          <w:fldChar w:fldCharType="begin"/>
        </w:r>
        <w:r w:rsidR="00F7465E">
          <w:rPr>
            <w:noProof/>
            <w:webHidden/>
          </w:rPr>
          <w:instrText xml:space="preserve"> PAGEREF _Toc384028866 \h </w:instrText>
        </w:r>
        <w:r w:rsidR="00F7465E">
          <w:rPr>
            <w:noProof/>
            <w:webHidden/>
          </w:rPr>
        </w:r>
        <w:r w:rsidR="00F7465E">
          <w:rPr>
            <w:noProof/>
            <w:webHidden/>
          </w:rPr>
          <w:fldChar w:fldCharType="separate"/>
        </w:r>
        <w:r w:rsidR="00F7465E">
          <w:rPr>
            <w:noProof/>
            <w:webHidden/>
          </w:rPr>
          <w:t>20</w:t>
        </w:r>
        <w:r w:rsidR="00F7465E">
          <w:rPr>
            <w:noProof/>
            <w:webHidden/>
          </w:rPr>
          <w:fldChar w:fldCharType="end"/>
        </w:r>
      </w:hyperlink>
    </w:p>
    <w:p w14:paraId="04F2BF75" w14:textId="77777777" w:rsidR="00F7465E" w:rsidRDefault="001C5265">
      <w:pPr>
        <w:pStyle w:val="TOC1"/>
        <w:rPr>
          <w:rFonts w:asciiTheme="minorHAnsi" w:eastAsiaTheme="minorEastAsia" w:hAnsiTheme="minorHAnsi" w:cstheme="minorBidi"/>
          <w:noProof/>
          <w:szCs w:val="22"/>
        </w:rPr>
      </w:pPr>
      <w:hyperlink w:anchor="_Toc384028867" w:history="1">
        <w:r w:rsidR="00F7465E" w:rsidRPr="002D6D20">
          <w:rPr>
            <w:rStyle w:val="Hyperlink"/>
            <w:noProof/>
          </w:rPr>
          <w:t>Appendix C – Conceptual and Logical Data Model</w:t>
        </w:r>
        <w:r w:rsidR="00F7465E">
          <w:rPr>
            <w:noProof/>
            <w:webHidden/>
          </w:rPr>
          <w:tab/>
        </w:r>
        <w:r w:rsidR="00F7465E">
          <w:rPr>
            <w:noProof/>
            <w:webHidden/>
          </w:rPr>
          <w:fldChar w:fldCharType="begin"/>
        </w:r>
        <w:r w:rsidR="00F7465E">
          <w:rPr>
            <w:noProof/>
            <w:webHidden/>
          </w:rPr>
          <w:instrText xml:space="preserve"> PAGEREF _Toc384028867 \h </w:instrText>
        </w:r>
        <w:r w:rsidR="00F7465E">
          <w:rPr>
            <w:noProof/>
            <w:webHidden/>
          </w:rPr>
        </w:r>
        <w:r w:rsidR="00F7465E">
          <w:rPr>
            <w:noProof/>
            <w:webHidden/>
          </w:rPr>
          <w:fldChar w:fldCharType="separate"/>
        </w:r>
        <w:r w:rsidR="00F7465E">
          <w:rPr>
            <w:noProof/>
            <w:webHidden/>
          </w:rPr>
          <w:t>21</w:t>
        </w:r>
        <w:r w:rsidR="00F7465E">
          <w:rPr>
            <w:noProof/>
            <w:webHidden/>
          </w:rPr>
          <w:fldChar w:fldCharType="end"/>
        </w:r>
      </w:hyperlink>
    </w:p>
    <w:p w14:paraId="6FA7911E" w14:textId="7751F920" w:rsidR="00F7465E" w:rsidRDefault="001C5265" w:rsidP="00F7465E">
      <w:pPr>
        <w:pStyle w:val="TOC2"/>
        <w:tabs>
          <w:tab w:val="right" w:leader="dot" w:pos="9350"/>
        </w:tabs>
        <w:ind w:left="0"/>
        <w:rPr>
          <w:rFonts w:asciiTheme="minorHAnsi" w:eastAsiaTheme="minorEastAsia" w:hAnsiTheme="minorHAnsi" w:cstheme="minorBidi"/>
          <w:noProof/>
          <w:szCs w:val="22"/>
        </w:rPr>
      </w:pPr>
      <w:hyperlink w:anchor="_Toc384028868" w:history="1">
        <w:r w:rsidR="00F7465E">
          <w:rPr>
            <w:rStyle w:val="Hyperlink"/>
            <w:noProof/>
          </w:rPr>
          <w:t xml:space="preserve">Appendix D - </w:t>
        </w:r>
        <w:r w:rsidR="00F7465E" w:rsidRPr="002D6D20">
          <w:rPr>
            <w:rStyle w:val="Hyperlink"/>
            <w:noProof/>
          </w:rPr>
          <w:t>Map System Data Elements Matrix - System Data Elements to LDM Table Example</w:t>
        </w:r>
        <w:r w:rsidR="00F7465E">
          <w:rPr>
            <w:noProof/>
            <w:webHidden/>
          </w:rPr>
          <w:tab/>
        </w:r>
        <w:r w:rsidR="00F7465E">
          <w:rPr>
            <w:noProof/>
            <w:webHidden/>
          </w:rPr>
          <w:fldChar w:fldCharType="begin"/>
        </w:r>
        <w:r w:rsidR="00F7465E">
          <w:rPr>
            <w:noProof/>
            <w:webHidden/>
          </w:rPr>
          <w:instrText xml:space="preserve"> PAGEREF _Toc384028868 \h </w:instrText>
        </w:r>
        <w:r w:rsidR="00F7465E">
          <w:rPr>
            <w:noProof/>
            <w:webHidden/>
          </w:rPr>
        </w:r>
        <w:r w:rsidR="00F7465E">
          <w:rPr>
            <w:noProof/>
            <w:webHidden/>
          </w:rPr>
          <w:fldChar w:fldCharType="separate"/>
        </w:r>
        <w:r w:rsidR="00F7465E">
          <w:rPr>
            <w:noProof/>
            <w:webHidden/>
          </w:rPr>
          <w:t>22</w:t>
        </w:r>
        <w:r w:rsidR="00F7465E">
          <w:rPr>
            <w:noProof/>
            <w:webHidden/>
          </w:rPr>
          <w:fldChar w:fldCharType="end"/>
        </w:r>
      </w:hyperlink>
    </w:p>
    <w:p w14:paraId="14322941" w14:textId="1C1BF14D" w:rsidR="00F7465E" w:rsidRDefault="00F7465E">
      <w:pPr>
        <w:pStyle w:val="TOC2"/>
        <w:tabs>
          <w:tab w:val="right" w:leader="dot" w:pos="9350"/>
        </w:tabs>
        <w:rPr>
          <w:rFonts w:asciiTheme="minorHAnsi" w:eastAsiaTheme="minorEastAsia" w:hAnsiTheme="minorHAnsi" w:cstheme="minorBidi"/>
          <w:noProof/>
          <w:szCs w:val="22"/>
        </w:rPr>
      </w:pPr>
    </w:p>
    <w:p w14:paraId="0D8F6A23" w14:textId="77777777" w:rsidR="002134E3" w:rsidRDefault="00E60800" w:rsidP="002134E3">
      <w:r>
        <w:fldChar w:fldCharType="end"/>
      </w:r>
    </w:p>
    <w:p w14:paraId="51E773D1" w14:textId="77777777" w:rsidR="00C404EC" w:rsidRDefault="00C404EC" w:rsidP="00C404EC"/>
    <w:p w14:paraId="3752EE1F" w14:textId="77777777" w:rsidR="00EE6273" w:rsidRPr="00EE6273" w:rsidRDefault="00EE6273" w:rsidP="00EE6273">
      <w:pPr>
        <w:sectPr w:rsidR="00EE6273" w:rsidRPr="00EE6273" w:rsidSect="00A10C14">
          <w:type w:val="continuous"/>
          <w:pgSz w:w="12240" w:h="15840"/>
          <w:pgMar w:top="1440" w:right="1440" w:bottom="1440" w:left="1440" w:header="720" w:footer="720" w:gutter="0"/>
          <w:pgNumType w:fmt="lowerRoman" w:start="1"/>
          <w:cols w:space="720"/>
          <w:docGrid w:linePitch="360"/>
        </w:sectPr>
      </w:pPr>
    </w:p>
    <w:p w14:paraId="0385E2E6" w14:textId="77777777" w:rsidR="00654B79" w:rsidRPr="00C07B27" w:rsidRDefault="00C07B27" w:rsidP="00F46716">
      <w:pPr>
        <w:pStyle w:val="Heading1"/>
      </w:pPr>
      <w:bookmarkStart w:id="3" w:name="_Ref294007596"/>
      <w:bookmarkStart w:id="4" w:name="_Ref294007608"/>
      <w:bookmarkStart w:id="5" w:name="_Ref294007668"/>
      <w:bookmarkStart w:id="6" w:name="_Ref294007685"/>
      <w:bookmarkStart w:id="7" w:name="_Toc384028820"/>
      <w:r w:rsidRPr="00C07B27">
        <w:t>Solution Overview</w:t>
      </w:r>
      <w:bookmarkEnd w:id="3"/>
      <w:bookmarkEnd w:id="4"/>
      <w:bookmarkEnd w:id="5"/>
      <w:bookmarkEnd w:id="6"/>
      <w:bookmarkEnd w:id="7"/>
    </w:p>
    <w:p w14:paraId="425E378B" w14:textId="77777777" w:rsidR="00265465" w:rsidRDefault="00C07B27" w:rsidP="00607F19">
      <w:pPr>
        <w:pStyle w:val="HUDBText"/>
      </w:pPr>
      <w:r>
        <w:t>&lt;</w:t>
      </w:r>
      <w:r w:rsidR="00796A11" w:rsidRPr="00607F19">
        <w:rPr>
          <w:szCs w:val="20"/>
        </w:rPr>
        <w:t xml:space="preserve">Provide </w:t>
      </w:r>
      <w:r w:rsidR="00796A11" w:rsidRPr="00607F19">
        <w:t>one or more diagrams depicting an overview of the target solution architecture with supporting narrative text</w:t>
      </w:r>
      <w:r w:rsidR="00644C14">
        <w:t>.</w:t>
      </w:r>
      <w:r w:rsidR="00265465">
        <w:t xml:space="preserve"> </w:t>
      </w:r>
      <w:r w:rsidR="00FF1A5F">
        <w:t>Ensure that the diagram(s) depict</w:t>
      </w:r>
      <w:r>
        <w:t xml:space="preserve"> </w:t>
      </w:r>
      <w:r w:rsidR="00265465">
        <w:t xml:space="preserve">the major components of the solution and the relationships between the components, </w:t>
      </w:r>
      <w:r>
        <w:t>input and output data flows, major process</w:t>
      </w:r>
      <w:r w:rsidR="002C3F50">
        <w:t>es, functions</w:t>
      </w:r>
      <w:r w:rsidR="00AA36BB">
        <w:t>,</w:t>
      </w:r>
      <w:r w:rsidR="002C3F50">
        <w:t xml:space="preserve"> and system tasks.</w:t>
      </w:r>
      <w:r>
        <w:t xml:space="preserve"> Identify major HUD </w:t>
      </w:r>
      <w:r w:rsidR="00265465">
        <w:t>Commercial-Off-the-Shelf (</w:t>
      </w:r>
      <w:r>
        <w:t>COTS</w:t>
      </w:r>
      <w:r w:rsidR="00265465">
        <w:t>)</w:t>
      </w:r>
      <w:r>
        <w:t>, infrastructure, and platform technology components.</w:t>
      </w:r>
    </w:p>
    <w:p w14:paraId="3385ACDC" w14:textId="77777777" w:rsidR="00C07B27" w:rsidRDefault="001C3056" w:rsidP="00607F19">
      <w:pPr>
        <w:pStyle w:val="HUDBText"/>
      </w:pPr>
      <w:r>
        <w:fldChar w:fldCharType="begin"/>
      </w:r>
      <w:r>
        <w:instrText xml:space="preserve"> REF _Ref294009969 \h  \* MERGEFORMAT </w:instrText>
      </w:r>
      <w:r>
        <w:fldChar w:fldCharType="separate"/>
      </w:r>
      <w:r w:rsidR="00F151F1">
        <w:t>Figure 1.1</w:t>
      </w:r>
      <w:r>
        <w:fldChar w:fldCharType="end"/>
      </w:r>
      <w:r w:rsidR="00607F19">
        <w:t xml:space="preserve"> below </w:t>
      </w:r>
      <w:r w:rsidR="00265465">
        <w:t>is a sample solution architecture overview diagram.</w:t>
      </w:r>
      <w:r w:rsidR="00C07B27">
        <w:t>&gt;</w:t>
      </w:r>
    </w:p>
    <w:p w14:paraId="2A4533D6" w14:textId="77777777" w:rsidR="00C07B27" w:rsidRDefault="00F91C19" w:rsidP="00C07B27">
      <w:r>
        <w:rPr>
          <w:noProof/>
        </w:rPr>
        <w:drawing>
          <wp:inline distT="0" distB="0" distL="0" distR="0" wp14:anchorId="199F6858" wp14:editId="1372B93C">
            <wp:extent cx="5943600" cy="4552950"/>
            <wp:effectExtent l="1905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5943600" cy="4552950"/>
                    </a:xfrm>
                    <a:prstGeom prst="rect">
                      <a:avLst/>
                    </a:prstGeom>
                    <a:noFill/>
                    <a:ln w="9525">
                      <a:noFill/>
                      <a:miter lim="800000"/>
                      <a:headEnd/>
                      <a:tailEnd/>
                    </a:ln>
                  </pic:spPr>
                </pic:pic>
              </a:graphicData>
            </a:graphic>
          </wp:inline>
        </w:drawing>
      </w:r>
    </w:p>
    <w:p w14:paraId="3BE27042" w14:textId="77777777" w:rsidR="002C3F50" w:rsidRDefault="00EE6273" w:rsidP="00EE6273">
      <w:pPr>
        <w:pStyle w:val="Caption"/>
      </w:pPr>
      <w:bookmarkStart w:id="8" w:name="_Ref294009969"/>
      <w:bookmarkStart w:id="9" w:name="_Toc294006531"/>
      <w:r>
        <w:t xml:space="preserve">Figure </w:t>
      </w:r>
      <w:bookmarkEnd w:id="8"/>
      <w:r w:rsidR="00C96889">
        <w:t>1</w:t>
      </w:r>
      <w:r w:rsidR="00A05A01">
        <w:t>.1</w:t>
      </w:r>
      <w:r w:rsidR="006E3058">
        <w:t xml:space="preserve"> -</w:t>
      </w:r>
      <w:r w:rsidR="002C3F50">
        <w:t xml:space="preserve"> Example </w:t>
      </w:r>
      <w:r w:rsidR="002C3F50" w:rsidRPr="00607F19">
        <w:rPr>
          <w:i/>
        </w:rPr>
        <w:t>Solution Architecture</w:t>
      </w:r>
      <w:r w:rsidR="002C3F50">
        <w:t xml:space="preserve"> Overview Diagram</w:t>
      </w:r>
      <w:bookmarkEnd w:id="9"/>
    </w:p>
    <w:p w14:paraId="78F973CF" w14:textId="77777777" w:rsidR="00AD7030" w:rsidRPr="00AD7030" w:rsidRDefault="00C96889" w:rsidP="00C96889">
      <w:pPr>
        <w:pStyle w:val="Heading2"/>
        <w:numPr>
          <w:ilvl w:val="0"/>
          <w:numId w:val="0"/>
        </w:numPr>
      </w:pPr>
      <w:bookmarkStart w:id="10" w:name="_Toc278175174"/>
      <w:bookmarkStart w:id="11" w:name="_Toc384028821"/>
      <w:r>
        <w:t xml:space="preserve">1.1 </w:t>
      </w:r>
      <w:r w:rsidR="00AD7030" w:rsidRPr="00AD7030">
        <w:t>Future Architecture</w:t>
      </w:r>
      <w:bookmarkEnd w:id="10"/>
      <w:bookmarkEnd w:id="11"/>
    </w:p>
    <w:p w14:paraId="14DCB241" w14:textId="77777777" w:rsidR="005A3913" w:rsidRDefault="00AD7030" w:rsidP="00AC6AAF">
      <w:pPr>
        <w:pStyle w:val="HUDBText"/>
      </w:pPr>
      <w:r w:rsidRPr="00AD7030">
        <w:t>&lt;</w:t>
      </w:r>
      <w:r w:rsidR="003508AE">
        <w:t>Provide</w:t>
      </w:r>
      <w:r w:rsidRPr="00AD7030">
        <w:t xml:space="preserve"> future </w:t>
      </w:r>
      <w:r w:rsidRPr="00AA36BB">
        <w:t>architectural solution guidance</w:t>
      </w:r>
      <w:r w:rsidR="0046236F">
        <w:t>, if necessary</w:t>
      </w:r>
      <w:r w:rsidRPr="00AA36BB">
        <w:t xml:space="preserve">. </w:t>
      </w:r>
      <w:r w:rsidR="003508AE">
        <w:t>I</w:t>
      </w:r>
      <w:r w:rsidRPr="00AA36BB">
        <w:t>dentif</w:t>
      </w:r>
      <w:r w:rsidR="003508AE">
        <w:t>y</w:t>
      </w:r>
      <w:r w:rsidRPr="00AA36BB">
        <w:t xml:space="preserve"> and</w:t>
      </w:r>
      <w:r w:rsidRPr="00AD7030">
        <w:t xml:space="preserve"> descri</w:t>
      </w:r>
      <w:r w:rsidR="003508AE">
        <w:t>be</w:t>
      </w:r>
      <w:r w:rsidRPr="00AD7030">
        <w:t xml:space="preserve"> the application of potential new architecture components such as a rules engine</w:t>
      </w:r>
      <w:r w:rsidR="0046236F">
        <w:t>, web service,</w:t>
      </w:r>
      <w:r w:rsidRPr="00AD7030">
        <w:t xml:space="preserve"> or media server to address new solution architecture requirements</w:t>
      </w:r>
      <w:r w:rsidR="0046236F">
        <w:t>.</w:t>
      </w:r>
      <w:r w:rsidR="009815A6">
        <w:t>&gt;</w:t>
      </w:r>
    </w:p>
    <w:p w14:paraId="71AF2A5F" w14:textId="77777777" w:rsidR="00B22276" w:rsidRPr="00B22276" w:rsidRDefault="00B22276" w:rsidP="00C96889">
      <w:pPr>
        <w:pStyle w:val="Heading2"/>
        <w:numPr>
          <w:ilvl w:val="1"/>
          <w:numId w:val="39"/>
        </w:numPr>
      </w:pPr>
      <w:bookmarkStart w:id="12" w:name="_Toc278175175"/>
      <w:r>
        <w:t xml:space="preserve"> </w:t>
      </w:r>
      <w:bookmarkStart w:id="13" w:name="_Toc384028822"/>
      <w:r>
        <w:t>As-Is Architecture</w:t>
      </w:r>
      <w:bookmarkEnd w:id="13"/>
    </w:p>
    <w:p w14:paraId="67F978A5" w14:textId="77777777" w:rsidR="00B22276" w:rsidRPr="00B47CD4" w:rsidRDefault="00C46590" w:rsidP="00B47CD4">
      <w:pPr>
        <w:pStyle w:val="HUDBText"/>
      </w:pPr>
      <w:r>
        <w:t>&lt;</w:t>
      </w:r>
      <w:r w:rsidR="00EA4797" w:rsidRPr="00B47CD4">
        <w:t xml:space="preserve">Describe the as-is architecture as it relates to </w:t>
      </w:r>
      <w:r w:rsidRPr="00C46590">
        <w:t>the a</w:t>
      </w:r>
      <w:r>
        <w:t>rchitecture</w:t>
      </w:r>
      <w:r w:rsidR="00EA4797" w:rsidRPr="00B47CD4">
        <w:t xml:space="preserve"> component(s) that need to be transitioned.</w:t>
      </w:r>
      <w:r w:rsidR="00B47CD4">
        <w:t>&gt;</w:t>
      </w:r>
    </w:p>
    <w:p w14:paraId="68962EC7" w14:textId="77777777" w:rsidR="00B22276" w:rsidRDefault="00B22276" w:rsidP="00AD7030">
      <w:pPr>
        <w:pStyle w:val="Heading2"/>
      </w:pPr>
      <w:r>
        <w:t xml:space="preserve"> </w:t>
      </w:r>
      <w:bookmarkStart w:id="14" w:name="_Toc384028823"/>
      <w:r>
        <w:t>To-Be Architecture</w:t>
      </w:r>
      <w:bookmarkEnd w:id="14"/>
    </w:p>
    <w:p w14:paraId="648D6427" w14:textId="77777777" w:rsidR="00C46590" w:rsidRPr="00B47CD4" w:rsidRDefault="00675F07" w:rsidP="00B47CD4">
      <w:pPr>
        <w:pStyle w:val="HUDBText"/>
      </w:pPr>
      <w:r w:rsidRPr="00B47CD4">
        <w:t>&lt; Describe</w:t>
      </w:r>
      <w:r w:rsidR="00C46590" w:rsidRPr="00B47CD4">
        <w:t xml:space="preserve"> the to-be architecture to which the component(s) that require change are to be transitioned.</w:t>
      </w:r>
      <w:r w:rsidR="00B47CD4">
        <w:t>&gt;</w:t>
      </w:r>
    </w:p>
    <w:p w14:paraId="1F482089" w14:textId="77777777" w:rsidR="00AD7030" w:rsidRPr="00AD7030" w:rsidRDefault="00AD7030" w:rsidP="00AD7030">
      <w:pPr>
        <w:pStyle w:val="Heading2"/>
      </w:pPr>
      <w:bookmarkStart w:id="15" w:name="_Toc384028824"/>
      <w:r w:rsidRPr="00AD7030">
        <w:t>Transition Planning</w:t>
      </w:r>
      <w:bookmarkEnd w:id="12"/>
      <w:bookmarkEnd w:id="15"/>
    </w:p>
    <w:p w14:paraId="2D14DE9E" w14:textId="77777777" w:rsidR="00AD7030" w:rsidRPr="00AD7030" w:rsidRDefault="00AD7030" w:rsidP="00AC6AAF">
      <w:pPr>
        <w:pStyle w:val="HUDBText"/>
      </w:pPr>
      <w:r w:rsidRPr="00AD7030">
        <w:t>&lt;</w:t>
      </w:r>
      <w:r w:rsidR="003508AE">
        <w:t xml:space="preserve">If the project involves migrating </w:t>
      </w:r>
      <w:r w:rsidRPr="00AD7030">
        <w:t xml:space="preserve">from </w:t>
      </w:r>
      <w:r w:rsidR="003508AE">
        <w:t>current</w:t>
      </w:r>
      <w:r w:rsidRPr="00AD7030">
        <w:t xml:space="preserve"> system architecture to the </w:t>
      </w:r>
      <w:r w:rsidR="003508AE">
        <w:t xml:space="preserve">proposed/new </w:t>
      </w:r>
      <w:r w:rsidRPr="00AD7030">
        <w:t xml:space="preserve">architecture </w:t>
      </w:r>
      <w:r w:rsidR="003508AE">
        <w:t>p</w:t>
      </w:r>
      <w:r w:rsidR="003508AE" w:rsidRPr="00AD7030">
        <w:t>rovide a description</w:t>
      </w:r>
      <w:r w:rsidR="003508AE">
        <w:t xml:space="preserve"> of the high-level transition plans</w:t>
      </w:r>
      <w:r w:rsidR="00AA36BB">
        <w:t>.</w:t>
      </w:r>
    </w:p>
    <w:p w14:paraId="14AD2BBE" w14:textId="77777777" w:rsidR="00AD7030" w:rsidRPr="00AC6AAF" w:rsidRDefault="00796A11" w:rsidP="00AC6AAF">
      <w:pPr>
        <w:pStyle w:val="HUDBText"/>
      </w:pPr>
      <w:r w:rsidRPr="00AC6AAF">
        <w:rPr>
          <w:rFonts w:eastAsia="Calibri"/>
        </w:rPr>
        <w:t xml:space="preserve">Identify and describe the current business process to be migrated. Identify and describe the current system architecture. </w:t>
      </w:r>
    </w:p>
    <w:p w14:paraId="5273D16B" w14:textId="77777777" w:rsidR="003508AE" w:rsidRPr="00AC6AAF" w:rsidRDefault="00796A11" w:rsidP="00AC6AAF">
      <w:pPr>
        <w:pStyle w:val="HUDBText"/>
      </w:pPr>
      <w:r w:rsidRPr="00AC6AAF">
        <w:rPr>
          <w:rFonts w:eastAsia="Calibri"/>
        </w:rPr>
        <w:t>Present a high-level plan to transition current business processes and architecture to the solution architecture. Describe and define the scope of major phases for a phased implementation and transition plan. Specify how current business processes will be migrated to the solution’s business processes and architecture.</w:t>
      </w:r>
    </w:p>
    <w:p w14:paraId="4035D4F5" w14:textId="77777777" w:rsidR="00AD7030" w:rsidRPr="00AD7030" w:rsidRDefault="003508AE" w:rsidP="00AC6AAF">
      <w:pPr>
        <w:pStyle w:val="HUDBText"/>
      </w:pPr>
      <w:r w:rsidRPr="00AC6AAF">
        <w:t>F</w:t>
      </w:r>
      <w:r w:rsidR="00AD7030" w:rsidRPr="00AC6AAF">
        <w:t>ocus on the current phase of the transition plan with detailed ar</w:t>
      </w:r>
      <w:r w:rsidR="00AA36BB" w:rsidRPr="00AC6AAF">
        <w:t>chitectural guidance and descriptions</w:t>
      </w:r>
      <w:r w:rsidR="00AD7030" w:rsidRPr="00AC6AAF">
        <w:t xml:space="preserve"> </w:t>
      </w:r>
      <w:r w:rsidR="00AA36BB" w:rsidRPr="00AC6AAF">
        <w:t xml:space="preserve">of </w:t>
      </w:r>
      <w:r w:rsidR="00AD7030" w:rsidRPr="00AC6AAF">
        <w:t>future phases at a level sufficient to enable consideration of future requirements during development of the current phase.&gt;</w:t>
      </w:r>
    </w:p>
    <w:p w14:paraId="6C3781BC" w14:textId="77777777" w:rsidR="00C60B49" w:rsidRDefault="00C60B49">
      <w:pPr>
        <w:overflowPunct/>
        <w:autoSpaceDE/>
        <w:autoSpaceDN/>
        <w:adjustRightInd/>
        <w:spacing w:after="0"/>
        <w:textAlignment w:val="auto"/>
        <w:rPr>
          <w:rFonts w:ascii="Cambria" w:hAnsi="Cambria"/>
          <w:b/>
          <w:bCs/>
          <w:sz w:val="28"/>
          <w:szCs w:val="28"/>
          <w:lang w:bidi="en-US"/>
        </w:rPr>
      </w:pPr>
      <w:r>
        <w:br w:type="page"/>
      </w:r>
    </w:p>
    <w:p w14:paraId="2878F51F" w14:textId="77777777" w:rsidR="00FF0ACE" w:rsidRPr="00FF0ACE" w:rsidRDefault="00F46716" w:rsidP="00F46716">
      <w:pPr>
        <w:pStyle w:val="Heading1"/>
      </w:pPr>
      <w:bookmarkStart w:id="16" w:name="_Toc384028825"/>
      <w:r>
        <w:t>Architecture Goals a</w:t>
      </w:r>
      <w:r w:rsidRPr="00FF0ACE">
        <w:t>nd Constraints</w:t>
      </w:r>
      <w:bookmarkEnd w:id="16"/>
    </w:p>
    <w:p w14:paraId="4360686C" w14:textId="77777777" w:rsidR="00FF0ACE" w:rsidRPr="00FF0ACE" w:rsidRDefault="00FF0ACE" w:rsidP="00FF0ACE">
      <w:r w:rsidRPr="00FF0ACE">
        <w:t xml:space="preserve">The Architecture </w:t>
      </w:r>
      <w:r w:rsidR="00AC6AAF">
        <w:t>g</w:t>
      </w:r>
      <w:r w:rsidRPr="00FF0ACE">
        <w:t xml:space="preserve">oals and </w:t>
      </w:r>
      <w:r w:rsidR="00AC6AAF">
        <w:t>c</w:t>
      </w:r>
      <w:r w:rsidRPr="00FF0ACE">
        <w:t>onstraints section provides a description of goals and constraints</w:t>
      </w:r>
      <w:r w:rsidR="002C3F50">
        <w:t xml:space="preserve"> of the </w:t>
      </w:r>
      <w:r w:rsidR="000B4832" w:rsidRPr="000B4832">
        <w:rPr>
          <w:i/>
        </w:rPr>
        <w:t xml:space="preserve">Solution </w:t>
      </w:r>
      <w:r w:rsidR="0083234C">
        <w:rPr>
          <w:i/>
        </w:rPr>
        <w:t>Architecture</w:t>
      </w:r>
      <w:r w:rsidR="002C3F50">
        <w:t xml:space="preserve">. </w:t>
      </w:r>
      <w:r w:rsidRPr="00FF0ACE">
        <w:t>The following subsections each provide specific architecture goals and constraints.</w:t>
      </w:r>
    </w:p>
    <w:p w14:paraId="6492DFFB" w14:textId="77777777" w:rsidR="00FF0ACE" w:rsidRPr="00FF0ACE" w:rsidRDefault="00FF0ACE" w:rsidP="00FF0ACE">
      <w:pPr>
        <w:pStyle w:val="Heading2"/>
      </w:pPr>
      <w:bookmarkStart w:id="17" w:name="_Toc278175177"/>
      <w:bookmarkStart w:id="18" w:name="_Toc384028826"/>
      <w:r w:rsidRPr="00FF0ACE">
        <w:t xml:space="preserve">HUD Enterprise </w:t>
      </w:r>
      <w:bookmarkEnd w:id="17"/>
      <w:r w:rsidR="00CA2CFB">
        <w:t>Architecture</w:t>
      </w:r>
      <w:bookmarkEnd w:id="18"/>
    </w:p>
    <w:p w14:paraId="71A79DD6" w14:textId="77777777" w:rsidR="00FF0ACE" w:rsidRPr="00FF0ACE" w:rsidRDefault="00FF0ACE" w:rsidP="00F638E8">
      <w:pPr>
        <w:pStyle w:val="HUDBText"/>
      </w:pPr>
      <w:r w:rsidRPr="00FF0ACE">
        <w:t>&lt;</w:t>
      </w:r>
      <w:r w:rsidR="00CA2CFB">
        <w:t>P</w:t>
      </w:r>
      <w:r w:rsidRPr="00FF0ACE">
        <w:t>rovide the enterprise architecture context for the solution ar</w:t>
      </w:r>
      <w:r w:rsidR="002C3F50">
        <w:t xml:space="preserve">chitecture. Describe, as applicable, </w:t>
      </w:r>
      <w:r w:rsidRPr="00FF0ACE">
        <w:t xml:space="preserve">the relationship of </w:t>
      </w:r>
      <w:r w:rsidR="00CA2CFB">
        <w:t xml:space="preserve">the </w:t>
      </w:r>
      <w:r w:rsidRPr="00FF0ACE">
        <w:t xml:space="preserve">solution architecture to HUD’s </w:t>
      </w:r>
      <w:r w:rsidR="00E54B41">
        <w:t>e</w:t>
      </w:r>
      <w:r w:rsidRPr="00FF0ACE">
        <w:t xml:space="preserve">nterprise </w:t>
      </w:r>
      <w:r w:rsidR="00E54B41">
        <w:t>a</w:t>
      </w:r>
      <w:r w:rsidRPr="00FF0ACE">
        <w:t xml:space="preserve">rchitecture </w:t>
      </w:r>
      <w:r w:rsidR="00CA2CFB">
        <w:t xml:space="preserve">(EA) </w:t>
      </w:r>
      <w:r w:rsidRPr="00FF0ACE">
        <w:t>and how the solution architecture supports the goals and constraints of EA.</w:t>
      </w:r>
    </w:p>
    <w:p w14:paraId="465F0C09" w14:textId="77777777" w:rsidR="00FF0ACE" w:rsidRPr="00FF0ACE" w:rsidRDefault="00FF0ACE" w:rsidP="00F638E8">
      <w:pPr>
        <w:pStyle w:val="HUDBText"/>
      </w:pPr>
      <w:r w:rsidRPr="00FF0ACE">
        <w:t>The HUD EA includes the HUD strategic goals and objectives and business, service, technology architectures</w:t>
      </w:r>
      <w:r w:rsidR="00AA36BB">
        <w:t>,</w:t>
      </w:r>
      <w:r w:rsidRPr="00FF0ACE">
        <w:t xml:space="preserve"> and the integration of those architectures. Each layer of the EA includes performance, data, and</w:t>
      </w:r>
      <w:r w:rsidR="00AA36BB">
        <w:t xml:space="preserve"> security/privacy dimensions. </w:t>
      </w:r>
      <w:r w:rsidRPr="00FF0ACE">
        <w:t>The EA includes segment architectures</w:t>
      </w:r>
      <w:r w:rsidR="00402FA2">
        <w:t xml:space="preserve"> that</w:t>
      </w:r>
      <w:r w:rsidRPr="00FF0ACE">
        <w:t xml:space="preserve"> provide the business area perspective of the enterprise architecture. The mapping of relevant enterprise and business area</w:t>
      </w:r>
      <w:r w:rsidR="00E342E9">
        <w:t xml:space="preserve"> strategic goals and objectives</w:t>
      </w:r>
      <w:r w:rsidRPr="00FF0ACE">
        <w:t xml:space="preserve"> to the business processes, services, technologies, data, security, and performance measures affected by the solution are represented in HUD E</w:t>
      </w:r>
      <w:r w:rsidR="001C247E">
        <w:t>A model views and information.</w:t>
      </w:r>
    </w:p>
    <w:p w14:paraId="475D8152" w14:textId="4774CE3B" w:rsidR="00FF0ACE" w:rsidRDefault="00FF0ACE" w:rsidP="00F638E8">
      <w:pPr>
        <w:pStyle w:val="HUDBText"/>
      </w:pPr>
      <w:r w:rsidRPr="00FF0ACE">
        <w:t xml:space="preserve">Reference applicable HUD EA models as provided by the OCIO </w:t>
      </w:r>
      <w:r w:rsidR="00DC0591">
        <w:t>OCRPM - E</w:t>
      </w:r>
      <w:r w:rsidRPr="00FF0ACE">
        <w:t>n</w:t>
      </w:r>
      <w:r w:rsidR="001C247E">
        <w:t xml:space="preserve">terprise </w:t>
      </w:r>
      <w:r w:rsidR="00DC0591">
        <w:t>A</w:t>
      </w:r>
      <w:r w:rsidR="001C247E">
        <w:t xml:space="preserve">rchitecture </w:t>
      </w:r>
      <w:r w:rsidR="00DC0591">
        <w:t>D</w:t>
      </w:r>
      <w:r w:rsidR="001C247E">
        <w:t>ivision.</w:t>
      </w:r>
      <w:r w:rsidRPr="00FF0ACE">
        <w:t xml:space="preserve"> The EA models include A</w:t>
      </w:r>
      <w:r w:rsidR="006D2AE0">
        <w:t>s</w:t>
      </w:r>
      <w:r w:rsidRPr="00FF0ACE">
        <w:t>-I</w:t>
      </w:r>
      <w:r w:rsidR="006D2AE0">
        <w:t>s</w:t>
      </w:r>
      <w:r w:rsidRPr="00FF0ACE">
        <w:t xml:space="preserve"> and T</w:t>
      </w:r>
      <w:r w:rsidR="006D2AE0">
        <w:t>o</w:t>
      </w:r>
      <w:r w:rsidRPr="00FF0ACE">
        <w:t>-B</w:t>
      </w:r>
      <w:r w:rsidR="006D2AE0">
        <w:t>e</w:t>
      </w:r>
      <w:r w:rsidRPr="00FF0ACE">
        <w:t xml:space="preserve"> architectures represented in system maps pr</w:t>
      </w:r>
      <w:r w:rsidR="00AA36BB">
        <w:t xml:space="preserve">oduced from the EA repository. </w:t>
      </w:r>
      <w:r w:rsidRPr="00FF0ACE">
        <w:t>Information will include relevant business processes, data exchange packages and interfaces</w:t>
      </w:r>
      <w:r w:rsidR="00223694">
        <w:t xml:space="preserve"> to automated information systems</w:t>
      </w:r>
      <w:r w:rsidRPr="00FF0ACE">
        <w:t>, security attributes, supporting techn</w:t>
      </w:r>
      <w:r w:rsidR="001C247E">
        <w:t>ology (</w:t>
      </w:r>
      <w:r w:rsidR="00BE3BFA">
        <w:t xml:space="preserve">hardware </w:t>
      </w:r>
      <w:r w:rsidR="001C247E">
        <w:t>and</w:t>
      </w:r>
      <w:r w:rsidR="00BE3BFA">
        <w:t xml:space="preserve"> software</w:t>
      </w:r>
      <w:r w:rsidR="001C247E">
        <w:t>), and services.</w:t>
      </w:r>
      <w:r w:rsidRPr="00FF0ACE">
        <w:t>&gt;</w:t>
      </w:r>
    </w:p>
    <w:p w14:paraId="69370EA3" w14:textId="77777777" w:rsidR="00901105" w:rsidRPr="00FF0ACE" w:rsidRDefault="001C5265" w:rsidP="00F638E8">
      <w:pPr>
        <w:pStyle w:val="HUDBText"/>
      </w:pPr>
      <w:hyperlink r:id="rId17" w:history="1">
        <w:r w:rsidR="00901105" w:rsidRPr="00371B91">
          <w:rPr>
            <w:rStyle w:val="Hyperlink"/>
          </w:rPr>
          <w:t>http://portal.hud.gov/hudportal/HUD?src=/program_offices/cio/ea/newea</w:t>
        </w:r>
      </w:hyperlink>
    </w:p>
    <w:p w14:paraId="003979FB" w14:textId="77777777" w:rsidR="00FF0ACE" w:rsidRPr="00FF0ACE" w:rsidRDefault="00FF0ACE" w:rsidP="00FF0ACE">
      <w:pPr>
        <w:pStyle w:val="Heading2"/>
      </w:pPr>
      <w:bookmarkStart w:id="19" w:name="_Toc278175178"/>
      <w:bookmarkStart w:id="20" w:name="_Toc384028827"/>
      <w:r w:rsidRPr="00FF0ACE">
        <w:t>Architectural Assumptions and Decisions</w:t>
      </w:r>
      <w:bookmarkEnd w:id="19"/>
      <w:bookmarkEnd w:id="20"/>
    </w:p>
    <w:p w14:paraId="380941D7" w14:textId="77777777" w:rsidR="00FF0ACE" w:rsidRPr="00FF0ACE" w:rsidRDefault="001C247E" w:rsidP="006D2AE0">
      <w:pPr>
        <w:pStyle w:val="HUDBText"/>
      </w:pPr>
      <w:r>
        <w:t>&lt;</w:t>
      </w:r>
      <w:r w:rsidR="00FF0ACE" w:rsidRPr="00FF0ACE">
        <w:t xml:space="preserve">List and describe the impact of any significant and central architectural assumptions and decisions. Where applicable, provide </w:t>
      </w:r>
      <w:r w:rsidR="00E342E9">
        <w:t xml:space="preserve">the </w:t>
      </w:r>
      <w:r w:rsidR="00FF0ACE" w:rsidRPr="00FF0ACE">
        <w:t xml:space="preserve">history of decisions and identify how and when </w:t>
      </w:r>
      <w:r w:rsidR="00E342E9">
        <w:t xml:space="preserve">a </w:t>
      </w:r>
      <w:r w:rsidR="00FF0ACE" w:rsidRPr="00FF0ACE">
        <w:t>decision was</w:t>
      </w:r>
      <w:r w:rsidR="00AA36BB">
        <w:t xml:space="preserve"> made in context of governance.</w:t>
      </w:r>
      <w:r w:rsidR="00FF0ACE" w:rsidRPr="00FF0ACE">
        <w:t xml:space="preserve"> For instance</w:t>
      </w:r>
      <w:r w:rsidR="00BE3BFA">
        <w:t>,</w:t>
      </w:r>
      <w:r w:rsidR="00FF0ACE" w:rsidRPr="00FF0ACE">
        <w:t xml:space="preserve"> describe </w:t>
      </w:r>
      <w:r w:rsidR="009E35C0">
        <w:t xml:space="preserve">any </w:t>
      </w:r>
      <w:r w:rsidR="00FF0ACE" w:rsidRPr="00FF0ACE">
        <w:t xml:space="preserve">architectural constraint on solution design due to </w:t>
      </w:r>
      <w:r w:rsidR="00BE3BFA">
        <w:t xml:space="preserve">the </w:t>
      </w:r>
      <w:r w:rsidR="00FF0ACE" w:rsidRPr="00FF0ACE">
        <w:t>capability of a required HUD software tool.&gt;</w:t>
      </w:r>
    </w:p>
    <w:p w14:paraId="562F9CAA" w14:textId="77777777" w:rsidR="00FF0ACE" w:rsidRPr="00FF0ACE" w:rsidRDefault="00FF0ACE" w:rsidP="00FF0ACE">
      <w:pPr>
        <w:pStyle w:val="Heading2"/>
      </w:pPr>
      <w:bookmarkStart w:id="21" w:name="_Toc278175179"/>
      <w:bookmarkStart w:id="22" w:name="_Toc384028828"/>
      <w:r w:rsidRPr="00FF0ACE">
        <w:t>Solution Architecture Attributes</w:t>
      </w:r>
      <w:bookmarkEnd w:id="21"/>
      <w:bookmarkEnd w:id="22"/>
    </w:p>
    <w:p w14:paraId="7B99F986" w14:textId="77777777" w:rsidR="002C3F50" w:rsidRDefault="00FF0ACE" w:rsidP="006D2AE0">
      <w:pPr>
        <w:pStyle w:val="HUDBText"/>
      </w:pPr>
      <w:r w:rsidRPr="00FF0ACE">
        <w:t>&lt;</w:t>
      </w:r>
      <w:r w:rsidR="00BE3BFA">
        <w:t>I</w:t>
      </w:r>
      <w:r w:rsidRPr="00FF0ACE">
        <w:t>dentif</w:t>
      </w:r>
      <w:r w:rsidR="00BE3BFA">
        <w:t>y</w:t>
      </w:r>
      <w:r w:rsidRPr="00FF0ACE">
        <w:t xml:space="preserve"> solution architecture attributes required</w:t>
      </w:r>
      <w:r w:rsidR="00AA36BB">
        <w:t xml:space="preserve"> to meet solution requirements.</w:t>
      </w:r>
      <w:r w:rsidR="00402FA2">
        <w:t xml:space="preserve"> </w:t>
      </w:r>
      <w:r w:rsidRPr="00FF0ACE">
        <w:t xml:space="preserve">Do not duplicate statements of requirements already cited in the </w:t>
      </w:r>
      <w:r w:rsidRPr="00BE3BFA">
        <w:t>solution</w:t>
      </w:r>
      <w:r w:rsidRPr="00FF0ACE">
        <w:t xml:space="preserve"> requirements. </w:t>
      </w:r>
      <w:r w:rsidRPr="00FF0ACE">
        <w:rPr>
          <w:b/>
        </w:rPr>
        <w:t>If the specified attributes for the system have been fully spelled out in the non-functional requirements, then</w:t>
      </w:r>
      <w:r w:rsidR="002C3F50">
        <w:rPr>
          <w:b/>
        </w:rPr>
        <w:t xml:space="preserve"> th</w:t>
      </w:r>
      <w:r w:rsidR="006D2AE0">
        <w:rPr>
          <w:b/>
        </w:rPr>
        <w:t>e following sections</w:t>
      </w:r>
      <w:r w:rsidR="002C3F50">
        <w:rPr>
          <w:b/>
        </w:rPr>
        <w:t xml:space="preserve"> may be omitted.</w:t>
      </w:r>
      <w:r w:rsidRPr="00FF0ACE">
        <w:t>&gt;</w:t>
      </w:r>
    </w:p>
    <w:p w14:paraId="5D068CBA" w14:textId="77777777" w:rsidR="006E3058" w:rsidRDefault="006E3058">
      <w:pPr>
        <w:overflowPunct/>
        <w:autoSpaceDE/>
        <w:autoSpaceDN/>
        <w:adjustRightInd/>
        <w:spacing w:after="0"/>
        <w:textAlignment w:val="auto"/>
        <w:rPr>
          <w:rFonts w:ascii="Cambria" w:hAnsi="Cambria"/>
          <w:b/>
          <w:bCs/>
        </w:rPr>
      </w:pPr>
      <w:bookmarkStart w:id="23" w:name="_Toc278175180"/>
      <w:r>
        <w:br w:type="page"/>
      </w:r>
    </w:p>
    <w:p w14:paraId="5F51AFEF" w14:textId="77777777" w:rsidR="00FF0ACE" w:rsidRPr="00FF0ACE" w:rsidRDefault="00FF0ACE" w:rsidP="00FF0ACE">
      <w:pPr>
        <w:pStyle w:val="Heading3"/>
      </w:pPr>
      <w:bookmarkStart w:id="24" w:name="_Toc384028829"/>
      <w:r w:rsidRPr="00FF0ACE">
        <w:t>Technology</w:t>
      </w:r>
      <w:bookmarkEnd w:id="23"/>
      <w:bookmarkEnd w:id="24"/>
      <w:r w:rsidRPr="00FF0ACE">
        <w:t xml:space="preserve"> </w:t>
      </w:r>
    </w:p>
    <w:p w14:paraId="5BD74109" w14:textId="77777777" w:rsidR="00FF0ACE" w:rsidRPr="00FF0ACE" w:rsidRDefault="001C247E" w:rsidP="006D2AE0">
      <w:pPr>
        <w:pStyle w:val="HUDBText"/>
      </w:pPr>
      <w:r>
        <w:t>&lt;</w:t>
      </w:r>
      <w:r w:rsidR="00FF0ACE" w:rsidRPr="00FF0ACE">
        <w:t xml:space="preserve">Identify all software and hardware technologies that are to be used in the solution. Highlight any proposed technology choices that are not in compliance with the target HUD EA. </w:t>
      </w:r>
    </w:p>
    <w:p w14:paraId="6BE6CE9C" w14:textId="77777777" w:rsidR="002C3F50" w:rsidRPr="005C2C40" w:rsidRDefault="00FF0ACE" w:rsidP="006D2AE0">
      <w:pPr>
        <w:pStyle w:val="HUDBText"/>
      </w:pPr>
      <w:r w:rsidRPr="00FF0ACE">
        <w:t>Do not duplicate statements of requirements already cited in the solution requirements. In particular, if the specified attributes for the system have been fully spelled out in the non-functional requirements, then this section may be omitted.&gt;</w:t>
      </w:r>
      <w:r w:rsidR="00FD4385">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641"/>
        <w:gridCol w:w="2113"/>
        <w:gridCol w:w="2477"/>
        <w:gridCol w:w="1618"/>
        <w:gridCol w:w="1727"/>
      </w:tblGrid>
      <w:tr w:rsidR="00A05A01" w:rsidRPr="004D0D78" w14:paraId="1CA2C6A2" w14:textId="77777777" w:rsidTr="004D0D78">
        <w:tc>
          <w:tcPr>
            <w:tcW w:w="1641" w:type="dxa"/>
            <w:shd w:val="clear" w:color="auto" w:fill="auto"/>
            <w:vAlign w:val="center"/>
          </w:tcPr>
          <w:p w14:paraId="1091166F" w14:textId="77777777" w:rsidR="00FF0ACE" w:rsidRPr="004D0D78" w:rsidRDefault="00FF0ACE" w:rsidP="006E3058">
            <w:pPr>
              <w:pStyle w:val="HUDTableHeading"/>
              <w:rPr>
                <w:b/>
              </w:rPr>
            </w:pPr>
            <w:r w:rsidRPr="004D0D78">
              <w:rPr>
                <w:b/>
              </w:rPr>
              <w:t>Category</w:t>
            </w:r>
          </w:p>
        </w:tc>
        <w:tc>
          <w:tcPr>
            <w:tcW w:w="2113" w:type="dxa"/>
            <w:shd w:val="clear" w:color="auto" w:fill="auto"/>
            <w:vAlign w:val="center"/>
          </w:tcPr>
          <w:p w14:paraId="29165932" w14:textId="77777777" w:rsidR="00FF0ACE" w:rsidRPr="004D0D78" w:rsidRDefault="00FF0ACE" w:rsidP="006E3058">
            <w:pPr>
              <w:pStyle w:val="HUDTableHeading"/>
              <w:rPr>
                <w:b/>
              </w:rPr>
            </w:pPr>
            <w:r w:rsidRPr="004D0D78">
              <w:rPr>
                <w:b/>
              </w:rPr>
              <w:t>Vendor</w:t>
            </w:r>
          </w:p>
        </w:tc>
        <w:tc>
          <w:tcPr>
            <w:tcW w:w="2477" w:type="dxa"/>
            <w:shd w:val="clear" w:color="auto" w:fill="auto"/>
            <w:vAlign w:val="center"/>
          </w:tcPr>
          <w:p w14:paraId="5968A7D5" w14:textId="77777777" w:rsidR="00FF0ACE" w:rsidRPr="004D0D78" w:rsidRDefault="00FF0ACE" w:rsidP="006E3058">
            <w:pPr>
              <w:pStyle w:val="HUDTableHeading"/>
              <w:rPr>
                <w:b/>
              </w:rPr>
            </w:pPr>
            <w:r w:rsidRPr="004D0D78">
              <w:rPr>
                <w:b/>
              </w:rPr>
              <w:t>Product</w:t>
            </w:r>
          </w:p>
        </w:tc>
        <w:tc>
          <w:tcPr>
            <w:tcW w:w="1618" w:type="dxa"/>
            <w:shd w:val="clear" w:color="auto" w:fill="auto"/>
            <w:vAlign w:val="center"/>
          </w:tcPr>
          <w:p w14:paraId="1EFB79F6" w14:textId="77777777" w:rsidR="00FF0ACE" w:rsidRPr="004D0D78" w:rsidRDefault="00FF0ACE" w:rsidP="006E3058">
            <w:pPr>
              <w:pStyle w:val="HUDTableHeading"/>
              <w:rPr>
                <w:b/>
              </w:rPr>
            </w:pPr>
            <w:r w:rsidRPr="004D0D78">
              <w:rPr>
                <w:b/>
              </w:rPr>
              <w:t>Version</w:t>
            </w:r>
          </w:p>
        </w:tc>
        <w:tc>
          <w:tcPr>
            <w:tcW w:w="1727" w:type="dxa"/>
            <w:shd w:val="clear" w:color="auto" w:fill="auto"/>
            <w:vAlign w:val="center"/>
          </w:tcPr>
          <w:p w14:paraId="30829534" w14:textId="77777777" w:rsidR="00FF0ACE" w:rsidRPr="004D0D78" w:rsidRDefault="00FF0ACE" w:rsidP="006E3058">
            <w:pPr>
              <w:pStyle w:val="HUDTableHeading"/>
              <w:rPr>
                <w:b/>
              </w:rPr>
            </w:pPr>
            <w:r w:rsidRPr="004D0D78">
              <w:rPr>
                <w:b/>
              </w:rPr>
              <w:t>Status</w:t>
            </w:r>
          </w:p>
        </w:tc>
      </w:tr>
      <w:tr w:rsidR="00A05A01" w:rsidRPr="004D0D78" w14:paraId="3B83294F" w14:textId="77777777" w:rsidTr="004D0D78">
        <w:tc>
          <w:tcPr>
            <w:tcW w:w="1641" w:type="dxa"/>
            <w:shd w:val="clear" w:color="auto" w:fill="auto"/>
            <w:vAlign w:val="center"/>
          </w:tcPr>
          <w:p w14:paraId="2BAAE70E" w14:textId="77777777" w:rsidR="00FF0ACE" w:rsidRPr="004D0D78" w:rsidRDefault="00FF0ACE" w:rsidP="006D2AE0">
            <w:pPr>
              <w:pStyle w:val="HUDTableText"/>
            </w:pPr>
          </w:p>
        </w:tc>
        <w:tc>
          <w:tcPr>
            <w:tcW w:w="2113" w:type="dxa"/>
            <w:shd w:val="clear" w:color="auto" w:fill="auto"/>
            <w:vAlign w:val="center"/>
          </w:tcPr>
          <w:p w14:paraId="566ED263" w14:textId="77777777" w:rsidR="00FF0ACE" w:rsidRPr="004D0D78" w:rsidRDefault="00FF0ACE" w:rsidP="006D2AE0">
            <w:pPr>
              <w:pStyle w:val="HUDTableText"/>
            </w:pPr>
          </w:p>
        </w:tc>
        <w:tc>
          <w:tcPr>
            <w:tcW w:w="2477" w:type="dxa"/>
            <w:shd w:val="clear" w:color="auto" w:fill="auto"/>
            <w:vAlign w:val="center"/>
          </w:tcPr>
          <w:p w14:paraId="7489F2AF" w14:textId="77777777" w:rsidR="00FF0ACE" w:rsidRPr="004D0D78" w:rsidRDefault="00FF0ACE" w:rsidP="006D2AE0">
            <w:pPr>
              <w:pStyle w:val="HUDTableText"/>
            </w:pPr>
          </w:p>
        </w:tc>
        <w:tc>
          <w:tcPr>
            <w:tcW w:w="1618" w:type="dxa"/>
            <w:shd w:val="clear" w:color="auto" w:fill="auto"/>
            <w:vAlign w:val="center"/>
          </w:tcPr>
          <w:p w14:paraId="6B3011CB" w14:textId="77777777" w:rsidR="00FF0ACE" w:rsidRPr="004D0D78" w:rsidRDefault="00FF0ACE" w:rsidP="006D2AE0">
            <w:pPr>
              <w:pStyle w:val="HUDTableText"/>
            </w:pPr>
          </w:p>
        </w:tc>
        <w:tc>
          <w:tcPr>
            <w:tcW w:w="1727" w:type="dxa"/>
            <w:shd w:val="clear" w:color="auto" w:fill="auto"/>
            <w:vAlign w:val="center"/>
          </w:tcPr>
          <w:p w14:paraId="2E277A14" w14:textId="77777777" w:rsidR="00FF0ACE" w:rsidRPr="004D0D78" w:rsidRDefault="00FF0ACE" w:rsidP="006D2AE0">
            <w:pPr>
              <w:pStyle w:val="HUDTableText"/>
            </w:pPr>
          </w:p>
        </w:tc>
      </w:tr>
      <w:tr w:rsidR="00A05A01" w:rsidRPr="004D0D78" w14:paraId="6DC00A0B" w14:textId="77777777" w:rsidTr="004D0D78">
        <w:tc>
          <w:tcPr>
            <w:tcW w:w="1641" w:type="dxa"/>
            <w:shd w:val="clear" w:color="auto" w:fill="auto"/>
            <w:vAlign w:val="center"/>
          </w:tcPr>
          <w:p w14:paraId="31D47F96" w14:textId="77777777" w:rsidR="00FF0ACE" w:rsidRPr="004D0D78" w:rsidRDefault="00FF0ACE" w:rsidP="006D2AE0">
            <w:pPr>
              <w:pStyle w:val="HUDTableText"/>
            </w:pPr>
          </w:p>
        </w:tc>
        <w:tc>
          <w:tcPr>
            <w:tcW w:w="2113" w:type="dxa"/>
            <w:shd w:val="clear" w:color="auto" w:fill="auto"/>
            <w:vAlign w:val="center"/>
          </w:tcPr>
          <w:p w14:paraId="402F66B3" w14:textId="77777777" w:rsidR="00FF0ACE" w:rsidRPr="004D0D78" w:rsidRDefault="00FF0ACE" w:rsidP="006D2AE0">
            <w:pPr>
              <w:pStyle w:val="HUDTableText"/>
            </w:pPr>
          </w:p>
        </w:tc>
        <w:tc>
          <w:tcPr>
            <w:tcW w:w="2477" w:type="dxa"/>
            <w:shd w:val="clear" w:color="auto" w:fill="auto"/>
            <w:vAlign w:val="center"/>
          </w:tcPr>
          <w:p w14:paraId="7583A642" w14:textId="77777777" w:rsidR="00FF0ACE" w:rsidRPr="004D0D78" w:rsidRDefault="00FF0ACE" w:rsidP="006D2AE0">
            <w:pPr>
              <w:pStyle w:val="HUDTableText"/>
            </w:pPr>
          </w:p>
        </w:tc>
        <w:tc>
          <w:tcPr>
            <w:tcW w:w="1618" w:type="dxa"/>
            <w:shd w:val="clear" w:color="auto" w:fill="auto"/>
            <w:vAlign w:val="center"/>
          </w:tcPr>
          <w:p w14:paraId="568E2BE2" w14:textId="77777777" w:rsidR="00FF0ACE" w:rsidRPr="004D0D78" w:rsidRDefault="00FF0ACE" w:rsidP="006D2AE0">
            <w:pPr>
              <w:pStyle w:val="HUDTableText"/>
            </w:pPr>
          </w:p>
        </w:tc>
        <w:tc>
          <w:tcPr>
            <w:tcW w:w="1727" w:type="dxa"/>
            <w:shd w:val="clear" w:color="auto" w:fill="auto"/>
            <w:vAlign w:val="center"/>
          </w:tcPr>
          <w:p w14:paraId="27366B53" w14:textId="77777777" w:rsidR="00FF0ACE" w:rsidRPr="004D0D78" w:rsidRDefault="00FF0ACE" w:rsidP="006D2AE0">
            <w:pPr>
              <w:pStyle w:val="HUDTableText"/>
            </w:pPr>
          </w:p>
        </w:tc>
      </w:tr>
    </w:tbl>
    <w:p w14:paraId="7B4E3F5B" w14:textId="77777777" w:rsidR="002C3F50" w:rsidRDefault="00EE6273" w:rsidP="00EE6273">
      <w:pPr>
        <w:pStyle w:val="Caption"/>
      </w:pPr>
      <w:bookmarkStart w:id="25" w:name="_Toc278175181"/>
      <w:r>
        <w:t xml:space="preserve">Table </w:t>
      </w:r>
      <w:r w:rsidR="00A05A01">
        <w:t>2.1</w:t>
      </w:r>
      <w:r>
        <w:t xml:space="preserve"> </w:t>
      </w:r>
      <w:r w:rsidR="006E3058">
        <w:t>-</w:t>
      </w:r>
      <w:r w:rsidR="002C3F50" w:rsidRPr="002C3F50">
        <w:t xml:space="preserve"> </w:t>
      </w:r>
      <w:r w:rsidR="001C247E">
        <w:t>Hardware and Software Technologies</w:t>
      </w:r>
    </w:p>
    <w:p w14:paraId="03E16D8A" w14:textId="77777777" w:rsidR="00901105" w:rsidRDefault="00901105" w:rsidP="00B47CD4"/>
    <w:p w14:paraId="7A33F4C3" w14:textId="77777777" w:rsidR="00901105" w:rsidRPr="00901105" w:rsidRDefault="00901105" w:rsidP="00B47CD4">
      <w:r>
        <w:t xml:space="preserve">For easy reference of list of HUD’s Product Standards Profile </w:t>
      </w:r>
      <w:hyperlink r:id="rId18" w:history="1">
        <w:r w:rsidRPr="00371B91">
          <w:rPr>
            <w:rStyle w:val="Hyperlink"/>
          </w:rPr>
          <w:t>&lt;http://www.hud.gov/offices/cio/sdm/devlife/def/trm/bussupp.cfm&gt;</w:t>
        </w:r>
      </w:hyperlink>
    </w:p>
    <w:p w14:paraId="3641CE6F" w14:textId="77777777" w:rsidR="00FF0ACE" w:rsidRPr="00FF0ACE" w:rsidRDefault="00FF0ACE" w:rsidP="00FF0ACE">
      <w:pPr>
        <w:pStyle w:val="Heading3"/>
      </w:pPr>
      <w:bookmarkStart w:id="26" w:name="_Toc384028830"/>
      <w:r w:rsidRPr="00FF0ACE">
        <w:t>Patterns</w:t>
      </w:r>
      <w:bookmarkEnd w:id="25"/>
      <w:bookmarkEnd w:id="26"/>
    </w:p>
    <w:p w14:paraId="159939E4" w14:textId="77777777" w:rsidR="00315A48" w:rsidRPr="00315A48" w:rsidRDefault="001C247E" w:rsidP="00510850">
      <w:pPr>
        <w:pStyle w:val="HUDBText"/>
      </w:pPr>
      <w:r>
        <w:t>&lt;</w:t>
      </w:r>
      <w:r w:rsidR="00FF0ACE" w:rsidRPr="00FF0ACE">
        <w:t>Describe any architectural patterns that appl</w:t>
      </w:r>
      <w:r w:rsidR="00216A3E">
        <w:t>y to the solution architecture</w:t>
      </w:r>
      <w:r w:rsidR="006D2AE0">
        <w:t xml:space="preserve"> (e.g. </w:t>
      </w:r>
      <w:r w:rsidR="00FF0ACE" w:rsidRPr="00FF0ACE">
        <w:t>the Model-View-Controller pattern</w:t>
      </w:r>
      <w:r w:rsidR="006D2AE0">
        <w:t>)</w:t>
      </w:r>
      <w:r w:rsidR="00FF0ACE" w:rsidRPr="00FF0ACE">
        <w:t>.</w:t>
      </w:r>
      <w:r w:rsidR="00510850">
        <w:t xml:space="preserve"> </w:t>
      </w:r>
    </w:p>
    <w:p w14:paraId="324E90D5" w14:textId="5F749260" w:rsidR="00C96889" w:rsidRDefault="00C96889" w:rsidP="00C96889">
      <w:pPr>
        <w:pStyle w:val="Caption"/>
      </w:pPr>
      <w:r w:rsidRPr="00C96889">
        <w:t xml:space="preserve"> </w:t>
      </w:r>
      <w:r w:rsidR="00EB5671">
        <w:rPr>
          <w:noProof/>
        </w:rPr>
        <mc:AlternateContent>
          <mc:Choice Requires="wps">
            <w:drawing>
              <wp:anchor distT="0" distB="0" distL="114300" distR="114300" simplePos="0" relativeHeight="251656704" behindDoc="0" locked="0" layoutInCell="1" allowOverlap="1" wp14:anchorId="3338EE4B" wp14:editId="31F3579B">
                <wp:simplePos x="0" y="0"/>
                <wp:positionH relativeFrom="column">
                  <wp:posOffset>2444750</wp:posOffset>
                </wp:positionH>
                <wp:positionV relativeFrom="paragraph">
                  <wp:posOffset>581025</wp:posOffset>
                </wp:positionV>
                <wp:extent cx="836930" cy="415925"/>
                <wp:effectExtent l="0" t="133350" r="0" b="136525"/>
                <wp:wrapNone/>
                <wp:docPr id="2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9799128">
                          <a:off x="0" y="0"/>
                          <a:ext cx="836930" cy="415925"/>
                        </a:xfrm>
                        <a:prstGeom prst="rect">
                          <a:avLst/>
                        </a:prstGeom>
                        <a:noFill/>
                        <a:ln>
                          <a:noFill/>
                        </a:ln>
                        <a:effectLst/>
                      </wps:spPr>
                      <wps:txbx>
                        <w:txbxContent>
                          <w:p w14:paraId="51980EA2" w14:textId="77777777" w:rsidR="00F7465E" w:rsidRPr="004D0D78" w:rsidRDefault="00F7465E" w:rsidP="00510850">
                            <w:pPr>
                              <w:pStyle w:val="HUDBText"/>
                              <w:rPr>
                                <w:color w:val="4F81BD"/>
                                <w:sz w:val="32"/>
                                <w:szCs w:val="32"/>
                              </w:rPr>
                            </w:pPr>
                            <w:r w:rsidRPr="004D0D78">
                              <w:rPr>
                                <w:color w:val="4F81BD"/>
                                <w:sz w:val="32"/>
                                <w:szCs w:val="32"/>
                              </w:rPr>
                              <w:t>Sample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338EE4B" id="_x0000_t202" coordsize="21600,21600" o:spt="202" path="m,l,21600r21600,l21600,xe">
                <v:stroke joinstyle="miter"/>
                <v:path gradientshapeok="t" o:connecttype="rect"/>
              </v:shapetype>
              <v:shape id="Text Box 5" o:spid="_x0000_s1026" type="#_x0000_t202" style="position:absolute;left:0;text-align:left;margin-left:192.5pt;margin-top:45.75pt;width:65.9pt;height:32.75pt;rotation:-1967032fd;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" filled="f" stroked="f">
                <v:path arrowok="t"/>
                <v:textbox style="mso-fit-shape-to-text:t">
                  <w:txbxContent>
                    <w:p w14:paraId="51980EA2" w14:textId="77777777" w:rsidR="00F7465E" w:rsidRPr="004D0D78" w:rsidRDefault="00F7465E" w:rsidP="00510850">
                      <w:pPr>
                        <w:pStyle w:val="HUDBText"/>
                        <w:rPr>
                          <w:color w:val="4F81BD"/>
                          <w:sz w:val="32"/>
                          <w:szCs w:val="32"/>
                        </w:rPr>
                      </w:pPr>
                      <w:r w:rsidRPr="004D0D78">
                        <w:rPr>
                          <w:color w:val="4F81BD"/>
                          <w:sz w:val="32"/>
                          <w:szCs w:val="32"/>
                        </w:rPr>
                        <w:t>Sample</w:t>
                      </w:r>
                    </w:p>
                  </w:txbxContent>
                </v:textbox>
              </v:shape>
            </w:pict>
          </mc:Fallback>
        </mc:AlternateContent>
      </w:r>
      <w:r w:rsidR="00F91C19">
        <w:rPr>
          <w:rFonts w:ascii="Arial" w:hAnsi="Arial" w:cs="Arial"/>
          <w:noProof/>
          <w:color w:val="3B383B"/>
          <w:sz w:val="21"/>
          <w:szCs w:val="21"/>
        </w:rPr>
        <w:drawing>
          <wp:inline distT="0" distB="0" distL="0" distR="0" wp14:anchorId="2A1A6F44" wp14:editId="532B4A23">
            <wp:extent cx="2600325" cy="1581150"/>
            <wp:effectExtent l="19050" t="0" r="9525" b="0"/>
            <wp:docPr id="3" name="Picture 2" descr="MVC-Proces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MVC-Process"/>
                    <pic:cNvPicPr>
                      <a:picLocks noChangeArrowheads="1"/>
                    </pic:cNvPicPr>
                  </pic:nvPicPr>
                  <pic:blipFill>
                    <a:blip r:embed="rId19" cstate="print"/>
                    <a:srcRect/>
                    <a:stretch>
                      <a:fillRect/>
                    </a:stretch>
                  </pic:blipFill>
                  <pic:spPr bwMode="auto">
                    <a:xfrm>
                      <a:off x="0" y="0"/>
                      <a:ext cx="2600325" cy="1581150"/>
                    </a:xfrm>
                    <a:prstGeom prst="rect">
                      <a:avLst/>
                    </a:prstGeom>
                    <a:noFill/>
                    <a:ln w="9525">
                      <a:noFill/>
                      <a:miter lim="800000"/>
                      <a:headEnd/>
                      <a:tailEnd/>
                    </a:ln>
                  </pic:spPr>
                </pic:pic>
              </a:graphicData>
            </a:graphic>
          </wp:inline>
        </w:drawing>
      </w:r>
    </w:p>
    <w:p w14:paraId="0B170D47" w14:textId="77777777" w:rsidR="00315A48" w:rsidRPr="00C96889" w:rsidRDefault="00C96889" w:rsidP="00510850">
      <w:pPr>
        <w:overflowPunct/>
        <w:autoSpaceDE/>
        <w:autoSpaceDN/>
        <w:adjustRightInd/>
        <w:spacing w:before="100" w:beforeAutospacing="1" w:after="100" w:afterAutospacing="1"/>
        <w:jc w:val="center"/>
        <w:textAlignment w:val="auto"/>
        <w:rPr>
          <w:rFonts w:ascii="Arial" w:hAnsi="Arial" w:cs="Arial"/>
          <w:b/>
          <w:color w:val="3B383B"/>
          <w:sz w:val="21"/>
          <w:szCs w:val="21"/>
        </w:rPr>
      </w:pPr>
      <w:r w:rsidRPr="00C96889">
        <w:t xml:space="preserve"> </w:t>
      </w:r>
      <w:r w:rsidRPr="00C96889">
        <w:rPr>
          <w:b/>
        </w:rPr>
        <w:t xml:space="preserve">Figure </w:t>
      </w:r>
      <w:r>
        <w:rPr>
          <w:b/>
        </w:rPr>
        <w:t>2</w:t>
      </w:r>
      <w:r w:rsidR="00A05A01">
        <w:rPr>
          <w:b/>
        </w:rPr>
        <w:t>.1</w:t>
      </w:r>
      <w:r w:rsidRPr="00C96889">
        <w:rPr>
          <w:b/>
        </w:rPr>
        <w:t xml:space="preserve"> - Example </w:t>
      </w:r>
      <w:r w:rsidRPr="00C96889">
        <w:rPr>
          <w:b/>
          <w:i/>
        </w:rPr>
        <w:t>Solution Architecture</w:t>
      </w:r>
      <w:r w:rsidRPr="00C96889">
        <w:rPr>
          <w:b/>
        </w:rPr>
        <w:t xml:space="preserve"> </w:t>
      </w:r>
      <w:r>
        <w:rPr>
          <w:b/>
        </w:rPr>
        <w:t>Model-View-Controller Pattern</w:t>
      </w:r>
    </w:p>
    <w:p w14:paraId="0E6524BA" w14:textId="77777777" w:rsidR="00FF0ACE" w:rsidRDefault="00FF0ACE" w:rsidP="006D2AE0">
      <w:pPr>
        <w:pStyle w:val="HUDBText"/>
      </w:pPr>
      <w:r w:rsidRPr="00FF0ACE">
        <w:t>Do not duplicate statements of requirements already cited in the solution requirements. In particular, if the specified attributes for the system have been fully spelled out in the non-functional requirements, then this section may be omitted.&gt;</w:t>
      </w:r>
    </w:p>
    <w:p w14:paraId="593EB56E" w14:textId="77777777" w:rsidR="00FF0ACE" w:rsidRPr="00FF0ACE" w:rsidRDefault="00FF0ACE" w:rsidP="00FF0ACE">
      <w:pPr>
        <w:pStyle w:val="Heading3"/>
      </w:pPr>
      <w:bookmarkStart w:id="27" w:name="_Toc278175182"/>
      <w:bookmarkStart w:id="28" w:name="_Toc384028831"/>
      <w:r w:rsidRPr="00FF0ACE">
        <w:t>Common Services</w:t>
      </w:r>
      <w:bookmarkEnd w:id="27"/>
      <w:bookmarkEnd w:id="28"/>
      <w:r w:rsidRPr="00FF0ACE">
        <w:t xml:space="preserve"> </w:t>
      </w:r>
    </w:p>
    <w:p w14:paraId="55C33033" w14:textId="77777777" w:rsidR="00FF0ACE" w:rsidRPr="00FF0ACE" w:rsidRDefault="00AA36BB" w:rsidP="006D2AE0">
      <w:pPr>
        <w:pStyle w:val="HUDBText"/>
      </w:pPr>
      <w:r>
        <w:t>&lt;</w:t>
      </w:r>
      <w:r w:rsidR="00FF0ACE" w:rsidRPr="00FF0ACE">
        <w:t xml:space="preserve">Specify any existing common services to be used by the solution architecture and any new common services that will be developed for the solution. </w:t>
      </w:r>
      <w:bookmarkStart w:id="29" w:name="OLE_LINK2"/>
    </w:p>
    <w:p w14:paraId="3C1CFC4E" w14:textId="77777777" w:rsidR="00FF0ACE" w:rsidRPr="00FF0ACE" w:rsidRDefault="00FF0ACE" w:rsidP="006D2AE0">
      <w:pPr>
        <w:pStyle w:val="HUDBText"/>
      </w:pPr>
      <w:r w:rsidRPr="00FF0ACE">
        <w:t>Do not duplicate statements of requirements already cited in the solution requirements. In particular, if the specified attributes for the system have been fully spelled out in the non-functional requirements, then this section may be omitted.&gt;</w:t>
      </w:r>
    </w:p>
    <w:p w14:paraId="3F0805C4" w14:textId="77777777" w:rsidR="00FF0ACE" w:rsidRPr="00FF0ACE" w:rsidRDefault="00FF0ACE" w:rsidP="00FF0ACE">
      <w:pPr>
        <w:pStyle w:val="Heading3"/>
      </w:pPr>
      <w:bookmarkStart w:id="30" w:name="_Toc278175183"/>
      <w:bookmarkStart w:id="31" w:name="_Toc384028832"/>
      <w:bookmarkEnd w:id="29"/>
      <w:r w:rsidRPr="00FF0ACE">
        <w:t>Common Components</w:t>
      </w:r>
      <w:bookmarkEnd w:id="30"/>
      <w:bookmarkEnd w:id="31"/>
    </w:p>
    <w:p w14:paraId="31D20A58" w14:textId="77777777" w:rsidR="00FF0ACE" w:rsidRPr="00FF0ACE" w:rsidRDefault="00FF0ACE" w:rsidP="006D2AE0">
      <w:pPr>
        <w:pStyle w:val="HUDBText"/>
      </w:pPr>
      <w:r w:rsidRPr="00FF0ACE">
        <w:t xml:space="preserve">&lt;Specify any reusable HUD common components to be reused as part of the solution. </w:t>
      </w:r>
    </w:p>
    <w:p w14:paraId="61E39926" w14:textId="77777777" w:rsidR="00FF0ACE" w:rsidRPr="00FF0ACE" w:rsidRDefault="00FF0ACE" w:rsidP="006D2AE0">
      <w:pPr>
        <w:pStyle w:val="HUDBText"/>
      </w:pPr>
      <w:r w:rsidRPr="00FF0ACE">
        <w:t>Do not duplicate statements of requirements already cited in the solution requirements. In particular, if the specified attributes for the system have been fully spelled out in the non-functional requirements, then this section may be omitted.&gt;</w:t>
      </w:r>
    </w:p>
    <w:p w14:paraId="73773612" w14:textId="77777777" w:rsidR="00FF0ACE" w:rsidRPr="00FF0ACE" w:rsidRDefault="00FF0ACE" w:rsidP="00FF0ACE">
      <w:pPr>
        <w:pStyle w:val="Heading3"/>
      </w:pPr>
      <w:bookmarkStart w:id="32" w:name="_Toc278175184"/>
      <w:bookmarkStart w:id="33" w:name="_Toc384028833"/>
      <w:r w:rsidRPr="00FF0ACE">
        <w:t>Portability</w:t>
      </w:r>
      <w:bookmarkEnd w:id="32"/>
      <w:bookmarkEnd w:id="33"/>
      <w:r w:rsidRPr="00FF0ACE">
        <w:t xml:space="preserve"> </w:t>
      </w:r>
    </w:p>
    <w:p w14:paraId="3F6246A0" w14:textId="77777777" w:rsidR="00FF0ACE" w:rsidRPr="00FF0ACE" w:rsidRDefault="00FF0ACE" w:rsidP="006D2AE0">
      <w:pPr>
        <w:pStyle w:val="HUDBText"/>
      </w:pPr>
      <w:r w:rsidRPr="00FF0ACE">
        <w:t>&lt;Specify architectural attributes and guidance to support use of components that can be easily ported to other host hardware, operating systems</w:t>
      </w:r>
      <w:r w:rsidR="00E342E9">
        <w:t>,</w:t>
      </w:r>
      <w:r w:rsidRPr="00FF0ACE">
        <w:t xml:space="preserve"> and software tools to avoid an architecture tied to specific hardware, operating systems</w:t>
      </w:r>
      <w:r w:rsidR="00E342E9">
        <w:t>,</w:t>
      </w:r>
      <w:r w:rsidR="00AA36BB">
        <w:t xml:space="preserve"> or tools.</w:t>
      </w:r>
    </w:p>
    <w:p w14:paraId="383C4C28" w14:textId="77777777" w:rsidR="00FF0ACE" w:rsidRDefault="00FF0ACE" w:rsidP="006D2AE0">
      <w:pPr>
        <w:pStyle w:val="HUDBText"/>
      </w:pPr>
      <w:r w:rsidRPr="00FF0ACE">
        <w:t>Do not duplicate statements of requirements already cited in the solution requirements. In particular, if the specified attributes for the system have been fully spelled out in the non-functional requirements, then this section may be omitted.&gt;</w:t>
      </w:r>
    </w:p>
    <w:p w14:paraId="7C4260D0" w14:textId="77777777" w:rsidR="00FF0ACE" w:rsidRPr="00FF0ACE" w:rsidRDefault="00FF0ACE" w:rsidP="00FF0ACE">
      <w:pPr>
        <w:pStyle w:val="Heading3"/>
      </w:pPr>
      <w:bookmarkStart w:id="34" w:name="_Toc278175185"/>
      <w:bookmarkStart w:id="35" w:name="_Toc384028834"/>
      <w:r w:rsidRPr="00FF0ACE">
        <w:t>Capacity</w:t>
      </w:r>
      <w:bookmarkEnd w:id="34"/>
      <w:bookmarkEnd w:id="35"/>
      <w:r w:rsidRPr="00FF0ACE">
        <w:t xml:space="preserve"> </w:t>
      </w:r>
    </w:p>
    <w:p w14:paraId="1988F3F1" w14:textId="77777777" w:rsidR="00FF0ACE" w:rsidRPr="00BE3BFA" w:rsidRDefault="00AA36BB" w:rsidP="006D2AE0">
      <w:pPr>
        <w:pStyle w:val="HUDBText"/>
      </w:pPr>
      <w:r>
        <w:t>&lt;</w:t>
      </w:r>
      <w:r w:rsidR="00216A3E">
        <w:t>P</w:t>
      </w:r>
      <w:r w:rsidR="00FF0ACE" w:rsidRPr="00FF0ACE">
        <w:t>rovide architectural guidance and solution architecture attributes required to meet capacity requirements, including storage and network capacity</w:t>
      </w:r>
      <w:r w:rsidR="001234DF" w:rsidRPr="00FF0ACE">
        <w:t xml:space="preserve">. </w:t>
      </w:r>
      <w:r w:rsidR="00FF0ACE" w:rsidRPr="00FF0ACE">
        <w:t>Describe solution architecture attributes to address database and data storage requirements such as specification for X GB of storage for X volume of specified records.</w:t>
      </w:r>
    </w:p>
    <w:p w14:paraId="36031914" w14:textId="77777777" w:rsidR="00FF0ACE" w:rsidRPr="00FF0ACE" w:rsidRDefault="00FF0ACE" w:rsidP="006D2AE0">
      <w:pPr>
        <w:pStyle w:val="HUDBText"/>
      </w:pPr>
      <w:r w:rsidRPr="00FF0ACE">
        <w:t>Do not duplicate statements of requirements already cited in the solution requirements. In particular, if the specified attributes for the system have been fully spelled out in the non-functional requirements, then this section may be omitted.&gt;</w:t>
      </w:r>
    </w:p>
    <w:p w14:paraId="2FE5D468" w14:textId="77777777" w:rsidR="00FF0ACE" w:rsidRPr="00FF0ACE" w:rsidRDefault="00FF0ACE" w:rsidP="00FF0ACE">
      <w:pPr>
        <w:pStyle w:val="Heading3"/>
      </w:pPr>
      <w:bookmarkStart w:id="36" w:name="_Toc294010537"/>
      <w:bookmarkStart w:id="37" w:name="_Toc278175186"/>
      <w:bookmarkStart w:id="38" w:name="_Toc384028835"/>
      <w:bookmarkEnd w:id="36"/>
      <w:r w:rsidRPr="00FF0ACE">
        <w:t>Performance</w:t>
      </w:r>
      <w:bookmarkEnd w:id="37"/>
      <w:bookmarkEnd w:id="38"/>
    </w:p>
    <w:p w14:paraId="1F125FD7" w14:textId="77777777" w:rsidR="00FF0ACE" w:rsidRPr="00FF0ACE" w:rsidRDefault="00696C09" w:rsidP="006D2AE0">
      <w:pPr>
        <w:pStyle w:val="HUDBText"/>
      </w:pPr>
      <w:r>
        <w:t>&lt;</w:t>
      </w:r>
      <w:r w:rsidR="00216A3E">
        <w:t>D</w:t>
      </w:r>
      <w:r w:rsidR="00FF0ACE" w:rsidRPr="00FF0ACE">
        <w:t xml:space="preserve">escribe architectural attributes necessary to meet solution performance requirements such as </w:t>
      </w:r>
      <w:r w:rsidR="00216A3E">
        <w:t>the expected responsiveness of critical</w:t>
      </w:r>
      <w:r w:rsidR="00216A3E" w:rsidRPr="00FF0ACE">
        <w:t xml:space="preserve"> </w:t>
      </w:r>
      <w:r w:rsidR="00FF0ACE" w:rsidRPr="00FF0ACE">
        <w:t>system functions or timeframe benchmarks for system functions.</w:t>
      </w:r>
    </w:p>
    <w:p w14:paraId="1EF38E94" w14:textId="77777777" w:rsidR="00FF0ACE" w:rsidRPr="00FF0ACE" w:rsidRDefault="00FF0ACE" w:rsidP="006D2AE0">
      <w:pPr>
        <w:pStyle w:val="HUDBText"/>
      </w:pPr>
      <w:r w:rsidRPr="00FF0ACE">
        <w:t>Do not duplicate statements of requirements already cited in the solution requirements. In particular, if the specified attributes for the system have been fully spelled out in the non-functional requirements, then this section may be omitted.&gt;</w:t>
      </w:r>
    </w:p>
    <w:p w14:paraId="00B18495" w14:textId="77777777" w:rsidR="00FF0ACE" w:rsidRPr="00FF0ACE" w:rsidRDefault="00FF0ACE" w:rsidP="00FF0ACE">
      <w:pPr>
        <w:pStyle w:val="Heading3"/>
      </w:pPr>
      <w:bookmarkStart w:id="39" w:name="_Toc294010539"/>
      <w:bookmarkStart w:id="40" w:name="_Toc278175187"/>
      <w:bookmarkStart w:id="41" w:name="_Toc384028836"/>
      <w:bookmarkEnd w:id="39"/>
      <w:r w:rsidRPr="00FF0ACE">
        <w:t>Availability and Reliability</w:t>
      </w:r>
      <w:bookmarkEnd w:id="40"/>
      <w:bookmarkEnd w:id="41"/>
      <w:r w:rsidRPr="00FF0ACE">
        <w:t xml:space="preserve"> </w:t>
      </w:r>
    </w:p>
    <w:p w14:paraId="3538002D" w14:textId="77777777" w:rsidR="00FF0ACE" w:rsidRPr="00FF0ACE" w:rsidRDefault="00696C09" w:rsidP="00C97A9A">
      <w:pPr>
        <w:pStyle w:val="HUDBText"/>
      </w:pPr>
      <w:r>
        <w:t>&lt;</w:t>
      </w:r>
      <w:r w:rsidR="00216A3E">
        <w:t>S</w:t>
      </w:r>
      <w:r w:rsidR="00FF0ACE" w:rsidRPr="00FF0ACE">
        <w:t>pecif</w:t>
      </w:r>
      <w:r w:rsidR="00216A3E">
        <w:t>y</w:t>
      </w:r>
      <w:r w:rsidR="00FF0ACE" w:rsidRPr="00FF0ACE">
        <w:t xml:space="preserve"> the architectur</w:t>
      </w:r>
      <w:r w:rsidR="00216A3E">
        <w:t>al</w:t>
      </w:r>
      <w:r w:rsidR="00FF0ACE" w:rsidRPr="00FF0ACE">
        <w:t xml:space="preserve"> attributes necessary to meet solution requirements for system availability and reliability, such as specific business hours the system </w:t>
      </w:r>
      <w:r>
        <w:t>must be available to its users.</w:t>
      </w:r>
      <w:r w:rsidR="00FF0ACE" w:rsidRPr="00FF0ACE">
        <w:t xml:space="preserve"> Also use this section to provide architectural attributes necessary to meet system reliability requirements, such as specific system redundancy and re</w:t>
      </w:r>
      <w:r w:rsidR="00855DCD">
        <w:t>covery from failure timeframes.</w:t>
      </w:r>
    </w:p>
    <w:p w14:paraId="406B9318" w14:textId="77777777" w:rsidR="00FF0ACE" w:rsidRPr="00FF0ACE" w:rsidRDefault="00FF0ACE" w:rsidP="00C97A9A">
      <w:pPr>
        <w:pStyle w:val="HUDBText"/>
      </w:pPr>
      <w:r w:rsidRPr="00FF0ACE">
        <w:t>Do not duplicate statements of requirements already cited in the solution requirements. In particular, if the specified attributes for the system have been fully spelled out in the non-functional requirements, then this section may be omitted.&gt;</w:t>
      </w:r>
    </w:p>
    <w:p w14:paraId="79F6CF67" w14:textId="77777777" w:rsidR="00FF0ACE" w:rsidRPr="00FF0ACE" w:rsidRDefault="00FF0ACE" w:rsidP="00FF0ACE">
      <w:pPr>
        <w:pStyle w:val="Heading3"/>
      </w:pPr>
      <w:bookmarkStart w:id="42" w:name="_Toc294010541"/>
      <w:bookmarkStart w:id="43" w:name="_Toc278175188"/>
      <w:bookmarkStart w:id="44" w:name="_Toc384028837"/>
      <w:bookmarkEnd w:id="42"/>
      <w:r w:rsidRPr="00FF0ACE">
        <w:t>Scalability</w:t>
      </w:r>
      <w:bookmarkEnd w:id="43"/>
      <w:bookmarkEnd w:id="44"/>
      <w:r w:rsidRPr="00FF0ACE">
        <w:t xml:space="preserve"> </w:t>
      </w:r>
    </w:p>
    <w:p w14:paraId="0C7F961C" w14:textId="77777777" w:rsidR="00FF0ACE" w:rsidRPr="00FF0ACE" w:rsidRDefault="00855DCD" w:rsidP="00C97A9A">
      <w:pPr>
        <w:pStyle w:val="HUDBText"/>
      </w:pPr>
      <w:r>
        <w:t>&lt;</w:t>
      </w:r>
      <w:r w:rsidR="00216A3E">
        <w:t>D</w:t>
      </w:r>
      <w:r w:rsidR="00FF0ACE" w:rsidRPr="00FF0ACE">
        <w:t>escribe the architectur</w:t>
      </w:r>
      <w:r w:rsidR="00216A3E">
        <w:t>al</w:t>
      </w:r>
      <w:r w:rsidR="00FF0ACE" w:rsidRPr="00FF0ACE">
        <w:t xml:space="preserve"> attributes necessary to accommodate forecasted growth in terms of system function transactions and volume indicated by the solution requirements.</w:t>
      </w:r>
    </w:p>
    <w:p w14:paraId="15AE7509" w14:textId="77777777" w:rsidR="00FF0ACE" w:rsidRPr="00FF0ACE" w:rsidRDefault="00FF0ACE" w:rsidP="00C97A9A">
      <w:pPr>
        <w:pStyle w:val="HUDBText"/>
      </w:pPr>
      <w:r w:rsidRPr="00FF0ACE">
        <w:t>Do not duplicate statements of requirements already cited in the solution requirements. In particular, if the specified attributes for the system have been fully spelled out in the non-functional requirements, then this section may be omitted.&gt;</w:t>
      </w:r>
    </w:p>
    <w:p w14:paraId="60CC8AF9" w14:textId="77777777" w:rsidR="00FF0ACE" w:rsidRPr="00FF0ACE" w:rsidRDefault="0021738F" w:rsidP="00FF0ACE">
      <w:pPr>
        <w:pStyle w:val="Heading3"/>
      </w:pPr>
      <w:bookmarkStart w:id="45" w:name="_Toc294010543"/>
      <w:bookmarkStart w:id="46" w:name="_Toc278175189"/>
      <w:bookmarkEnd w:id="45"/>
      <w:r>
        <w:t xml:space="preserve">  </w:t>
      </w:r>
      <w:bookmarkStart w:id="47" w:name="_Toc384028838"/>
      <w:r w:rsidR="00FF0ACE" w:rsidRPr="00FF0ACE">
        <w:t>System Management, Monitoring, and Administration</w:t>
      </w:r>
      <w:bookmarkEnd w:id="46"/>
      <w:bookmarkEnd w:id="47"/>
    </w:p>
    <w:p w14:paraId="21FC4ED9" w14:textId="77777777" w:rsidR="00FF0ACE" w:rsidRPr="00FF0ACE" w:rsidRDefault="00696C09" w:rsidP="00C97A9A">
      <w:pPr>
        <w:pStyle w:val="HUDBText"/>
      </w:pPr>
      <w:r>
        <w:t>&lt;</w:t>
      </w:r>
      <w:r w:rsidR="00216A3E">
        <w:t>P</w:t>
      </w:r>
      <w:r w:rsidR="00FF0ACE" w:rsidRPr="00FF0ACE">
        <w:t>rovide architectural attributes required to meet operational and administration requirements as indicated by the solution requirements, such as reporting and logging.</w:t>
      </w:r>
    </w:p>
    <w:p w14:paraId="67698CE2" w14:textId="77777777" w:rsidR="00FF0ACE" w:rsidRPr="00FF0ACE" w:rsidRDefault="00FF0ACE" w:rsidP="00C97A9A">
      <w:pPr>
        <w:pStyle w:val="HUDBText"/>
      </w:pPr>
      <w:r w:rsidRPr="00FF0ACE">
        <w:t>Do not duplicate statements of requirements already cited in the solution requirements. In particular, if the specified attributes for the system have been fully spelled out in the non-functional requirements, then this section may be omitted.&gt;</w:t>
      </w:r>
    </w:p>
    <w:p w14:paraId="574EA0D4" w14:textId="77777777" w:rsidR="00FF0ACE" w:rsidRPr="00FF0ACE" w:rsidRDefault="0021738F" w:rsidP="00FF0ACE">
      <w:pPr>
        <w:pStyle w:val="Heading3"/>
      </w:pPr>
      <w:bookmarkStart w:id="48" w:name="_Toc294010545"/>
      <w:bookmarkStart w:id="49" w:name="_Toc209926443"/>
      <w:bookmarkStart w:id="50" w:name="_Toc278175190"/>
      <w:bookmarkEnd w:id="48"/>
      <w:r>
        <w:t xml:space="preserve">  </w:t>
      </w:r>
      <w:bookmarkStart w:id="51" w:name="_Toc384028839"/>
      <w:r w:rsidR="00FF0ACE" w:rsidRPr="00FF0ACE">
        <w:t>BC/DR and COOP</w:t>
      </w:r>
      <w:bookmarkEnd w:id="49"/>
      <w:bookmarkEnd w:id="50"/>
      <w:bookmarkEnd w:id="51"/>
    </w:p>
    <w:p w14:paraId="7E7CBFFA" w14:textId="77777777" w:rsidR="00FF0ACE" w:rsidRPr="00FF0ACE" w:rsidRDefault="00855DCD" w:rsidP="00C97A9A">
      <w:pPr>
        <w:pStyle w:val="HUDBText"/>
      </w:pPr>
      <w:r>
        <w:t>&lt;</w:t>
      </w:r>
      <w:r w:rsidR="00216A3E">
        <w:t>S</w:t>
      </w:r>
      <w:r w:rsidR="00FF0ACE" w:rsidRPr="00FF0ACE">
        <w:t>pecif</w:t>
      </w:r>
      <w:r w:rsidR="00216A3E">
        <w:t>y</w:t>
      </w:r>
      <w:r w:rsidR="00FF0ACE" w:rsidRPr="00FF0ACE">
        <w:t xml:space="preserve"> architectural attributes necessary to meet solution requirements for </w:t>
      </w:r>
      <w:r w:rsidR="00C97A9A">
        <w:t>b</w:t>
      </w:r>
      <w:r w:rsidR="00FF0ACE" w:rsidRPr="00FF0ACE">
        <w:t xml:space="preserve">usiness </w:t>
      </w:r>
      <w:r w:rsidR="00C97A9A">
        <w:t>c</w:t>
      </w:r>
      <w:r w:rsidR="00FF0ACE" w:rsidRPr="00FF0ACE">
        <w:t xml:space="preserve">ontinuity and </w:t>
      </w:r>
      <w:r w:rsidR="00C97A9A">
        <w:t>d</w:t>
      </w:r>
      <w:r w:rsidR="00FF0ACE" w:rsidRPr="00FF0ACE">
        <w:t>isaster</w:t>
      </w:r>
      <w:r w:rsidR="00C97A9A">
        <w:t xml:space="preserve"> r</w:t>
      </w:r>
      <w:r w:rsidR="00FF0ACE" w:rsidRPr="00FF0ACE">
        <w:t xml:space="preserve">ecovery (BC/DR) and </w:t>
      </w:r>
      <w:r w:rsidR="00C97A9A">
        <w:t>c</w:t>
      </w:r>
      <w:r w:rsidR="00FF0ACE" w:rsidRPr="00FF0ACE">
        <w:t xml:space="preserve">ontinuity of </w:t>
      </w:r>
      <w:r w:rsidR="00C97A9A">
        <w:t>o</w:t>
      </w:r>
      <w:r w:rsidR="00FF0ACE" w:rsidRPr="00FF0ACE">
        <w:t xml:space="preserve">perations (COOP) as identified by the business </w:t>
      </w:r>
      <w:r w:rsidR="00216A3E">
        <w:t xml:space="preserve">area </w:t>
      </w:r>
      <w:r w:rsidR="00FF0ACE" w:rsidRPr="00FF0ACE">
        <w:t>in context of the business processes supporte</w:t>
      </w:r>
      <w:r>
        <w:t>d by the solution architecture.</w:t>
      </w:r>
    </w:p>
    <w:p w14:paraId="12DDC74B" w14:textId="77777777" w:rsidR="00FF0ACE" w:rsidRPr="00FF0ACE" w:rsidRDefault="00FF0ACE" w:rsidP="00C97A9A">
      <w:pPr>
        <w:pStyle w:val="HUDBText"/>
      </w:pPr>
      <w:r w:rsidRPr="00FF0ACE">
        <w:t>Do not duplicate statements of requirements already cited in the solution requirements. In particular, if the specified attributes for the system have been fully spelled out in the non-functional requirements, then this section may be omitted.&gt;</w:t>
      </w:r>
    </w:p>
    <w:p w14:paraId="61334A42" w14:textId="77777777" w:rsidR="00FF0ACE" w:rsidRPr="00FF0ACE" w:rsidRDefault="0021738F" w:rsidP="00FF0ACE">
      <w:pPr>
        <w:pStyle w:val="Heading3"/>
      </w:pPr>
      <w:bookmarkStart w:id="52" w:name="_Toc294010547"/>
      <w:bookmarkStart w:id="53" w:name="_Toc209926444"/>
      <w:bookmarkStart w:id="54" w:name="_Toc278175191"/>
      <w:bookmarkEnd w:id="52"/>
      <w:r>
        <w:t xml:space="preserve"> </w:t>
      </w:r>
      <w:bookmarkStart w:id="55" w:name="_Toc384028840"/>
      <w:r w:rsidR="00FF0ACE" w:rsidRPr="00FF0ACE">
        <w:t>Other Solution Architecture Attributes</w:t>
      </w:r>
      <w:bookmarkStart w:id="56" w:name="_Toc202608380"/>
      <w:bookmarkStart w:id="57" w:name="_Toc202608429"/>
      <w:bookmarkStart w:id="58" w:name="_Toc202870530"/>
      <w:bookmarkStart w:id="59" w:name="_Toc203212432"/>
      <w:bookmarkStart w:id="60" w:name="_Toc203213397"/>
      <w:bookmarkStart w:id="61" w:name="_Toc203295161"/>
      <w:bookmarkStart w:id="62" w:name="_Toc203295694"/>
      <w:bookmarkStart w:id="63" w:name="_Toc203536276"/>
      <w:bookmarkStart w:id="64" w:name="_Toc203536713"/>
      <w:bookmarkStart w:id="65" w:name="_Toc203977522"/>
      <w:bookmarkEnd w:id="53"/>
      <w:bookmarkEnd w:id="54"/>
      <w:bookmarkEnd w:id="55"/>
      <w:bookmarkEnd w:id="56"/>
      <w:bookmarkEnd w:id="57"/>
      <w:bookmarkEnd w:id="58"/>
      <w:bookmarkEnd w:id="59"/>
      <w:bookmarkEnd w:id="60"/>
      <w:bookmarkEnd w:id="61"/>
      <w:bookmarkEnd w:id="62"/>
      <w:bookmarkEnd w:id="63"/>
      <w:bookmarkEnd w:id="64"/>
      <w:bookmarkEnd w:id="65"/>
    </w:p>
    <w:p w14:paraId="07B4A0CB" w14:textId="77777777" w:rsidR="00FF0ACE" w:rsidRPr="00FF0ACE" w:rsidRDefault="00696C09" w:rsidP="00C97A9A">
      <w:pPr>
        <w:pStyle w:val="HUDBText"/>
      </w:pPr>
      <w:r>
        <w:t>&lt;</w:t>
      </w:r>
      <w:r w:rsidR="00216A3E">
        <w:t>S</w:t>
      </w:r>
      <w:r w:rsidR="00FF0ACE" w:rsidRPr="00FF0ACE">
        <w:t>pecif</w:t>
      </w:r>
      <w:r w:rsidR="00216A3E">
        <w:t xml:space="preserve">y other </w:t>
      </w:r>
      <w:r w:rsidR="00FF0ACE" w:rsidRPr="00FF0ACE">
        <w:t xml:space="preserve">architectural attributes necessary to meet requirements for other miscellaneous solution </w:t>
      </w:r>
      <w:r w:rsidR="00216A3E">
        <w:t>requirements</w:t>
      </w:r>
      <w:r w:rsidR="00FF0ACE" w:rsidRPr="00FF0ACE">
        <w:t xml:space="preserve"> not captured by the other defined solution architecture attribute sections.</w:t>
      </w:r>
    </w:p>
    <w:p w14:paraId="378944EB" w14:textId="77777777" w:rsidR="00F46716" w:rsidRDefault="00FF0ACE" w:rsidP="00C97A9A">
      <w:pPr>
        <w:pStyle w:val="HUDBText"/>
      </w:pPr>
      <w:r w:rsidRPr="00FF0ACE">
        <w:t>Do not duplicate statements of requirements already cited in the solution requirements. In particular, if the specified attributes for the system have been fully spelled out in the non-functional requirements, the</w:t>
      </w:r>
      <w:r w:rsidR="006D2AE0">
        <w:t>n this section may be omitted.&gt;</w:t>
      </w:r>
      <w:r w:rsidR="00F46716">
        <w:br w:type="page"/>
      </w:r>
    </w:p>
    <w:p w14:paraId="2825B58D" w14:textId="77777777" w:rsidR="006C2409" w:rsidRPr="00BF7FA8" w:rsidRDefault="00696C09" w:rsidP="00696C09">
      <w:pPr>
        <w:pStyle w:val="Heading1"/>
      </w:pPr>
      <w:bookmarkStart w:id="66" w:name="_Toc384028841"/>
      <w:r w:rsidRPr="00BF7FA8">
        <w:t>Application Architecture</w:t>
      </w:r>
      <w:bookmarkEnd w:id="66"/>
    </w:p>
    <w:p w14:paraId="49B2B551" w14:textId="30C9460E" w:rsidR="006C2409" w:rsidRDefault="006C2409" w:rsidP="00CC7571">
      <w:r w:rsidRPr="006C2409">
        <w:t xml:space="preserve">The </w:t>
      </w:r>
      <w:r w:rsidR="00C97A9A">
        <w:t>a</w:t>
      </w:r>
      <w:r w:rsidRPr="006C2409">
        <w:t xml:space="preserve">pplication </w:t>
      </w:r>
      <w:r w:rsidR="00C97A9A">
        <w:t>a</w:t>
      </w:r>
      <w:r w:rsidRPr="006C2409">
        <w:t>rchitecture section describes and defines the solution’s application architecture, including identifying, describing, and defining major s</w:t>
      </w:r>
      <w:r w:rsidR="00C97A9A">
        <w:t>olution</w:t>
      </w:r>
      <w:r w:rsidRPr="006C2409">
        <w:t xml:space="preserve"> components and their relationships. Components defined and specified by the models included in the application architecture may include</w:t>
      </w:r>
      <w:r w:rsidR="00855DCD">
        <w:t xml:space="preserve"> both custom and </w:t>
      </w:r>
      <w:r w:rsidRPr="006C2409">
        <w:t>COTS components integrated into the solution architecture.</w:t>
      </w:r>
      <w:r w:rsidR="00CE3C2D">
        <w:t xml:space="preserve"> The application will also identify any existing common services that will be used by the solution, or common services that will be developed, will need to be specified; service components like service all out to data providers.</w:t>
      </w:r>
    </w:p>
    <w:p w14:paraId="67E2CF1F" w14:textId="77777777" w:rsidR="00B47CD4" w:rsidRPr="00B47CD4" w:rsidRDefault="001C7F7A" w:rsidP="006C2409">
      <w:pPr>
        <w:pStyle w:val="Heading2"/>
      </w:pPr>
      <w:bookmarkStart w:id="67" w:name="_Toc384028842"/>
      <w:r>
        <w:rPr>
          <w:szCs w:val="22"/>
        </w:rPr>
        <w:t xml:space="preserve">The </w:t>
      </w:r>
      <w:r w:rsidRPr="00AB5B71">
        <w:rPr>
          <w:szCs w:val="22"/>
        </w:rPr>
        <w:t>System Architect</w:t>
      </w:r>
      <w:r w:rsidR="009E35C0">
        <w:rPr>
          <w:szCs w:val="22"/>
        </w:rPr>
        <w:t>ure</w:t>
      </w:r>
      <w:bookmarkEnd w:id="67"/>
      <w:r w:rsidRPr="00AB5B71">
        <w:rPr>
          <w:szCs w:val="22"/>
        </w:rPr>
        <w:t xml:space="preserve"> </w:t>
      </w:r>
    </w:p>
    <w:p w14:paraId="0330CB48" w14:textId="30A055E8" w:rsidR="00B47CD4" w:rsidRPr="00E22687" w:rsidRDefault="00B47CD4" w:rsidP="00CC7571">
      <w:bookmarkStart w:id="68" w:name="_Toc367798686"/>
      <w:r w:rsidRPr="00E22687">
        <w:t>The System Architecture</w:t>
      </w:r>
      <w:r w:rsidR="001C7F7A" w:rsidRPr="00E22687">
        <w:t xml:space="preserve"> </w:t>
      </w:r>
      <w:r w:rsidRPr="00E22687">
        <w:t xml:space="preserve">is </w:t>
      </w:r>
      <w:r w:rsidR="001C7F7A" w:rsidRPr="00E22687">
        <w:t>an enterprise architecture solution for visualizing, analyzing, and communicating enterprise architecture and business process analysis. This solution provides decision support, process optimization, and integration into solution delivery. The System Architect</w:t>
      </w:r>
      <w:r w:rsidR="009E35C0" w:rsidRPr="00E22687">
        <w:t>ure</w:t>
      </w:r>
      <w:r w:rsidR="001C7F7A" w:rsidRPr="00E22687">
        <w:t xml:space="preserve"> addresses all aspects of </w:t>
      </w:r>
      <w:r w:rsidR="00DC0591">
        <w:t>an</w:t>
      </w:r>
      <w:r w:rsidR="00DC0591" w:rsidRPr="00E22687">
        <w:t xml:space="preserve"> </w:t>
      </w:r>
      <w:r w:rsidR="001C7F7A" w:rsidRPr="00E22687">
        <w:t>organization’s enterprise architecture, including modeling, publishing, analysis, and execution</w:t>
      </w:r>
      <w:r w:rsidR="009E35C0" w:rsidRPr="00E22687">
        <w:t>.</w:t>
      </w:r>
      <w:bookmarkEnd w:id="68"/>
      <w:r w:rsidR="009E35C0" w:rsidRPr="00E22687">
        <w:t xml:space="preserve"> </w:t>
      </w:r>
    </w:p>
    <w:p w14:paraId="01F335AB" w14:textId="77777777" w:rsidR="006C2409" w:rsidRPr="00DE4B1A" w:rsidRDefault="006C2409" w:rsidP="00DE4B1A">
      <w:pPr>
        <w:pStyle w:val="Heading2"/>
        <w:rPr>
          <w:szCs w:val="22"/>
        </w:rPr>
      </w:pPr>
      <w:bookmarkStart w:id="69" w:name="_Toc384028843"/>
      <w:r w:rsidRPr="00DE4B1A">
        <w:rPr>
          <w:szCs w:val="22"/>
        </w:rPr>
        <w:t>Application Layer</w:t>
      </w:r>
      <w:bookmarkEnd w:id="69"/>
    </w:p>
    <w:p w14:paraId="6A5E908D" w14:textId="77777777" w:rsidR="006C2409" w:rsidRPr="00FC0BF2" w:rsidRDefault="006C2409" w:rsidP="00FD60A2">
      <w:pPr>
        <w:pStyle w:val="HUDBText"/>
      </w:pPr>
      <w:r w:rsidRPr="00FC0BF2">
        <w:t>&lt;</w:t>
      </w:r>
      <w:r w:rsidR="00FD60A2">
        <w:t>O</w:t>
      </w:r>
      <w:r w:rsidRPr="00FC0BF2">
        <w:t>rganize system components by application layers.&gt;</w:t>
      </w:r>
    </w:p>
    <w:p w14:paraId="48DC613C" w14:textId="77777777" w:rsidR="006C2409" w:rsidRDefault="006C2409" w:rsidP="00B47CD4">
      <w:pPr>
        <w:pStyle w:val="Heading2"/>
        <w:numPr>
          <w:ilvl w:val="1"/>
          <w:numId w:val="32"/>
        </w:numPr>
      </w:pPr>
      <w:bookmarkStart w:id="70" w:name="_Toc384028844"/>
      <w:r>
        <w:t>Common Service Specifications</w:t>
      </w:r>
      <w:bookmarkEnd w:id="70"/>
    </w:p>
    <w:p w14:paraId="498B2233" w14:textId="77777777" w:rsidR="006C2409" w:rsidRPr="00F46716" w:rsidRDefault="006C2409" w:rsidP="00FD60A2">
      <w:pPr>
        <w:pStyle w:val="HUDBText"/>
      </w:pPr>
      <w:r w:rsidRPr="00F46716">
        <w:t>&lt;</w:t>
      </w:r>
      <w:r w:rsidR="00BA72C5">
        <w:t>P</w:t>
      </w:r>
      <w:r w:rsidRPr="00F46716">
        <w:t>rovide service specifications to describe and define how all common services identified by the solution architecture common service attributes are integrated into the solut</w:t>
      </w:r>
      <w:r w:rsidR="00F46716">
        <w:t>ion’s application architecture.</w:t>
      </w:r>
    </w:p>
    <w:p w14:paraId="79ABCB7A" w14:textId="77777777" w:rsidR="006C2409" w:rsidRPr="00F46716" w:rsidRDefault="006C2409" w:rsidP="00FD60A2">
      <w:pPr>
        <w:pStyle w:val="HUDBText"/>
      </w:pPr>
      <w:r w:rsidRPr="00F46716">
        <w:t>This section is optional and is only required for solutions integrating common services as identified by the solution architecture common service attributes.&gt;</w:t>
      </w:r>
    </w:p>
    <w:p w14:paraId="4EA9F610" w14:textId="77777777" w:rsidR="006C2409" w:rsidRDefault="006C2409" w:rsidP="006C2409">
      <w:pPr>
        <w:pStyle w:val="Heading2"/>
      </w:pPr>
      <w:bookmarkStart w:id="71" w:name="_Toc384028845"/>
      <w:r>
        <w:t>Component Models</w:t>
      </w:r>
      <w:bookmarkEnd w:id="71"/>
      <w:r>
        <w:t xml:space="preserve"> </w:t>
      </w:r>
    </w:p>
    <w:p w14:paraId="6951AFA2" w14:textId="77777777" w:rsidR="006C2409" w:rsidRDefault="006C2409" w:rsidP="006C2409">
      <w:pPr>
        <w:pStyle w:val="Heading3"/>
      </w:pPr>
      <w:bookmarkStart w:id="72" w:name="_Toc384028846"/>
      <w:r>
        <w:t>Component Relationship Diagrams</w:t>
      </w:r>
      <w:bookmarkEnd w:id="72"/>
      <w:r>
        <w:t xml:space="preserve"> </w:t>
      </w:r>
    </w:p>
    <w:p w14:paraId="7DCBC24C" w14:textId="77777777" w:rsidR="006C2409" w:rsidRPr="00696C09" w:rsidRDefault="006C2409" w:rsidP="004176B3">
      <w:pPr>
        <w:pStyle w:val="HUDBText"/>
      </w:pPr>
      <w:r w:rsidRPr="00696C09">
        <w:t>&lt;</w:t>
      </w:r>
      <w:r w:rsidR="00BA72C5">
        <w:t>P</w:t>
      </w:r>
      <w:r w:rsidRPr="00696C09">
        <w:t xml:space="preserve">rovide component models illustrating static views of component relationships, such as </w:t>
      </w:r>
      <w:r w:rsidR="004176B3">
        <w:t>Unified Modeling Language (</w:t>
      </w:r>
      <w:r w:rsidRPr="00696C09">
        <w:t>UML</w:t>
      </w:r>
      <w:r w:rsidR="004176B3">
        <w:t>)</w:t>
      </w:r>
      <w:r w:rsidRPr="00696C09">
        <w:t xml:space="preserve"> component diagrams, for the components identified by the application architecture. Include models that illustrate relationships of components across application layers supporting the solution’s significant and central use case scenarios.</w:t>
      </w:r>
    </w:p>
    <w:p w14:paraId="0CE9E5C2" w14:textId="77777777" w:rsidR="006C2409" w:rsidRPr="00696C09" w:rsidRDefault="006C2409" w:rsidP="004176B3">
      <w:pPr>
        <w:pStyle w:val="HUDBText"/>
      </w:pPr>
      <w:r w:rsidRPr="00696C09">
        <w:t xml:space="preserve">Replace the example </w:t>
      </w:r>
      <w:r w:rsidR="004176B3">
        <w:t xml:space="preserve">component relationship diagram </w:t>
      </w:r>
      <w:r w:rsidRPr="00696C09">
        <w:t>below with one or more diagrams as required developing the level of detail required to provide unambiguous high-level architectural specifications and guidance to architects and designers developing th</w:t>
      </w:r>
      <w:r w:rsidR="00F46716" w:rsidRPr="00696C09">
        <w:t>e solution detailed design.</w:t>
      </w:r>
    </w:p>
    <w:p w14:paraId="041FF89B" w14:textId="77777777" w:rsidR="00F46716" w:rsidRPr="00696C09" w:rsidRDefault="00BA72C5" w:rsidP="004176B3">
      <w:pPr>
        <w:pStyle w:val="HUDBText"/>
      </w:pPr>
      <w:r>
        <w:t>A</w:t>
      </w:r>
      <w:r w:rsidR="006C2409" w:rsidRPr="00696C09">
        <w:t>n</w:t>
      </w:r>
      <w:r>
        <w:t>n</w:t>
      </w:r>
      <w:r w:rsidR="006C2409" w:rsidRPr="00696C09">
        <w:t>otate</w:t>
      </w:r>
      <w:r>
        <w:t xml:space="preserve"> all diagrams</w:t>
      </w:r>
      <w:r w:rsidR="006C2409" w:rsidRPr="00696C09">
        <w:t xml:space="preserve"> with supporting narrative to define all objects and relations</w:t>
      </w:r>
      <w:r w:rsidR="00F46716" w:rsidRPr="00696C09">
        <w:t xml:space="preserve">hips depicted by the diagrams. </w:t>
      </w:r>
      <w:r w:rsidR="006C2409" w:rsidRPr="00696C09">
        <w:t>These diagrams should easily cross reference with th</w:t>
      </w:r>
      <w:r w:rsidR="00696C09">
        <w:t xml:space="preserve">e components identified </w:t>
      </w:r>
      <w:r>
        <w:t xml:space="preserve">in the </w:t>
      </w:r>
      <w:r w:rsidR="006C2409" w:rsidRPr="00696C09">
        <w:t>solution overview diagram(s)</w:t>
      </w:r>
      <w:r w:rsidRPr="00BA72C5">
        <w:t xml:space="preserve"> </w:t>
      </w:r>
      <w:r>
        <w:t xml:space="preserve">in section </w:t>
      </w:r>
      <w:r w:rsidR="001C3056">
        <w:fldChar w:fldCharType="begin"/>
      </w:r>
      <w:r w:rsidR="001C3056">
        <w:instrText xml:space="preserve"> REF _Ref294007668 \w \h  \* MERGEFORMAT </w:instrText>
      </w:r>
      <w:r w:rsidR="001C3056">
        <w:fldChar w:fldCharType="separate"/>
      </w:r>
      <w:r w:rsidR="00F151F1">
        <w:t>1</w:t>
      </w:r>
      <w:r w:rsidR="001C3056">
        <w:fldChar w:fldCharType="end"/>
      </w:r>
      <w:r w:rsidR="006C2409" w:rsidRPr="00696C09">
        <w:t>.&gt;</w:t>
      </w:r>
    </w:p>
    <w:p w14:paraId="5990FD77" w14:textId="77777777" w:rsidR="00F46716" w:rsidRDefault="00F46716">
      <w:pPr>
        <w:overflowPunct/>
        <w:autoSpaceDE/>
        <w:autoSpaceDN/>
        <w:adjustRightInd/>
        <w:spacing w:after="0"/>
        <w:textAlignment w:val="auto"/>
        <w:rPr>
          <w:i/>
          <w:color w:val="0070C0"/>
        </w:rPr>
      </w:pPr>
    </w:p>
    <w:p w14:paraId="2A58B00C" w14:textId="77777777" w:rsidR="006C2409" w:rsidRDefault="006C2409">
      <w:pPr>
        <w:overflowPunct/>
        <w:autoSpaceDE/>
        <w:autoSpaceDN/>
        <w:adjustRightInd/>
        <w:spacing w:after="0"/>
        <w:textAlignment w:val="auto"/>
      </w:pPr>
    </w:p>
    <w:p w14:paraId="276692D4" w14:textId="77777777" w:rsidR="006C2409" w:rsidRDefault="00F91C19">
      <w:pPr>
        <w:overflowPunct/>
        <w:autoSpaceDE/>
        <w:autoSpaceDN/>
        <w:adjustRightInd/>
        <w:spacing w:after="0"/>
        <w:textAlignment w:val="auto"/>
      </w:pPr>
      <w:r>
        <w:rPr>
          <w:noProof/>
        </w:rPr>
        <w:drawing>
          <wp:inline distT="0" distB="0" distL="0" distR="0" wp14:anchorId="3EC7F0AA" wp14:editId="17687C55">
            <wp:extent cx="5676900" cy="2247900"/>
            <wp:effectExtent l="1905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srcRect/>
                    <a:stretch>
                      <a:fillRect/>
                    </a:stretch>
                  </pic:blipFill>
                  <pic:spPr bwMode="auto">
                    <a:xfrm>
                      <a:off x="0" y="0"/>
                      <a:ext cx="5676900" cy="2247900"/>
                    </a:xfrm>
                    <a:prstGeom prst="rect">
                      <a:avLst/>
                    </a:prstGeom>
                    <a:noFill/>
                    <a:ln w="9525">
                      <a:noFill/>
                      <a:miter lim="800000"/>
                      <a:headEnd/>
                      <a:tailEnd/>
                    </a:ln>
                  </pic:spPr>
                </pic:pic>
              </a:graphicData>
            </a:graphic>
          </wp:inline>
        </w:drawing>
      </w:r>
    </w:p>
    <w:p w14:paraId="251B9A05" w14:textId="77777777" w:rsidR="00FC0BF2" w:rsidRPr="006C2409" w:rsidRDefault="00EE6273" w:rsidP="00EE6273">
      <w:pPr>
        <w:pStyle w:val="Caption"/>
      </w:pPr>
      <w:bookmarkStart w:id="73" w:name="_Toc294006532"/>
      <w:r>
        <w:t xml:space="preserve">Figure </w:t>
      </w:r>
      <w:fldSimple w:instr=" STYLEREF 1 \s ">
        <w:r w:rsidR="00F151F1">
          <w:rPr>
            <w:noProof/>
          </w:rPr>
          <w:t>3</w:t>
        </w:r>
      </w:fldSimple>
      <w:r w:rsidR="00BF7FA8">
        <w:t>.1</w:t>
      </w:r>
      <w:r>
        <w:t xml:space="preserve"> </w:t>
      </w:r>
      <w:r w:rsidR="006E3058">
        <w:t>-</w:t>
      </w:r>
      <w:r w:rsidR="00FC0BF2">
        <w:t xml:space="preserve"> </w:t>
      </w:r>
      <w:r w:rsidR="00FC0BF2" w:rsidRPr="006C2409">
        <w:t>Example Component Relationship Diagram</w:t>
      </w:r>
      <w:bookmarkEnd w:id="73"/>
    </w:p>
    <w:p w14:paraId="2EF084D7" w14:textId="77777777" w:rsidR="00FC0BF2" w:rsidRDefault="00FC0BF2">
      <w:pPr>
        <w:overflowPunct/>
        <w:autoSpaceDE/>
        <w:autoSpaceDN/>
        <w:adjustRightInd/>
        <w:spacing w:after="0"/>
        <w:textAlignment w:val="auto"/>
      </w:pPr>
    </w:p>
    <w:p w14:paraId="5C24E978" w14:textId="77777777" w:rsidR="006C2409" w:rsidRPr="006C2409" w:rsidRDefault="006C2409" w:rsidP="006C2409">
      <w:pPr>
        <w:pStyle w:val="Heading3"/>
      </w:pPr>
      <w:bookmarkStart w:id="74" w:name="_Toc278175197"/>
      <w:bookmarkStart w:id="75" w:name="_Toc384028847"/>
      <w:r w:rsidRPr="006C2409">
        <w:t>Interaction Diagrams</w:t>
      </w:r>
      <w:bookmarkEnd w:id="74"/>
      <w:bookmarkEnd w:id="75"/>
      <w:r w:rsidRPr="006C2409">
        <w:t xml:space="preserve"> </w:t>
      </w:r>
    </w:p>
    <w:p w14:paraId="0F1D97BC" w14:textId="77777777" w:rsidR="006C2409" w:rsidRPr="006C2409" w:rsidRDefault="006C2409" w:rsidP="004176B3">
      <w:pPr>
        <w:pStyle w:val="HUDBText"/>
      </w:pPr>
      <w:r w:rsidRPr="006C2409">
        <w:t>&lt;</w:t>
      </w:r>
      <w:r w:rsidR="00BA72C5">
        <w:t>P</w:t>
      </w:r>
      <w:r w:rsidRPr="006C2409">
        <w:t xml:space="preserve">rovide component models illustrating dynamic views of component interaction, such as UML sequence diagrams, for the components identified by the application architecture. Include models that illustrate interaction of components across application layers supporting the significant and central </w:t>
      </w:r>
      <w:r w:rsidR="004176B3">
        <w:t>u</w:t>
      </w:r>
      <w:r w:rsidRPr="006C2409">
        <w:t xml:space="preserve">se </w:t>
      </w:r>
      <w:r w:rsidR="004176B3">
        <w:t>c</w:t>
      </w:r>
      <w:r w:rsidRPr="006C2409">
        <w:t>ase scenarios.</w:t>
      </w:r>
    </w:p>
    <w:p w14:paraId="7D52B36D" w14:textId="77777777" w:rsidR="006C2409" w:rsidRPr="006C2409" w:rsidRDefault="00521C4D" w:rsidP="004176B3">
      <w:pPr>
        <w:pStyle w:val="HUDBText"/>
      </w:pPr>
      <w:r w:rsidRPr="006C2409">
        <w:t xml:space="preserve">Replace </w:t>
      </w:r>
      <w:r w:rsidR="004176B3">
        <w:t xml:space="preserve">the </w:t>
      </w:r>
      <w:r w:rsidRPr="006C2409">
        <w:t xml:space="preserve">example </w:t>
      </w:r>
      <w:r w:rsidR="004176B3">
        <w:t xml:space="preserve">component interaction diagram </w:t>
      </w:r>
      <w:r w:rsidRPr="006C2409">
        <w:t xml:space="preserve">below with one or more diagrams as required </w:t>
      </w:r>
      <w:r>
        <w:t>in</w:t>
      </w:r>
      <w:r w:rsidRPr="006C2409">
        <w:t xml:space="preserve"> develop</w:t>
      </w:r>
      <w:r>
        <w:t>ing</w:t>
      </w:r>
      <w:r w:rsidRPr="006C2409">
        <w:t xml:space="preserve"> the level of detail required to provide unambiguous high-level architectural specifications and guidance to architects and designers developing the solution detailed design. </w:t>
      </w:r>
    </w:p>
    <w:p w14:paraId="68BA5C46" w14:textId="77777777" w:rsidR="006C2409" w:rsidRDefault="00BA72C5" w:rsidP="004176B3">
      <w:pPr>
        <w:pStyle w:val="HUDBText"/>
      </w:pPr>
      <w:r>
        <w:t>Annotate a</w:t>
      </w:r>
      <w:r w:rsidR="006C2409" w:rsidRPr="006C2409">
        <w:t>ll diagrams with supporting narrative to define all objects and relation</w:t>
      </w:r>
      <w:r w:rsidR="00696C09">
        <w:t>ships depicted by the diagrams.</w:t>
      </w:r>
      <w:r w:rsidR="006C2409" w:rsidRPr="006C2409">
        <w:t xml:space="preserve"> These diagrams should easily cross reference with the components identified </w:t>
      </w:r>
      <w:r>
        <w:t xml:space="preserve">in the </w:t>
      </w:r>
      <w:r w:rsidRPr="00696C09">
        <w:t>solution overview diagram(s)</w:t>
      </w:r>
      <w:r w:rsidRPr="00BA72C5">
        <w:t xml:space="preserve"> </w:t>
      </w:r>
      <w:r>
        <w:t xml:space="preserve">in section </w:t>
      </w:r>
      <w:r w:rsidR="001C3056">
        <w:fldChar w:fldCharType="begin"/>
      </w:r>
      <w:r w:rsidR="001C3056">
        <w:instrText xml:space="preserve"> REF _Ref294007668 \w \h  \* MERGEFORMAT </w:instrText>
      </w:r>
      <w:r w:rsidR="001C3056">
        <w:fldChar w:fldCharType="separate"/>
      </w:r>
      <w:r w:rsidR="00F151F1">
        <w:t>1</w:t>
      </w:r>
      <w:r w:rsidR="001C3056">
        <w:fldChar w:fldCharType="end"/>
      </w:r>
      <w:r w:rsidR="006C2409" w:rsidRPr="006C2409">
        <w:t>.&gt;</w:t>
      </w:r>
    </w:p>
    <w:p w14:paraId="5072D70D" w14:textId="77777777" w:rsidR="00F46716" w:rsidRDefault="00F46716">
      <w:pPr>
        <w:overflowPunct/>
        <w:autoSpaceDE/>
        <w:autoSpaceDN/>
        <w:adjustRightInd/>
        <w:spacing w:after="0"/>
        <w:textAlignment w:val="auto"/>
        <w:rPr>
          <w:rFonts w:ascii="Times New Roman" w:eastAsia="Calibri" w:hAnsi="Times New Roman"/>
          <w:i/>
          <w:color w:val="0000FF"/>
          <w:szCs w:val="22"/>
        </w:rPr>
      </w:pPr>
    </w:p>
    <w:p w14:paraId="60B0DD98" w14:textId="77777777" w:rsidR="00407B56" w:rsidRDefault="00407B56" w:rsidP="006C2409">
      <w:pPr>
        <w:overflowPunct/>
        <w:autoSpaceDE/>
        <w:autoSpaceDN/>
        <w:adjustRightInd/>
        <w:spacing w:before="120" w:after="200" w:line="276" w:lineRule="auto"/>
        <w:ind w:left="405"/>
        <w:contextualSpacing/>
        <w:textAlignment w:val="auto"/>
        <w:rPr>
          <w:rFonts w:ascii="Times New Roman" w:eastAsia="Calibri" w:hAnsi="Times New Roman"/>
          <w:i/>
          <w:color w:val="0000FF"/>
          <w:szCs w:val="22"/>
        </w:rPr>
      </w:pPr>
    </w:p>
    <w:p w14:paraId="7C32022E" w14:textId="77777777" w:rsidR="006C2409" w:rsidRDefault="00F91C19" w:rsidP="006C2409">
      <w:pPr>
        <w:overflowPunct/>
        <w:autoSpaceDE/>
        <w:autoSpaceDN/>
        <w:adjustRightInd/>
        <w:spacing w:before="120" w:after="200" w:line="276" w:lineRule="auto"/>
        <w:ind w:left="405"/>
        <w:contextualSpacing/>
        <w:jc w:val="center"/>
        <w:textAlignment w:val="auto"/>
      </w:pPr>
      <w:r>
        <w:rPr>
          <w:noProof/>
        </w:rPr>
        <w:drawing>
          <wp:inline distT="0" distB="0" distL="0" distR="0" wp14:anchorId="1E7682CD" wp14:editId="4384B59C">
            <wp:extent cx="5753100" cy="4781550"/>
            <wp:effectExtent l="19050" t="0" r="0" b="0"/>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srcRect/>
                    <a:stretch>
                      <a:fillRect/>
                    </a:stretch>
                  </pic:blipFill>
                  <pic:spPr bwMode="auto">
                    <a:xfrm>
                      <a:off x="0" y="0"/>
                      <a:ext cx="5753100" cy="4781550"/>
                    </a:xfrm>
                    <a:prstGeom prst="rect">
                      <a:avLst/>
                    </a:prstGeom>
                    <a:noFill/>
                    <a:ln w="9525">
                      <a:noFill/>
                      <a:miter lim="800000"/>
                      <a:headEnd/>
                      <a:tailEnd/>
                    </a:ln>
                  </pic:spPr>
                </pic:pic>
              </a:graphicData>
            </a:graphic>
          </wp:inline>
        </w:drawing>
      </w:r>
    </w:p>
    <w:p w14:paraId="258AA97B" w14:textId="77777777" w:rsidR="006C2409" w:rsidRDefault="00EE6273" w:rsidP="00EE6273">
      <w:pPr>
        <w:pStyle w:val="Caption"/>
      </w:pPr>
      <w:bookmarkStart w:id="76" w:name="_Toc294006533"/>
      <w:r>
        <w:t xml:space="preserve">Figure </w:t>
      </w:r>
      <w:fldSimple w:instr=" STYLEREF 1 \s ">
        <w:r w:rsidR="00F151F1">
          <w:rPr>
            <w:noProof/>
          </w:rPr>
          <w:t>3</w:t>
        </w:r>
      </w:fldSimple>
      <w:r w:rsidR="00573EF4">
        <w:t>.</w:t>
      </w:r>
      <w:fldSimple w:instr=" SEQ Figure \* ARABIC \s 1 ">
        <w:r w:rsidR="00F151F1">
          <w:rPr>
            <w:noProof/>
          </w:rPr>
          <w:t>2</w:t>
        </w:r>
      </w:fldSimple>
      <w:r>
        <w:t xml:space="preserve"> </w:t>
      </w:r>
      <w:r w:rsidR="006E3058">
        <w:rPr>
          <w:rFonts w:eastAsia="Calibri"/>
        </w:rPr>
        <w:t>-</w:t>
      </w:r>
      <w:r w:rsidR="00FC0BF2">
        <w:rPr>
          <w:rFonts w:eastAsia="Calibri"/>
        </w:rPr>
        <w:t xml:space="preserve"> </w:t>
      </w:r>
      <w:r w:rsidR="00FC0BF2" w:rsidRPr="006C2409">
        <w:rPr>
          <w:rFonts w:eastAsia="Calibri"/>
        </w:rPr>
        <w:t>Example Component Interaction Diagram</w:t>
      </w:r>
      <w:bookmarkEnd w:id="76"/>
    </w:p>
    <w:p w14:paraId="53949672" w14:textId="77777777" w:rsidR="00A21DE7" w:rsidRPr="00A21DE7" w:rsidRDefault="00A21DE7" w:rsidP="00A21DE7">
      <w:pPr>
        <w:pStyle w:val="Heading2"/>
      </w:pPr>
      <w:bookmarkStart w:id="77" w:name="_Toc278175198"/>
      <w:bookmarkStart w:id="78" w:name="_Toc384028848"/>
      <w:r w:rsidRPr="00A21DE7">
        <w:t>Walk</w:t>
      </w:r>
      <w:r w:rsidR="00F06031">
        <w:t>-T</w:t>
      </w:r>
      <w:r w:rsidRPr="00A21DE7">
        <w:t>hrough Models</w:t>
      </w:r>
      <w:bookmarkEnd w:id="77"/>
      <w:bookmarkEnd w:id="78"/>
    </w:p>
    <w:p w14:paraId="065C6730" w14:textId="77777777" w:rsidR="00A21DE7" w:rsidRPr="00CD2285" w:rsidRDefault="00A21DE7" w:rsidP="00CD2285">
      <w:pPr>
        <w:pStyle w:val="HUDBText"/>
      </w:pPr>
      <w:r w:rsidRPr="00CD2285">
        <w:t>&lt;</w:t>
      </w:r>
      <w:r w:rsidR="00BA72C5" w:rsidRPr="00CD2285">
        <w:t>P</w:t>
      </w:r>
      <w:r w:rsidRPr="00CD2285">
        <w:t xml:space="preserve">rovide walkthrough models to trace system execution and validate the solution’s application architecture and component interaction required to implement significant and central </w:t>
      </w:r>
      <w:r w:rsidR="00CD2285" w:rsidRPr="00CD2285">
        <w:t>u</w:t>
      </w:r>
      <w:r w:rsidRPr="00CD2285">
        <w:t xml:space="preserve">se </w:t>
      </w:r>
      <w:r w:rsidR="00CD2285" w:rsidRPr="00CD2285">
        <w:t>c</w:t>
      </w:r>
      <w:r w:rsidRPr="00CD2285">
        <w:t>ases and business process</w:t>
      </w:r>
      <w:r w:rsidR="00696C09" w:rsidRPr="00CD2285">
        <w:t>es</w:t>
      </w:r>
      <w:r w:rsidRPr="00CD2285">
        <w:t xml:space="preserve"> defined by the solution requirements.</w:t>
      </w:r>
    </w:p>
    <w:p w14:paraId="21EF52C3" w14:textId="77777777" w:rsidR="00A21DE7" w:rsidRDefault="00A21DE7" w:rsidP="00CD2285">
      <w:pPr>
        <w:pStyle w:val="HUDBText"/>
      </w:pPr>
      <w:r w:rsidRPr="00CD2285">
        <w:t xml:space="preserve">Several models may be provided as required to enhance the description and validation of the solution architecture by tracing the execution of required external and internal system interfaces, data flows, and component interactions required for the system to react and process the events specified by the </w:t>
      </w:r>
      <w:r w:rsidR="00CD2285">
        <w:t>u</w:t>
      </w:r>
      <w:r w:rsidRPr="00CD2285">
        <w:t xml:space="preserve">se </w:t>
      </w:r>
      <w:r w:rsidR="00CD2285">
        <w:t>c</w:t>
      </w:r>
      <w:r w:rsidRPr="00CD2285">
        <w:t>ases.</w:t>
      </w:r>
    </w:p>
    <w:p w14:paraId="7546D0C3" w14:textId="77777777" w:rsidR="00CD2285" w:rsidRPr="00CD2285" w:rsidRDefault="00CD2285" w:rsidP="00CD2285">
      <w:pPr>
        <w:pStyle w:val="HUDBText"/>
      </w:pPr>
      <w:r w:rsidRPr="00CD2285">
        <w:t xml:space="preserve">Replace the example </w:t>
      </w:r>
      <w:r>
        <w:t xml:space="preserve">walkthrough model </w:t>
      </w:r>
      <w:r w:rsidRPr="00CD2285">
        <w:t>diagram below with one or more diagrams as required in developing the level of detail required to provide unambiguous high-level architectural specifications and guidance to architects and designers developing the solution detailed design.</w:t>
      </w:r>
    </w:p>
    <w:p w14:paraId="38C3C572" w14:textId="77777777" w:rsidR="00A21DE7" w:rsidRPr="00A21DE7" w:rsidRDefault="00AD0C1B" w:rsidP="00CD2285">
      <w:pPr>
        <w:pStyle w:val="HUDBText"/>
      </w:pPr>
      <w:r w:rsidRPr="00CD2285">
        <w:t xml:space="preserve">For each </w:t>
      </w:r>
      <w:r w:rsidR="00CD2285">
        <w:t>w</w:t>
      </w:r>
      <w:r w:rsidR="00521C4D" w:rsidRPr="00CD2285">
        <w:t>alkthrough</w:t>
      </w:r>
      <w:r w:rsidR="00A21DE7" w:rsidRPr="00CD2285">
        <w:t xml:space="preserve"> model describe a </w:t>
      </w:r>
      <w:r w:rsidR="00855DCD" w:rsidRPr="00CD2285">
        <w:t xml:space="preserve">business scenario and process. </w:t>
      </w:r>
      <w:r w:rsidRPr="00CD2285">
        <w:t>D</w:t>
      </w:r>
      <w:r w:rsidR="00A21DE7" w:rsidRPr="00CD2285">
        <w:t>escribe</w:t>
      </w:r>
      <w:r w:rsidRPr="00CD2285">
        <w:t xml:space="preserve"> the process</w:t>
      </w:r>
      <w:r w:rsidR="00A21DE7" w:rsidRPr="00CD2285">
        <w:t xml:space="preserve"> with a narrative as a numbered sequence of defined events, illustrated with a solution architecture diagram annotated to relate the pictured solution components to the narrative’s numbered events.&gt;</w:t>
      </w:r>
    </w:p>
    <w:p w14:paraId="497A82F3" w14:textId="77777777" w:rsidR="006C2409" w:rsidRDefault="006C2409">
      <w:pPr>
        <w:overflowPunct/>
        <w:autoSpaceDE/>
        <w:autoSpaceDN/>
        <w:adjustRightInd/>
        <w:spacing w:after="0"/>
        <w:textAlignment w:val="auto"/>
      </w:pPr>
    </w:p>
    <w:p w14:paraId="7BFE8AA0" w14:textId="77777777" w:rsidR="006C2409" w:rsidRDefault="006C2409">
      <w:pPr>
        <w:overflowPunct/>
        <w:autoSpaceDE/>
        <w:autoSpaceDN/>
        <w:adjustRightInd/>
        <w:spacing w:after="0"/>
        <w:textAlignment w:val="auto"/>
      </w:pPr>
    </w:p>
    <w:p w14:paraId="6F1920F8" w14:textId="5C155259" w:rsidR="006C2409" w:rsidRDefault="00EB5671">
      <w:pPr>
        <w:overflowPunct/>
        <w:autoSpaceDE/>
        <w:autoSpaceDN/>
        <w:adjustRightInd/>
        <w:spacing w:after="0"/>
        <w:textAlignment w:val="auto"/>
      </w:pPr>
      <w:r>
        <w:rPr>
          <w:noProof/>
        </w:rPr>
        <mc:AlternateContent>
          <mc:Choice Requires="wpg">
            <w:drawing>
              <wp:inline distT="0" distB="0" distL="0" distR="0" wp14:anchorId="5537F1EB" wp14:editId="1E91D7ED">
                <wp:extent cx="5400675" cy="4778375"/>
                <wp:effectExtent l="0" t="0" r="9525" b="3175"/>
                <wp:docPr id="17"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00675" cy="4778375"/>
                          <a:chOff x="1871662" y="1039774"/>
                          <a:chExt cx="5400675" cy="4778451"/>
                        </a:xfrm>
                      </wpg:grpSpPr>
                      <wpg:grpSp>
                        <wpg:cNvPr id="18" name="Group 14"/>
                        <wpg:cNvGrpSpPr/>
                        <wpg:grpSpPr>
                          <a:xfrm>
                            <a:off x="1871662" y="1039774"/>
                            <a:ext cx="5400675" cy="4778451"/>
                            <a:chOff x="1871662" y="1039774"/>
                            <a:chExt cx="5400675" cy="4778451"/>
                          </a:xfrm>
                        </wpg:grpSpPr>
                        <pic:pic xmlns:pic="http://schemas.openxmlformats.org/drawingml/2006/picture">
                          <pic:nvPicPr>
                            <pic:cNvPr id="19" name="Picture 18"/>
                            <pic:cNvPicPr/>
                          </pic:nvPicPr>
                          <pic:blipFill>
                            <a:blip r:embed="rId22" cstate="print"/>
                            <a:srcRect/>
                            <a:stretch>
                              <a:fillRect/>
                            </a:stretch>
                          </pic:blipFill>
                          <pic:spPr bwMode="auto">
                            <a:xfrm>
                              <a:off x="1871662" y="1039774"/>
                              <a:ext cx="5400675" cy="4778451"/>
                            </a:xfrm>
                            <a:prstGeom prst="rect">
                              <a:avLst/>
                            </a:prstGeom>
                            <a:noFill/>
                          </pic:spPr>
                        </pic:pic>
                        <wps:wsp>
                          <wps:cNvPr id="20" name="Flowchart: Direct Access Storage 19"/>
                          <wps:cNvSpPr/>
                          <wps:spPr>
                            <a:xfrm>
                              <a:off x="6400800" y="4114800"/>
                              <a:ext cx="838200" cy="381000"/>
                            </a:xfrm>
                            <a:prstGeom prst="flowChartMagneticDrum">
                              <a:avLst/>
                            </a:prstGeom>
                            <a:solidFill>
                              <a:srgbClr val="F79646"/>
                            </a:solidFill>
                            <a:ln w="25400" cap="flat" cmpd="sng" algn="ctr">
                              <a:solidFill>
                                <a:srgbClr val="F79646">
                                  <a:shade val="50000"/>
                                </a:srgbClr>
                              </a:solidFill>
                              <a:prstDash val="solid"/>
                            </a:ln>
                            <a:effectLst/>
                          </wps:spPr>
                          <wps:txbx>
                            <w:txbxContent>
                              <w:p w14:paraId="4172DB13" w14:textId="77777777" w:rsidR="00F7465E" w:rsidRDefault="00F7465E" w:rsidP="00371B91"/>
                            </w:txbxContent>
                          </wps:txbx>
                          <wps:bodyPr rtlCol="0" anchor="ctr"/>
                        </wps:wsp>
                        <wps:wsp>
                          <wps:cNvPr id="21" name="TextBox 5"/>
                          <wps:cNvSpPr txBox="1"/>
                          <wps:spPr>
                            <a:xfrm>
                              <a:off x="6408420" y="4180651"/>
                              <a:ext cx="685800" cy="295275"/>
                            </a:xfrm>
                            <a:prstGeom prst="rect">
                              <a:avLst/>
                            </a:prstGeom>
                            <a:noFill/>
                          </wps:spPr>
                          <wps:txbx>
                            <w:txbxContent>
                              <w:p w14:paraId="561ABF3B" w14:textId="77777777" w:rsidR="00F7465E" w:rsidRDefault="00F7465E" w:rsidP="00371B91">
                                <w:pPr>
                                  <w:pStyle w:val="NormalWeb"/>
                                  <w:spacing w:after="0"/>
                                </w:pPr>
                                <w:r w:rsidRPr="004D0D78">
                                  <w:rPr>
                                    <w:rFonts w:ascii="Arial Narrow" w:hAnsi="Arial Narrow" w:cs="Arial"/>
                                    <w:b/>
                                    <w:bCs/>
                                    <w:color w:val="262626"/>
                                    <w:kern w:val="24"/>
                                    <w:sz w:val="14"/>
                                    <w:szCs w:val="14"/>
                                  </w:rPr>
                                  <w:t>HUD Oracle Database</w:t>
                                </w:r>
                              </w:p>
                            </w:txbxContent>
                          </wps:txbx>
                          <wps:bodyPr wrap="square" rtlCol="0">
                            <a:spAutoFit/>
                          </wps:bodyPr>
                        </wps:wsp>
                      </wpg:grpSp>
                      <wps:wsp>
                        <wps:cNvPr id="22" name="Rectangle 15"/>
                        <wps:cNvSpPr/>
                        <wps:spPr>
                          <a:xfrm>
                            <a:off x="6477000" y="2362200"/>
                            <a:ext cx="609600" cy="457200"/>
                          </a:xfrm>
                          <a:prstGeom prst="rect">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085AEF69" w14:textId="77777777" w:rsidR="00F7465E" w:rsidRDefault="00F7465E" w:rsidP="00371B91"/>
                          </w:txbxContent>
                        </wps:txbx>
                        <wps:bodyPr rtlCol="0" anchor="ctr"/>
                      </wps:wsp>
                      <wps:wsp>
                        <wps:cNvPr id="23" name="TextBox 8"/>
                        <wps:cNvSpPr txBox="1"/>
                        <wps:spPr>
                          <a:xfrm>
                            <a:off x="6477000" y="2362179"/>
                            <a:ext cx="685800" cy="397510"/>
                          </a:xfrm>
                          <a:prstGeom prst="rect">
                            <a:avLst/>
                          </a:prstGeom>
                          <a:noFill/>
                        </wps:spPr>
                        <wps:txbx>
                          <w:txbxContent>
                            <w:p w14:paraId="31BFC8EF" w14:textId="77777777" w:rsidR="00F7465E" w:rsidRDefault="00F7465E" w:rsidP="00371B91">
                              <w:pPr>
                                <w:pStyle w:val="NormalWeb"/>
                                <w:spacing w:after="0"/>
                              </w:pPr>
                              <w:r w:rsidRPr="004D0D78">
                                <w:rPr>
                                  <w:rFonts w:ascii="Arial Narrow" w:hAnsi="Arial Narrow" w:cs="Arial"/>
                                  <w:b/>
                                  <w:bCs/>
                                  <w:color w:val="262626"/>
                                  <w:kern w:val="24"/>
                                  <w:sz w:val="14"/>
                                  <w:szCs w:val="14"/>
                                </w:rPr>
                                <w:t>Existing Housing Application</w:t>
                              </w:r>
                            </w:p>
                          </w:txbxContent>
                        </wps:txbx>
                        <wps:bodyPr wrap="square" rtlCol="0">
                          <a:spAutoFit/>
                        </wps:bodyPr>
                      </wps:wsp>
                    </wpg:wgp>
                  </a:graphicData>
                </a:graphic>
              </wp:inline>
            </w:drawing>
          </mc:Choice>
          <mc:Fallback xmlns:w15="http://schemas.microsoft.com/office/word/2012/wordml">
            <w:pict>
              <v:group w14:anchorId="5537F1EB" id="Group 9" o:spid="_x0000_s1027" style="width:425.25pt;height:376.25pt;mso-position-horizontal-relative:char;mso-position-vertical-relative:line" coordorigin="18716,10397" coordsize="54006,477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">
                <v:group id="Group 14" o:spid="_x0000_s1028" style="position:absolute;left:18716;top:10397;width:54007;height:47785" coordorigin="18716,10397" coordsize="54006,477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 o:spid="_x0000_s1029" type="#_x0000_t75" style="position:absolute;left:18716;top:10397;width:54007;height:477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Tz0rbCAAAA2wAAAA8AAABkcnMvZG93bnJldi54bWxETz1rwzAQ3Qv5D+IC2Rq5HkrsRjZOIBBK&#10;lzil7XhYV8vUOhlLiZ1/XxUK2e7xPm9bzrYXVxp951jB0zoBQdw43XGr4P18eNyA8AFZY++YFNzI&#10;Q1ksHraYazfxia51aEUMYZ+jAhPCkEvpG0MW/doNxJH7dqPFEOHYSj3iFMNtL9MkeZYWO44NBgfa&#10;G2p+6otVMO8/Lq9Yfe426RvtMndKv6bKKrVaztULiEBzuIv/3Ucd52fw90s8QBa/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E89K2wgAAANsAAAAPAAAAAAAAAAAAAAAAAJ8C&#10;AABkcnMvZG93bnJldi54bWxQSwUGAAAAAAQABAD3AAAAjgMAAAAA&#10;">
                    <v:imagedata r:id="rId23" o:title=""/>
                  </v:shape>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Flowchart: Direct Access Storage 19" o:spid="_x0000_s1030" type="#_x0000_t133" style="position:absolute;left:64008;top:41148;width:8382;height:3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lzRMIA&#10;AADbAAAADwAAAGRycy9kb3ducmV2LnhtbERPy2rCQBTdF/oPwy24q5MoLRKdBOkDRHBhFMHdJXNN&#10;YjN3hsxUY7/eWRRcHs57UQymExfqfWtZQTpOQBBXVrdcK9jvvl9nIHxA1thZJgU38lDkz08LzLS9&#10;8pYuZahFDGGfoYImBJdJ6auGDPqxdcSRO9neYIiwr6Xu8RrDTScnSfIuDbYcGxp09NFQ9VP+GgXl&#10;3/rLbZef/Jakh/N0bV163ByVGr0MyzmIQEN4iP/dK61gEtfHL/EHy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GXNEwgAAANsAAAAPAAAAAAAAAAAAAAAAAJgCAABkcnMvZG93&#10;bnJldi54bWxQSwUGAAAAAAQABAD1AAAAhwMAAAAA&#10;" fillcolor="#f79646" strokecolor="#b66d31" strokeweight="2pt">
                    <v:textbox>
                      <w:txbxContent>
                        <w:p w14:paraId="4172DB13" w14:textId="77777777" w:rsidR="00F7465E" w:rsidRDefault="00F7465E" w:rsidP="00371B91"/>
                      </w:txbxContent>
                    </v:textbox>
                  </v:shape>
                  <v:shape id="TextBox 5" o:spid="_x0000_s1031" type="#_x0000_t202" style="position:absolute;left:64084;top:41806;width:6858;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MIHsEA&#10;AADbAAAADwAAAGRycy9kb3ducmV2LnhtbESPQWvCQBSE7wX/w/IK3uomgiKpq0it4MGLNr0/sq/Z&#10;0OzbkH018d+7gtDjMDPfMOvt6Ft1pT42gQ3kswwUcRVsw7WB8uvwtgIVBdliG5gM3CjCdjN5WWNh&#10;w8Bnul6kVgnCsUADTqQrtI6VI49xFjri5P2E3qMk2dfa9jgkuG/1PMuW2mPDacFhRx+Oqt/Lnzcg&#10;Ynf5rfz08fg9nvaDy6oFlsZMX8fdOyihUf7Dz/bRGpjn8PiSfoDe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jCB7BAAAA2wAAAA8AAAAAAAAAAAAAAAAAmAIAAGRycy9kb3du&#10;cmV2LnhtbFBLBQYAAAAABAAEAPUAAACGAwAAAAA=&#10;" filled="f" stroked="f">
                    <v:textbox style="mso-fit-shape-to-text:t">
                      <w:txbxContent>
                        <w:p w14:paraId="561ABF3B" w14:textId="77777777" w:rsidR="00F7465E" w:rsidRDefault="00F7465E" w:rsidP="00371B91">
                          <w:pPr>
                            <w:pStyle w:val="NormalWeb"/>
                            <w:spacing w:after="0"/>
                          </w:pPr>
                          <w:r w:rsidRPr="004D0D78">
                            <w:rPr>
                              <w:rFonts w:ascii="Arial Narrow" w:hAnsi="Arial Narrow" w:cs="Arial"/>
                              <w:b/>
                              <w:bCs/>
                              <w:color w:val="262626"/>
                              <w:kern w:val="24"/>
                              <w:sz w:val="14"/>
                              <w:szCs w:val="14"/>
                            </w:rPr>
                            <w:t>HUD Oracle Database</w:t>
                          </w:r>
                        </w:p>
                      </w:txbxContent>
                    </v:textbox>
                  </v:shape>
                </v:group>
                <v:rect id="Rectangle 15" o:spid="_x0000_s1032" style="position:absolute;left:64770;top:23622;width:6096;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pv8MA&#10;AADbAAAADwAAAGRycy9kb3ducmV2LnhtbESPT4vCMBTE74LfITzBm6bWRaQaRURB3MPin4u3Z/Ns&#10;i81LaWJbv/1mYcHjMDO/YZbrzpSiodoVlhVMxhEI4tTqgjMF18t+NAfhPLLG0jIpeJOD9arfW2Ki&#10;bcsnas4+EwHCLkEFufdVIqVLczLoxrYiDt7D1gZ9kHUmdY1tgJtSxlE0kwYLDgs5VrTNKX2eX0bB&#10;bDp/2u9rc9y8Wv1z3110/HXTSg0H3WYBwlPnP+H/9kEriG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mpv8MAAADbAAAADwAAAAAAAAAAAAAAAACYAgAAZHJzL2Rv&#10;d25yZXYueG1sUEsFBgAAAAAEAAQA9QAAAIgDAAAAAA==&#10;" fillcolor="#ffa2a1" strokecolor="#be4b48">
                  <v:fill color2="#ffe5e5" rotate="t" angle="180" colors="0 #ffa2a1;22938f #ffbebd;1 #ffe5e5" focus="100%" type="gradient"/>
                  <v:shadow on="t" color="black" opacity="24903f" origin=",.5" offset="0,.55556mm"/>
                  <v:textbox>
                    <w:txbxContent>
                      <w:p w14:paraId="085AEF69" w14:textId="77777777" w:rsidR="00F7465E" w:rsidRDefault="00F7465E" w:rsidP="00371B91"/>
                    </w:txbxContent>
                  </v:textbox>
                </v:rect>
                <v:shape id="TextBox 8" o:spid="_x0000_s1033" type="#_x0000_t202" style="position:absolute;left:64770;top:23621;width:6858;height:3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0z8sIA&#10;AADbAAAADwAAAGRycy9kb3ducmV2LnhtbESPT2vCQBTE7wW/w/IKvdWNloqkriL+AQ+9qPH+yL5m&#10;Q7NvQ/Zp4rd3hUKPw8z8hlmsBt+oG3WxDmxgMs5AEZfB1lwZKM779zmoKMgWm8Bk4E4RVsvRywJz&#10;G3o+0u0klUoQjjkacCJtrnUsHXmM49ASJ+8ndB4lya7StsM+wX2jp1k20x5rTgsOW9o4Kn9PV29A&#10;xK4n92Ln4+EyfG97l5WfWBjz9jqsv0AJDfIf/msfrIHpBz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PTPywgAAANsAAAAPAAAAAAAAAAAAAAAAAJgCAABkcnMvZG93&#10;bnJldi54bWxQSwUGAAAAAAQABAD1AAAAhwMAAAAA&#10;" filled="f" stroked="f">
                  <v:textbox style="mso-fit-shape-to-text:t">
                    <w:txbxContent>
                      <w:p w14:paraId="31BFC8EF" w14:textId="77777777" w:rsidR="00F7465E" w:rsidRDefault="00F7465E" w:rsidP="00371B91">
                        <w:pPr>
                          <w:pStyle w:val="NormalWeb"/>
                          <w:spacing w:after="0"/>
                        </w:pPr>
                        <w:r w:rsidRPr="004D0D78">
                          <w:rPr>
                            <w:rFonts w:ascii="Arial Narrow" w:hAnsi="Arial Narrow" w:cs="Arial"/>
                            <w:b/>
                            <w:bCs/>
                            <w:color w:val="262626"/>
                            <w:kern w:val="24"/>
                            <w:sz w:val="14"/>
                            <w:szCs w:val="14"/>
                          </w:rPr>
                          <w:t>Existing Housing Application</w:t>
                        </w:r>
                      </w:p>
                    </w:txbxContent>
                  </v:textbox>
                </v:shape>
                <w10:anchorlock/>
              </v:group>
            </w:pict>
          </mc:Fallback>
        </mc:AlternateContent>
      </w:r>
    </w:p>
    <w:p w14:paraId="3212CC3F" w14:textId="77777777" w:rsidR="00F46716" w:rsidRDefault="00F46716">
      <w:pPr>
        <w:overflowPunct/>
        <w:autoSpaceDE/>
        <w:autoSpaceDN/>
        <w:adjustRightInd/>
        <w:spacing w:after="0"/>
        <w:textAlignment w:val="auto"/>
      </w:pPr>
    </w:p>
    <w:p w14:paraId="163253FF" w14:textId="77777777" w:rsidR="00A21DE7" w:rsidRDefault="00A21DE7">
      <w:pPr>
        <w:overflowPunct/>
        <w:autoSpaceDE/>
        <w:autoSpaceDN/>
        <w:adjustRightInd/>
        <w:spacing w:after="0"/>
        <w:textAlignment w:val="auto"/>
      </w:pPr>
    </w:p>
    <w:p w14:paraId="23CD1F93" w14:textId="77777777" w:rsidR="00FC0BF2" w:rsidRPr="00A21DE7" w:rsidRDefault="00EE6273" w:rsidP="00EE6273">
      <w:pPr>
        <w:pStyle w:val="Caption"/>
        <w:rPr>
          <w:rFonts w:eastAsia="Calibri"/>
        </w:rPr>
      </w:pPr>
      <w:bookmarkStart w:id="79" w:name="_Toc294006534"/>
      <w:r>
        <w:t xml:space="preserve">Figure </w:t>
      </w:r>
      <w:fldSimple w:instr=" STYLEREF 1 \s ">
        <w:r w:rsidR="00F151F1">
          <w:rPr>
            <w:noProof/>
          </w:rPr>
          <w:t>3</w:t>
        </w:r>
      </w:fldSimple>
      <w:r w:rsidR="00573EF4">
        <w:t>.</w:t>
      </w:r>
      <w:fldSimple w:instr=" SEQ Figure \* ARABIC \s 1 ">
        <w:r w:rsidR="00F151F1">
          <w:rPr>
            <w:noProof/>
          </w:rPr>
          <w:t>3</w:t>
        </w:r>
      </w:fldSimple>
      <w:r>
        <w:t xml:space="preserve"> </w:t>
      </w:r>
      <w:r w:rsidR="006E3058">
        <w:rPr>
          <w:rFonts w:eastAsia="Calibri"/>
        </w:rPr>
        <w:t>-</w:t>
      </w:r>
      <w:r w:rsidR="00FC0BF2">
        <w:rPr>
          <w:rFonts w:eastAsia="Calibri"/>
        </w:rPr>
        <w:t xml:space="preserve"> </w:t>
      </w:r>
      <w:r w:rsidR="00FC0BF2" w:rsidRPr="00A21DE7">
        <w:rPr>
          <w:rFonts w:eastAsia="Calibri"/>
        </w:rPr>
        <w:t>Example Walkthrough Model Diagram</w:t>
      </w:r>
      <w:bookmarkEnd w:id="79"/>
    </w:p>
    <w:p w14:paraId="0F411E40" w14:textId="77777777" w:rsidR="00A21DE7" w:rsidRDefault="00A21DE7">
      <w:pPr>
        <w:overflowPunct/>
        <w:autoSpaceDE/>
        <w:autoSpaceDN/>
        <w:adjustRightInd/>
        <w:spacing w:after="0"/>
        <w:textAlignment w:val="auto"/>
      </w:pPr>
    </w:p>
    <w:p w14:paraId="50323A8A" w14:textId="77777777" w:rsidR="00A21DE7" w:rsidRDefault="00A21DE7">
      <w:pPr>
        <w:overflowPunct/>
        <w:autoSpaceDE/>
        <w:autoSpaceDN/>
        <w:adjustRightInd/>
        <w:spacing w:after="0"/>
        <w:textAlignment w:val="auto"/>
      </w:pPr>
    </w:p>
    <w:p w14:paraId="31FCB04D" w14:textId="77777777" w:rsidR="00F46716" w:rsidRDefault="00F46716">
      <w:pPr>
        <w:overflowPunct/>
        <w:autoSpaceDE/>
        <w:autoSpaceDN/>
        <w:adjustRightInd/>
        <w:spacing w:after="0"/>
        <w:textAlignment w:val="auto"/>
      </w:pPr>
      <w:r>
        <w:br w:type="page"/>
      </w:r>
    </w:p>
    <w:p w14:paraId="46045097" w14:textId="77777777" w:rsidR="00F06031" w:rsidRDefault="00FC0BF2" w:rsidP="00F06031">
      <w:pPr>
        <w:pStyle w:val="Heading1"/>
      </w:pPr>
      <w:bookmarkStart w:id="80" w:name="_Toc384028849"/>
      <w:r w:rsidRPr="00A21DE7">
        <w:t>Data Architecture</w:t>
      </w:r>
      <w:bookmarkEnd w:id="80"/>
    </w:p>
    <w:p w14:paraId="2E9489CC" w14:textId="77777777" w:rsidR="00F06031" w:rsidRPr="00F06031" w:rsidRDefault="00F06031" w:rsidP="00B47CD4">
      <w:r>
        <w:t xml:space="preserve">All projects that are updating or designing a new data system must follow all </w:t>
      </w:r>
      <w:r w:rsidR="004E389B">
        <w:t>Federal Government</w:t>
      </w:r>
      <w:r>
        <w:t xml:space="preserve"> and HUD data requirements and standards</w:t>
      </w:r>
      <w:r w:rsidR="001D5CF5">
        <w:t>. The Project Lead or Lead Data Architec</w:t>
      </w:r>
      <w:r w:rsidR="00832AAD">
        <w:t>t</w:t>
      </w:r>
      <w:r w:rsidR="001D5CF5">
        <w:t xml:space="preserve"> for the project should </w:t>
      </w:r>
      <w:r w:rsidR="00FE4A32">
        <w:t>contact the Data Stewards Advi</w:t>
      </w:r>
      <w:r w:rsidR="001D5CF5">
        <w:t xml:space="preserve">sory Group (DSAG) to review their initial data requirements and high level data architecture design to determine what </w:t>
      </w:r>
      <w:r w:rsidR="005508B2">
        <w:t>Government</w:t>
      </w:r>
      <w:r w:rsidR="001D5CF5">
        <w:t xml:space="preserve"> data requirements are applicable to the project.</w:t>
      </w:r>
    </w:p>
    <w:p w14:paraId="137721E4" w14:textId="77777777" w:rsidR="00A21DE7" w:rsidRPr="00A21DE7" w:rsidRDefault="00A21DE7" w:rsidP="00A21DE7">
      <w:pPr>
        <w:pStyle w:val="Heading2"/>
      </w:pPr>
      <w:bookmarkStart w:id="81" w:name="_Toc278175200"/>
      <w:bookmarkStart w:id="82" w:name="_Toc384028850"/>
      <w:r w:rsidRPr="00A21DE7">
        <w:t>Data Flow and Context Diagrams</w:t>
      </w:r>
      <w:bookmarkEnd w:id="81"/>
      <w:bookmarkEnd w:id="82"/>
    </w:p>
    <w:p w14:paraId="5C5BE5F1" w14:textId="77777777" w:rsidR="00A21DE7" w:rsidRDefault="00FC0BF2" w:rsidP="001A2FF2">
      <w:pPr>
        <w:pStyle w:val="HUDBText"/>
      </w:pPr>
      <w:r>
        <w:t>&lt;</w:t>
      </w:r>
      <w:r w:rsidR="001A2FF2">
        <w:t xml:space="preserve">Provide </w:t>
      </w:r>
      <w:r w:rsidR="001A2FF2" w:rsidRPr="001A2FF2">
        <w:t>context</w:t>
      </w:r>
      <w:r w:rsidR="001A2FF2">
        <w:t xml:space="preserve"> and </w:t>
      </w:r>
      <w:r w:rsidR="001A2FF2" w:rsidRPr="001A2FF2">
        <w:t>data flow diagram</w:t>
      </w:r>
      <w:r w:rsidR="001A2FF2">
        <w:t>s</w:t>
      </w:r>
      <w:r w:rsidR="001A2FF2" w:rsidRPr="001A2FF2">
        <w:t xml:space="preserve"> showing data flows between a generalized application within the domain and the other entities and abstractions with which it communicates.</w:t>
      </w:r>
      <w:r w:rsidR="001A2FF2">
        <w:t xml:space="preserve"> </w:t>
      </w:r>
      <w:r w:rsidR="00A21DE7" w:rsidRPr="00A21DE7">
        <w:t xml:space="preserve">A </w:t>
      </w:r>
      <w:r w:rsidR="001A2FF2">
        <w:t>d</w:t>
      </w:r>
      <w:r w:rsidR="00A21DE7" w:rsidRPr="00A21DE7">
        <w:t xml:space="preserve">ata </w:t>
      </w:r>
      <w:r w:rsidR="001A2FF2">
        <w:t>f</w:t>
      </w:r>
      <w:r w:rsidR="00A21DE7" w:rsidRPr="00A21DE7">
        <w:t xml:space="preserve">low </w:t>
      </w:r>
      <w:r w:rsidR="001A2FF2">
        <w:t>d</w:t>
      </w:r>
      <w:r w:rsidR="00A21DE7" w:rsidRPr="00A21DE7">
        <w:t>iagram is a graphical representation of the "flow" of data both internal to the system and with external systems. &gt;</w:t>
      </w:r>
    </w:p>
    <w:p w14:paraId="4C913EA5" w14:textId="77777777" w:rsidR="00573EF4" w:rsidRDefault="00F91C19" w:rsidP="007C58CC">
      <w:pPr>
        <w:pStyle w:val="HUDBText"/>
      </w:pPr>
      <w:r>
        <w:rPr>
          <w:noProof/>
        </w:rPr>
        <w:drawing>
          <wp:inline distT="0" distB="0" distL="0" distR="0" wp14:anchorId="2600CBBA" wp14:editId="07946335">
            <wp:extent cx="5943600" cy="4572000"/>
            <wp:effectExtent l="19050" t="0" r="0" b="0"/>
            <wp:docPr id="6" name="Picture 21" descr="Baseline EDIS SV4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Baseline EDIS SV4 Example"/>
                    <pic:cNvPicPr>
                      <a:picLocks noChangeAspect="1" noChangeArrowheads="1"/>
                    </pic:cNvPicPr>
                  </pic:nvPicPr>
                  <pic:blipFill>
                    <a:blip r:embed="rId24" cstate="print"/>
                    <a:srcRect l="4082" t="7936" r="6122"/>
                    <a:stretch>
                      <a:fillRect/>
                    </a:stretch>
                  </pic:blipFill>
                  <pic:spPr bwMode="auto">
                    <a:xfrm>
                      <a:off x="0" y="0"/>
                      <a:ext cx="5943600" cy="4572000"/>
                    </a:xfrm>
                    <a:prstGeom prst="rect">
                      <a:avLst/>
                    </a:prstGeom>
                    <a:noFill/>
                    <a:ln w="9525">
                      <a:noFill/>
                      <a:miter lim="800000"/>
                      <a:headEnd/>
                      <a:tailEnd/>
                    </a:ln>
                  </pic:spPr>
                </pic:pic>
              </a:graphicData>
            </a:graphic>
          </wp:inline>
        </w:drawing>
      </w:r>
    </w:p>
    <w:p w14:paraId="7B1D0F96" w14:textId="77777777" w:rsidR="00573EF4" w:rsidRDefault="00573EF4" w:rsidP="007C58CC">
      <w:pPr>
        <w:pStyle w:val="Caption"/>
        <w:ind w:left="2880" w:firstLine="720"/>
        <w:jc w:val="left"/>
      </w:pPr>
      <w:r>
        <w:t xml:space="preserve">Figure </w:t>
      </w:r>
      <w:fldSimple w:instr=" STYLEREF 1 \s ">
        <w:r w:rsidR="00F151F1">
          <w:rPr>
            <w:noProof/>
          </w:rPr>
          <w:t>4</w:t>
        </w:r>
      </w:fldSimple>
      <w:r>
        <w:t>.</w:t>
      </w:r>
      <w:fldSimple w:instr=" SEQ Figure \* ARABIC \s 1 ">
        <w:r w:rsidR="00F151F1">
          <w:rPr>
            <w:noProof/>
          </w:rPr>
          <w:t>1</w:t>
        </w:r>
      </w:fldSimple>
      <w:r>
        <w:t xml:space="preserve"> Example Data Flow Diagram</w:t>
      </w:r>
    </w:p>
    <w:p w14:paraId="24EBF0EB" w14:textId="77777777" w:rsidR="00573EF4" w:rsidRPr="00573EF4" w:rsidRDefault="00573EF4" w:rsidP="00573EF4"/>
    <w:p w14:paraId="0A8631EE" w14:textId="77777777" w:rsidR="00A21DE7" w:rsidRPr="00A21DE7" w:rsidRDefault="00A21DE7" w:rsidP="00A21DE7">
      <w:pPr>
        <w:pStyle w:val="Heading2"/>
      </w:pPr>
      <w:bookmarkStart w:id="83" w:name="_Toc278175201"/>
      <w:bookmarkStart w:id="84" w:name="_Toc384028851"/>
      <w:r w:rsidRPr="00A21DE7">
        <w:t>Conceptual/Logical Data Model</w:t>
      </w:r>
      <w:bookmarkEnd w:id="83"/>
      <w:bookmarkEnd w:id="84"/>
    </w:p>
    <w:p w14:paraId="593620AC" w14:textId="24333E43" w:rsidR="007C58CC" w:rsidRDefault="00FC0BF2" w:rsidP="007C58CC">
      <w:pPr>
        <w:pStyle w:val="HUDBText"/>
      </w:pPr>
      <w:r>
        <w:t>&lt;</w:t>
      </w:r>
      <w:r w:rsidR="00AD0C1B">
        <w:t>P</w:t>
      </w:r>
      <w:r w:rsidR="00A21DE7" w:rsidRPr="00A21DE7">
        <w:t xml:space="preserve">rovide </w:t>
      </w:r>
      <w:r w:rsidR="00223694">
        <w:t>c</w:t>
      </w:r>
      <w:r w:rsidR="00223694" w:rsidRPr="00A21DE7">
        <w:t xml:space="preserve">onceptual </w:t>
      </w:r>
      <w:r w:rsidR="00A21DE7" w:rsidRPr="00A21DE7">
        <w:t xml:space="preserve">and </w:t>
      </w:r>
      <w:r w:rsidR="00223694">
        <w:t>l</w:t>
      </w:r>
      <w:r w:rsidR="00223694" w:rsidRPr="00A21DE7">
        <w:t xml:space="preserve">ogical </w:t>
      </w:r>
      <w:r w:rsidR="00A21DE7" w:rsidRPr="00A21DE7">
        <w:t>data models</w:t>
      </w:r>
      <w:r w:rsidR="001234DF" w:rsidRPr="00A21DE7">
        <w:t xml:space="preserve">. </w:t>
      </w:r>
      <w:r w:rsidR="00223694">
        <w:t>In t</w:t>
      </w:r>
      <w:r w:rsidR="00A21DE7" w:rsidRPr="00A21DE7">
        <w:t xml:space="preserve">he </w:t>
      </w:r>
      <w:r w:rsidR="00223694">
        <w:t>c</w:t>
      </w:r>
      <w:r w:rsidR="00223694" w:rsidRPr="00A21DE7">
        <w:t xml:space="preserve">onceptual </w:t>
      </w:r>
      <w:r w:rsidR="00223694">
        <w:t>m</w:t>
      </w:r>
      <w:r w:rsidR="00223694" w:rsidRPr="00A21DE7">
        <w:t>odel</w:t>
      </w:r>
      <w:r w:rsidR="00223694">
        <w:t>,</w:t>
      </w:r>
      <w:r w:rsidR="00223694" w:rsidRPr="00A21DE7">
        <w:t xml:space="preserve"> </w:t>
      </w:r>
      <w:r w:rsidR="00A21DE7" w:rsidRPr="00A21DE7">
        <w:t>describe the logical grouping of the basic da</w:t>
      </w:r>
      <w:r>
        <w:t xml:space="preserve">ta building blocks of the </w:t>
      </w:r>
      <w:r w:rsidR="00223694">
        <w:t>solution</w:t>
      </w:r>
      <w:r>
        <w:t xml:space="preserve">. </w:t>
      </w:r>
      <w:r w:rsidR="00223694">
        <w:t>In t</w:t>
      </w:r>
      <w:r w:rsidR="00A21DE7" w:rsidRPr="00A21DE7">
        <w:t xml:space="preserve">he </w:t>
      </w:r>
      <w:r w:rsidR="00223694">
        <w:t>l</w:t>
      </w:r>
      <w:r w:rsidR="00223694" w:rsidRPr="00A21DE7">
        <w:t xml:space="preserve">ogical </w:t>
      </w:r>
      <w:r w:rsidR="00223694">
        <w:t>m</w:t>
      </w:r>
      <w:r w:rsidR="00223694" w:rsidRPr="00A21DE7">
        <w:t xml:space="preserve">odel </w:t>
      </w:r>
      <w:r w:rsidR="00223694">
        <w:t>describe</w:t>
      </w:r>
      <w:r w:rsidR="00223694" w:rsidRPr="00A21DE7">
        <w:t xml:space="preserve"> </w:t>
      </w:r>
      <w:r w:rsidR="00A21DE7" w:rsidRPr="00A21DE7">
        <w:t>the major processes and data requirements of the business. Note</w:t>
      </w:r>
      <w:r w:rsidR="00D74B54">
        <w:t>:</w:t>
      </w:r>
      <w:r w:rsidR="00A21DE7" w:rsidRPr="00A21DE7">
        <w:t xml:space="preserve"> the </w:t>
      </w:r>
      <w:r w:rsidR="00DC0591">
        <w:t>T</w:t>
      </w:r>
      <w:r w:rsidR="00223694">
        <w:t>echnical</w:t>
      </w:r>
      <w:r w:rsidR="00223694" w:rsidRPr="00A21DE7">
        <w:t xml:space="preserve"> </w:t>
      </w:r>
      <w:r w:rsidR="00DC0591">
        <w:t>D</w:t>
      </w:r>
      <w:r w:rsidR="00A21DE7" w:rsidRPr="00A21DE7">
        <w:t xml:space="preserve">esign </w:t>
      </w:r>
      <w:r w:rsidR="00DC0591">
        <w:t>D</w:t>
      </w:r>
      <w:r w:rsidR="00A21DE7" w:rsidRPr="00A21DE7">
        <w:t xml:space="preserve">ocument will extend the logical model with a </w:t>
      </w:r>
      <w:r w:rsidR="00223694" w:rsidRPr="00A21DE7">
        <w:t xml:space="preserve">physical data model </w:t>
      </w:r>
      <w:r w:rsidR="00A21DE7" w:rsidRPr="00A21DE7">
        <w:t>to define the physical representation of the current data.&gt;</w:t>
      </w:r>
    </w:p>
    <w:p w14:paraId="0C903C95" w14:textId="77777777" w:rsidR="007C58CC" w:rsidRDefault="007C58CC" w:rsidP="007C58CC">
      <w:pPr>
        <w:pStyle w:val="Caption"/>
        <w:jc w:val="both"/>
        <w:rPr>
          <w:noProof/>
        </w:rPr>
      </w:pPr>
    </w:p>
    <w:p w14:paraId="1470C84B" w14:textId="77777777" w:rsidR="007C58CC" w:rsidRDefault="00F91C19" w:rsidP="007C58CC">
      <w:pPr>
        <w:pStyle w:val="Caption"/>
      </w:pPr>
      <w:r>
        <w:rPr>
          <w:noProof/>
        </w:rPr>
        <w:drawing>
          <wp:inline distT="0" distB="0" distL="0" distR="0" wp14:anchorId="62AEAA6A" wp14:editId="61CC8D41">
            <wp:extent cx="5257800" cy="2838450"/>
            <wp:effectExtent l="19050" t="0" r="0" b="0"/>
            <wp:docPr id="7" name="Picture 2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1"/>
                    <pic:cNvPicPr>
                      <a:picLocks noChangeAspect="1" noChangeArrowheads="1"/>
                    </pic:cNvPicPr>
                  </pic:nvPicPr>
                  <pic:blipFill>
                    <a:blip r:embed="rId25" cstate="print"/>
                    <a:srcRect l="2040" t="15874" r="4082" b="16553"/>
                    <a:stretch>
                      <a:fillRect/>
                    </a:stretch>
                  </pic:blipFill>
                  <pic:spPr bwMode="auto">
                    <a:xfrm>
                      <a:off x="0" y="0"/>
                      <a:ext cx="5257800" cy="2838450"/>
                    </a:xfrm>
                    <a:prstGeom prst="rect">
                      <a:avLst/>
                    </a:prstGeom>
                    <a:noFill/>
                    <a:ln w="9525">
                      <a:noFill/>
                      <a:miter lim="800000"/>
                      <a:headEnd/>
                      <a:tailEnd/>
                    </a:ln>
                  </pic:spPr>
                </pic:pic>
              </a:graphicData>
            </a:graphic>
          </wp:inline>
        </w:drawing>
      </w:r>
    </w:p>
    <w:p w14:paraId="45C0A682" w14:textId="77777777" w:rsidR="007C58CC" w:rsidRDefault="009F7197" w:rsidP="009F7197">
      <w:pPr>
        <w:pStyle w:val="Caption"/>
        <w:jc w:val="left"/>
      </w:pPr>
      <w:r>
        <w:t xml:space="preserve">                                                        </w:t>
      </w:r>
      <w:r w:rsidR="007C58CC">
        <w:t xml:space="preserve">Figure </w:t>
      </w:r>
      <w:fldSimple w:instr=" STYLEREF 1 \s ">
        <w:r w:rsidR="00F151F1">
          <w:rPr>
            <w:noProof/>
          </w:rPr>
          <w:t>4</w:t>
        </w:r>
      </w:fldSimple>
      <w:r w:rsidR="007C58CC">
        <w:t>.</w:t>
      </w:r>
      <w:r>
        <w:t>2</w:t>
      </w:r>
      <w:r w:rsidR="007C58CC">
        <w:t xml:space="preserve"> Example Data Flow Diagram</w:t>
      </w:r>
    </w:p>
    <w:p w14:paraId="0AC0AB16" w14:textId="77777777" w:rsidR="007C58CC" w:rsidRPr="00A21DE7" w:rsidRDefault="007C58CC" w:rsidP="001A2FF2">
      <w:pPr>
        <w:pStyle w:val="HUDBText"/>
      </w:pPr>
    </w:p>
    <w:p w14:paraId="1C702703" w14:textId="77777777" w:rsidR="00A21DE7" w:rsidRPr="00A21DE7" w:rsidRDefault="00A21DE7" w:rsidP="00A21DE7">
      <w:pPr>
        <w:pStyle w:val="Heading2"/>
      </w:pPr>
      <w:bookmarkStart w:id="85" w:name="_Toc278175202"/>
      <w:bookmarkStart w:id="86" w:name="_Toc384028852"/>
      <w:r w:rsidRPr="00A21DE7">
        <w:t>Authoritative Data Sources</w:t>
      </w:r>
      <w:bookmarkEnd w:id="85"/>
      <w:bookmarkEnd w:id="86"/>
      <w:r w:rsidRPr="00A21DE7">
        <w:t xml:space="preserve"> </w:t>
      </w:r>
    </w:p>
    <w:p w14:paraId="15956486" w14:textId="55FCF4E8" w:rsidR="00A21DE7" w:rsidRDefault="00FC0BF2" w:rsidP="001A2FF2">
      <w:pPr>
        <w:pStyle w:val="HUDBText"/>
      </w:pPr>
      <w:r>
        <w:t>&lt;</w:t>
      </w:r>
      <w:r w:rsidR="00223694">
        <w:t>I</w:t>
      </w:r>
      <w:r w:rsidR="00A21DE7" w:rsidRPr="00A21DE7">
        <w:t>dentif</w:t>
      </w:r>
      <w:r w:rsidR="00223694">
        <w:t>y the</w:t>
      </w:r>
      <w:r w:rsidR="00A21DE7" w:rsidRPr="00A21DE7">
        <w:t xml:space="preserve"> authoritative data sources required </w:t>
      </w:r>
      <w:r w:rsidR="00D74B54">
        <w:t>for access</w:t>
      </w:r>
      <w:r>
        <w:t xml:space="preserve"> during this project.</w:t>
      </w:r>
      <w:r w:rsidR="00A21DE7" w:rsidRPr="00A21DE7">
        <w:t xml:space="preserve"> </w:t>
      </w:r>
      <w:r w:rsidR="00223694">
        <w:t>This</w:t>
      </w:r>
      <w:r w:rsidR="00A21DE7" w:rsidRPr="00A21DE7">
        <w:t xml:space="preserve"> enable</w:t>
      </w:r>
      <w:r w:rsidR="00223694">
        <w:t>s</w:t>
      </w:r>
      <w:r w:rsidR="00A21DE7" w:rsidRPr="00A21DE7">
        <w:t xml:space="preserve"> rapid, trusted transactions in HUD core business functions.</w:t>
      </w:r>
      <w:r w:rsidR="00DC0591">
        <w:t xml:space="preserve"> </w:t>
      </w:r>
      <w:r w:rsidR="009F7197">
        <w:t>Please refer to the Master Data Management Element Appendix A.</w:t>
      </w:r>
      <w:r w:rsidR="00DC0591">
        <w:t>&gt;</w:t>
      </w:r>
    </w:p>
    <w:p w14:paraId="1F3E38A1" w14:textId="77777777" w:rsidR="00A21DE7" w:rsidRPr="00A21DE7" w:rsidRDefault="00A21DE7" w:rsidP="00A21DE7">
      <w:pPr>
        <w:pStyle w:val="Heading2"/>
      </w:pPr>
      <w:bookmarkStart w:id="87" w:name="_Toc278175203"/>
      <w:bookmarkStart w:id="88" w:name="_Toc384028853"/>
      <w:r w:rsidRPr="00A21DE7">
        <w:t>Standard Data Elements</w:t>
      </w:r>
      <w:bookmarkEnd w:id="87"/>
      <w:bookmarkEnd w:id="88"/>
    </w:p>
    <w:p w14:paraId="310F4B0F" w14:textId="5CA6F3C3" w:rsidR="00A21DE7" w:rsidRPr="00A21DE7" w:rsidRDefault="00A21DE7" w:rsidP="001A2FF2">
      <w:pPr>
        <w:pStyle w:val="HUDBText"/>
      </w:pPr>
      <w:r w:rsidRPr="00A21DE7">
        <w:t>&lt;</w:t>
      </w:r>
      <w:r w:rsidR="00223694">
        <w:t>I</w:t>
      </w:r>
      <w:r w:rsidRPr="00A21DE7">
        <w:t>dentif</w:t>
      </w:r>
      <w:r w:rsidR="00223694">
        <w:t>y</w:t>
      </w:r>
      <w:r w:rsidRPr="00A21DE7">
        <w:t xml:space="preserve"> </w:t>
      </w:r>
      <w:r w:rsidR="001A2FF2">
        <w:t>s</w:t>
      </w:r>
      <w:r w:rsidRPr="00A21DE7">
        <w:t xml:space="preserve">tandard </w:t>
      </w:r>
      <w:r w:rsidR="001A2FF2">
        <w:t>d</w:t>
      </w:r>
      <w:r w:rsidRPr="00A21DE7">
        <w:t xml:space="preserve">ata </w:t>
      </w:r>
      <w:r w:rsidR="001A2FF2">
        <w:t>e</w:t>
      </w:r>
      <w:r w:rsidRPr="00A21DE7">
        <w:t xml:space="preserve">lement (SDE) usage and/or propose new SDEs. </w:t>
      </w:r>
      <w:r w:rsidR="00223694">
        <w:t>This</w:t>
      </w:r>
      <w:r w:rsidRPr="00A21DE7">
        <w:t xml:space="preserve"> promote</w:t>
      </w:r>
      <w:r w:rsidR="00223694">
        <w:t>s</w:t>
      </w:r>
      <w:r w:rsidRPr="00A21DE7">
        <w:t xml:space="preserve"> a consistent data standard that makes information underst</w:t>
      </w:r>
      <w:r w:rsidR="00D74B54">
        <w:t xml:space="preserve">andable and reusable enterprise </w:t>
      </w:r>
      <w:r w:rsidRPr="00A21DE7">
        <w:t>wide.&gt;</w:t>
      </w:r>
      <w:r w:rsidR="00CE3C2D">
        <w:t xml:space="preserve"> See Appendix C.</w:t>
      </w:r>
    </w:p>
    <w:p w14:paraId="32BF5EBC" w14:textId="77777777" w:rsidR="00A21DE7" w:rsidRPr="00A21DE7" w:rsidRDefault="00A21DE7" w:rsidP="00A21DE7">
      <w:pPr>
        <w:pStyle w:val="Heading2"/>
      </w:pPr>
      <w:bookmarkStart w:id="89" w:name="_Toc278175205"/>
      <w:bookmarkStart w:id="90" w:name="_Toc384028854"/>
      <w:r w:rsidRPr="00474C4B">
        <w:t>XML</w:t>
      </w:r>
      <w:r w:rsidRPr="00A21DE7">
        <w:t xml:space="preserve"> Resources Guidance</w:t>
      </w:r>
      <w:bookmarkEnd w:id="89"/>
      <w:bookmarkEnd w:id="90"/>
      <w:r w:rsidRPr="00A21DE7">
        <w:t xml:space="preserve"> </w:t>
      </w:r>
    </w:p>
    <w:p w14:paraId="72A2156E" w14:textId="77777777" w:rsidR="00FF0ACE" w:rsidRDefault="00A21DE7" w:rsidP="001F22CF">
      <w:pPr>
        <w:pStyle w:val="HUDBText"/>
      </w:pPr>
      <w:r w:rsidRPr="00A21DE7">
        <w:t>&lt;</w:t>
      </w:r>
      <w:r w:rsidR="00FE4A32">
        <w:t>If your project is</w:t>
      </w:r>
      <w:r w:rsidR="00E345E3">
        <w:t xml:space="preserve"> using XML, please check with the DSAG for guidance on best practices in using XML.</w:t>
      </w:r>
      <w:r w:rsidR="00FE4A32">
        <w:t>&gt;</w:t>
      </w:r>
    </w:p>
    <w:p w14:paraId="4F1D1392" w14:textId="77777777" w:rsidR="00A21DE7" w:rsidRPr="00A21DE7" w:rsidRDefault="00A21DE7" w:rsidP="00A21DE7">
      <w:pPr>
        <w:pStyle w:val="Heading2"/>
      </w:pPr>
      <w:bookmarkStart w:id="91" w:name="_Toc294010563"/>
      <w:bookmarkStart w:id="92" w:name="_Toc294010564"/>
      <w:bookmarkStart w:id="93" w:name="_Toc278175206"/>
      <w:bookmarkStart w:id="94" w:name="_Toc384028855"/>
      <w:bookmarkEnd w:id="91"/>
      <w:bookmarkEnd w:id="92"/>
      <w:r w:rsidRPr="00A21DE7">
        <w:t>Data Migration Guidance</w:t>
      </w:r>
      <w:bookmarkEnd w:id="93"/>
      <w:bookmarkEnd w:id="94"/>
      <w:r w:rsidRPr="00A21DE7">
        <w:t xml:space="preserve"> </w:t>
      </w:r>
    </w:p>
    <w:p w14:paraId="2984B68F" w14:textId="77777777" w:rsidR="001F22CF" w:rsidRDefault="00A21DE7" w:rsidP="001F22CF">
      <w:pPr>
        <w:pStyle w:val="HUDBText"/>
      </w:pPr>
      <w:r w:rsidRPr="00A21DE7">
        <w:t>&lt;</w:t>
      </w:r>
      <w:r w:rsidR="001F22CF">
        <w:t>Provide a reference</w:t>
      </w:r>
      <w:r w:rsidRPr="00A21DE7">
        <w:t xml:space="preserve"> </w:t>
      </w:r>
      <w:r w:rsidR="001F22CF">
        <w:t xml:space="preserve">to the </w:t>
      </w:r>
      <w:r w:rsidRPr="00A21DE7">
        <w:t>appropriate solution architecture transition plan to indicate data migration sequencing requirements in relationship to the solution architecture’s transition from current baseline architecture to the solution’s target architecture.</w:t>
      </w:r>
    </w:p>
    <w:p w14:paraId="635C62B7" w14:textId="5E129F9A" w:rsidR="00A21DE7" w:rsidRPr="00A21DE7" w:rsidRDefault="001F22CF" w:rsidP="001F22CF">
      <w:pPr>
        <w:pStyle w:val="HUDBText"/>
      </w:pPr>
      <w:r w:rsidRPr="001F22CF">
        <w:t xml:space="preserve">This </w:t>
      </w:r>
      <w:r w:rsidR="00E345E3">
        <w:t>section</w:t>
      </w:r>
      <w:r w:rsidRPr="001F22CF">
        <w:t xml:space="preserve"> provides architectural guidance for any significant data migration and conversion effort required </w:t>
      </w:r>
      <w:r w:rsidRPr="00F97D55">
        <w:t xml:space="preserve">by the </w:t>
      </w:r>
      <w:r w:rsidR="001C3056" w:rsidRPr="00F97D55">
        <w:t>solution.</w:t>
      </w:r>
      <w:r w:rsidR="001C3056" w:rsidRPr="00F97D55">
        <w:rPr>
          <w:rStyle w:val="CommentReference"/>
          <w:i w:val="0"/>
        </w:rPr>
        <w:t xml:space="preserve"> </w:t>
      </w:r>
      <w:r w:rsidR="001C3056" w:rsidRPr="00F97D55">
        <w:t>The Data Conversion Plan documents</w:t>
      </w:r>
      <w:r w:rsidR="001C3056">
        <w:t xml:space="preserve"> specifics for this area.</w:t>
      </w:r>
      <w:r w:rsidR="00A21DE7" w:rsidRPr="00A21DE7">
        <w:t>&gt;</w:t>
      </w:r>
    </w:p>
    <w:p w14:paraId="6A43ED5B" w14:textId="77777777" w:rsidR="005508B2" w:rsidRDefault="005508B2" w:rsidP="00A21DE7">
      <w:pPr>
        <w:pStyle w:val="Heading2"/>
      </w:pPr>
      <w:bookmarkStart w:id="95" w:name="_Toc384028856"/>
      <w:bookmarkStart w:id="96" w:name="_Toc278175207"/>
      <w:r>
        <w:t>Data Dictionary (DD)</w:t>
      </w:r>
      <w:bookmarkEnd w:id="95"/>
    </w:p>
    <w:p w14:paraId="67D4DD49" w14:textId="48E115B1" w:rsidR="00CE6E0F" w:rsidRPr="00F97D55" w:rsidRDefault="00CE6E0F" w:rsidP="00F97D55">
      <w:pPr>
        <w:pStyle w:val="Heading1"/>
        <w:numPr>
          <w:ilvl w:val="0"/>
          <w:numId w:val="0"/>
        </w:numPr>
        <w:spacing w:before="0" w:after="0"/>
        <w:rPr>
          <w:rFonts w:asciiTheme="minorHAnsi" w:hAnsiTheme="minorHAnsi"/>
          <w:b w:val="0"/>
          <w:i/>
          <w:iCs/>
          <w:color w:val="3333FF"/>
          <w:sz w:val="22"/>
          <w:szCs w:val="22"/>
        </w:rPr>
      </w:pPr>
      <w:bookmarkStart w:id="97" w:name="_Toc384028857"/>
      <w:bookmarkStart w:id="98" w:name="_Toc367798701"/>
      <w:r w:rsidRPr="00F97D55">
        <w:rPr>
          <w:rFonts w:asciiTheme="minorHAnsi" w:hAnsiTheme="minorHAnsi"/>
          <w:b w:val="0"/>
          <w:i/>
          <w:iCs/>
          <w:color w:val="3333FF"/>
          <w:sz w:val="22"/>
          <w:szCs w:val="22"/>
        </w:rPr>
        <w:t>The table below provides the required layout of the DD as defined by the HUD Standard.   The “When</w:t>
      </w:r>
      <w:r w:rsidR="00F97D55">
        <w:rPr>
          <w:rFonts w:asciiTheme="minorHAnsi" w:hAnsiTheme="minorHAnsi"/>
          <w:b w:val="0"/>
          <w:i/>
          <w:iCs/>
          <w:color w:val="3333FF"/>
          <w:sz w:val="22"/>
          <w:szCs w:val="22"/>
        </w:rPr>
        <w:t xml:space="preserve"> </w:t>
      </w:r>
      <w:r w:rsidRPr="00F97D55">
        <w:rPr>
          <w:rFonts w:asciiTheme="minorHAnsi" w:hAnsiTheme="minorHAnsi"/>
          <w:b w:val="0"/>
          <w:i/>
          <w:iCs/>
          <w:color w:val="3333FF"/>
          <w:sz w:val="22"/>
          <w:szCs w:val="22"/>
        </w:rPr>
        <w:t>required” column identifies which DD template column should be completed during which development</w:t>
      </w:r>
      <w:r w:rsidR="00F97D55">
        <w:rPr>
          <w:rFonts w:asciiTheme="minorHAnsi" w:hAnsiTheme="minorHAnsi"/>
          <w:b w:val="0"/>
          <w:i/>
          <w:iCs/>
          <w:color w:val="3333FF"/>
          <w:sz w:val="22"/>
          <w:szCs w:val="22"/>
        </w:rPr>
        <w:t xml:space="preserve"> </w:t>
      </w:r>
      <w:r w:rsidRPr="00F97D55">
        <w:rPr>
          <w:rFonts w:asciiTheme="minorHAnsi" w:hAnsiTheme="minorHAnsi"/>
          <w:b w:val="0"/>
          <w:i/>
          <w:iCs/>
          <w:color w:val="3333FF"/>
          <w:sz w:val="22"/>
          <w:szCs w:val="22"/>
        </w:rPr>
        <w:t>phase.  For this phase of the PPM fill out the “Define” items and as many of the “Build” items as possible.</w:t>
      </w:r>
      <w:bookmarkEnd w:id="97"/>
    </w:p>
    <w:p w14:paraId="7A2E195D" w14:textId="6C3A2D5B" w:rsidR="00CE6E0F" w:rsidRPr="00F97D55" w:rsidRDefault="00CE6E0F" w:rsidP="00CE6E0F">
      <w:pPr>
        <w:pStyle w:val="Heading1"/>
        <w:numPr>
          <w:ilvl w:val="0"/>
          <w:numId w:val="0"/>
        </w:numPr>
        <w:spacing w:before="0" w:after="0"/>
        <w:ind w:left="360" w:hanging="360"/>
        <w:rPr>
          <w:rFonts w:asciiTheme="minorHAnsi" w:hAnsiTheme="minorHAnsi"/>
          <w:b w:val="0"/>
          <w:i/>
          <w:iCs/>
          <w:color w:val="3333FF"/>
          <w:sz w:val="22"/>
          <w:szCs w:val="22"/>
        </w:rPr>
      </w:pPr>
      <w:bookmarkStart w:id="99" w:name="_Toc384028858"/>
      <w:r w:rsidRPr="00F97D55">
        <w:rPr>
          <w:rFonts w:asciiTheme="minorHAnsi" w:hAnsiTheme="minorHAnsi"/>
          <w:b w:val="0"/>
          <w:i/>
          <w:iCs/>
          <w:color w:val="3333FF"/>
          <w:sz w:val="22"/>
          <w:szCs w:val="22"/>
        </w:rPr>
        <w:t>The DD should be completed by the Technical Design document phase of the PPM</w:t>
      </w:r>
      <w:r w:rsidRPr="00F97D55">
        <w:rPr>
          <w:rFonts w:asciiTheme="minorHAnsi" w:hAnsiTheme="minorHAnsi"/>
          <w:i/>
          <w:iCs/>
          <w:color w:val="3333FF"/>
          <w:sz w:val="22"/>
          <w:szCs w:val="22"/>
        </w:rPr>
        <w:t>.</w:t>
      </w:r>
      <w:bookmarkEnd w:id="99"/>
    </w:p>
    <w:p w14:paraId="6A35307B" w14:textId="08780D9B" w:rsidR="001B6A9D" w:rsidRDefault="00CE6E0F" w:rsidP="00CE6E0F">
      <w:pPr>
        <w:pStyle w:val="Heading1"/>
        <w:numPr>
          <w:ilvl w:val="0"/>
          <w:numId w:val="0"/>
        </w:numPr>
        <w:spacing w:after="0"/>
        <w:ind w:left="360" w:hanging="360"/>
      </w:pPr>
      <w:r w:rsidRPr="00CE6E0F">
        <w:rPr>
          <w:color w:val="000000"/>
        </w:rPr>
        <w:t>  </w:t>
      </w:r>
      <w:bookmarkEnd w:id="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8"/>
        <w:gridCol w:w="6854"/>
        <w:gridCol w:w="1224"/>
      </w:tblGrid>
      <w:tr w:rsidR="001B6A9D" w:rsidRPr="004D0D78" w14:paraId="01A638D2" w14:textId="77777777" w:rsidTr="00F97D55">
        <w:tc>
          <w:tcPr>
            <w:tcW w:w="1303" w:type="dxa"/>
            <w:shd w:val="clear" w:color="auto" w:fill="4F81BD"/>
          </w:tcPr>
          <w:p w14:paraId="1591D1DA" w14:textId="77777777" w:rsidR="001B6A9D" w:rsidRPr="004D0D78" w:rsidRDefault="001B6A9D" w:rsidP="001B6A9D">
            <w:pPr>
              <w:pStyle w:val="HUDTableHeading"/>
              <w:rPr>
                <w:b/>
                <w:szCs w:val="22"/>
              </w:rPr>
            </w:pPr>
            <w:r w:rsidRPr="004D0D78">
              <w:rPr>
                <w:b/>
                <w:szCs w:val="22"/>
              </w:rPr>
              <w:t>Template Column</w:t>
            </w:r>
          </w:p>
        </w:tc>
        <w:tc>
          <w:tcPr>
            <w:tcW w:w="6854" w:type="dxa"/>
            <w:shd w:val="clear" w:color="auto" w:fill="4F81BD"/>
          </w:tcPr>
          <w:p w14:paraId="162C52A4" w14:textId="77777777" w:rsidR="001B6A9D" w:rsidRPr="004D0D78" w:rsidRDefault="001B6A9D" w:rsidP="001B6A9D">
            <w:pPr>
              <w:pStyle w:val="HUDTableHeading"/>
              <w:rPr>
                <w:b/>
                <w:szCs w:val="22"/>
              </w:rPr>
            </w:pPr>
            <w:r w:rsidRPr="004D0D78">
              <w:rPr>
                <w:b/>
                <w:szCs w:val="22"/>
              </w:rPr>
              <w:t>Description</w:t>
            </w:r>
          </w:p>
        </w:tc>
        <w:tc>
          <w:tcPr>
            <w:tcW w:w="1193" w:type="dxa"/>
            <w:shd w:val="clear" w:color="auto" w:fill="4F81BD"/>
          </w:tcPr>
          <w:p w14:paraId="3D6B2B21" w14:textId="77777777" w:rsidR="004C513C" w:rsidRPr="004D0D78" w:rsidRDefault="001B6A9D" w:rsidP="001B6A9D">
            <w:pPr>
              <w:pStyle w:val="HUDTableHeading"/>
              <w:rPr>
                <w:b/>
                <w:szCs w:val="22"/>
              </w:rPr>
            </w:pPr>
            <w:r w:rsidRPr="004D0D78">
              <w:rPr>
                <w:b/>
                <w:szCs w:val="22"/>
              </w:rPr>
              <w:t>When Required</w:t>
            </w:r>
            <w:r w:rsidR="004C513C" w:rsidRPr="004D0D78">
              <w:rPr>
                <w:b/>
                <w:szCs w:val="22"/>
              </w:rPr>
              <w:t xml:space="preserve"> </w:t>
            </w:r>
          </w:p>
          <w:p w14:paraId="53626AC0" w14:textId="77777777" w:rsidR="001B6A9D" w:rsidRPr="004D0D78" w:rsidRDefault="004C513C" w:rsidP="001B6A9D">
            <w:pPr>
              <w:pStyle w:val="HUDTableHeading"/>
              <w:rPr>
                <w:b/>
                <w:szCs w:val="22"/>
              </w:rPr>
            </w:pPr>
            <w:r w:rsidRPr="004D0D78">
              <w:rPr>
                <w:b/>
                <w:szCs w:val="22"/>
              </w:rPr>
              <w:t>(Define</w:t>
            </w:r>
            <w:r w:rsidR="007949D4" w:rsidRPr="004D0D78">
              <w:rPr>
                <w:b/>
                <w:szCs w:val="22"/>
              </w:rPr>
              <w:t xml:space="preserve"> </w:t>
            </w:r>
            <w:r w:rsidRPr="004D0D78">
              <w:rPr>
                <w:b/>
                <w:szCs w:val="22"/>
              </w:rPr>
              <w:t>or Build)</w:t>
            </w:r>
          </w:p>
        </w:tc>
      </w:tr>
      <w:tr w:rsidR="00A102B0" w:rsidRPr="004D0D78" w14:paraId="7F561493" w14:textId="77777777" w:rsidTr="00F97D55">
        <w:tc>
          <w:tcPr>
            <w:tcW w:w="1303" w:type="dxa"/>
            <w:shd w:val="clear" w:color="auto" w:fill="auto"/>
          </w:tcPr>
          <w:p w14:paraId="60DE876F" w14:textId="77777777" w:rsidR="00A102B0" w:rsidRPr="00F7465E" w:rsidRDefault="00A102B0" w:rsidP="004268FD">
            <w:pPr>
              <w:pStyle w:val="HUDBTableText"/>
            </w:pPr>
            <w:r w:rsidRPr="00F7465E">
              <w:t>HUD System Code</w:t>
            </w:r>
          </w:p>
        </w:tc>
        <w:tc>
          <w:tcPr>
            <w:tcW w:w="6854" w:type="dxa"/>
            <w:shd w:val="clear" w:color="auto" w:fill="auto"/>
          </w:tcPr>
          <w:p w14:paraId="53FEA18A" w14:textId="77777777" w:rsidR="00A102B0" w:rsidRPr="00F7465E" w:rsidRDefault="00E60800" w:rsidP="001B6A9D">
            <w:pPr>
              <w:pStyle w:val="HUDBTableText"/>
            </w:pPr>
            <w:r w:rsidRPr="00F7465E">
              <w:t>HUD IT system code. This identifies the system that the data element belongs to.</w:t>
            </w:r>
          </w:p>
        </w:tc>
        <w:tc>
          <w:tcPr>
            <w:tcW w:w="1193" w:type="dxa"/>
          </w:tcPr>
          <w:p w14:paraId="6A8805DE" w14:textId="77777777" w:rsidR="00A102B0" w:rsidRPr="00F7465E" w:rsidRDefault="00E60800" w:rsidP="001B6A9D">
            <w:pPr>
              <w:pStyle w:val="HUDBTableText"/>
            </w:pPr>
            <w:r w:rsidRPr="00F7465E">
              <w:t>Build</w:t>
            </w:r>
          </w:p>
        </w:tc>
      </w:tr>
      <w:tr w:rsidR="00A102B0" w:rsidRPr="004D0D78" w14:paraId="4E3EF84B" w14:textId="77777777" w:rsidTr="00F97D55">
        <w:tc>
          <w:tcPr>
            <w:tcW w:w="1303" w:type="dxa"/>
            <w:shd w:val="clear" w:color="auto" w:fill="auto"/>
          </w:tcPr>
          <w:p w14:paraId="24604011" w14:textId="77777777" w:rsidR="00A102B0" w:rsidRPr="00F7465E" w:rsidRDefault="00A102B0" w:rsidP="004268FD">
            <w:pPr>
              <w:pStyle w:val="HUDBTableText"/>
            </w:pPr>
            <w:r w:rsidRPr="00F7465E">
              <w:t>HUD System Name</w:t>
            </w:r>
          </w:p>
        </w:tc>
        <w:tc>
          <w:tcPr>
            <w:tcW w:w="6854" w:type="dxa"/>
            <w:shd w:val="clear" w:color="auto" w:fill="auto"/>
          </w:tcPr>
          <w:p w14:paraId="1B869EF9" w14:textId="77777777" w:rsidR="00A102B0" w:rsidRPr="00F7465E" w:rsidRDefault="00E60800" w:rsidP="001B6A9D">
            <w:pPr>
              <w:pStyle w:val="HUDBTableText"/>
            </w:pPr>
            <w:r w:rsidRPr="00F7465E">
              <w:t>HUD IT system name that identifies the system</w:t>
            </w:r>
          </w:p>
        </w:tc>
        <w:tc>
          <w:tcPr>
            <w:tcW w:w="1193" w:type="dxa"/>
          </w:tcPr>
          <w:p w14:paraId="168D8549" w14:textId="77777777" w:rsidR="00A102B0" w:rsidRPr="00F7465E" w:rsidRDefault="00E60800" w:rsidP="001B6A9D">
            <w:pPr>
              <w:pStyle w:val="HUDBTableText"/>
            </w:pPr>
            <w:r w:rsidRPr="00F7465E">
              <w:t>Build</w:t>
            </w:r>
          </w:p>
        </w:tc>
      </w:tr>
      <w:tr w:rsidR="00A102B0" w:rsidRPr="004D0D78" w14:paraId="0151F01F" w14:textId="77777777" w:rsidTr="00F97D55">
        <w:tc>
          <w:tcPr>
            <w:tcW w:w="1303" w:type="dxa"/>
            <w:shd w:val="clear" w:color="auto" w:fill="auto"/>
          </w:tcPr>
          <w:p w14:paraId="60C8269E" w14:textId="77777777" w:rsidR="00A102B0" w:rsidRPr="00F7465E" w:rsidRDefault="00A102B0" w:rsidP="004268FD">
            <w:pPr>
              <w:pStyle w:val="HUDBTableText"/>
            </w:pPr>
            <w:r w:rsidRPr="00F7465E">
              <w:t>HUD DRM Subject Area</w:t>
            </w:r>
          </w:p>
        </w:tc>
        <w:tc>
          <w:tcPr>
            <w:tcW w:w="6854" w:type="dxa"/>
            <w:shd w:val="clear" w:color="auto" w:fill="auto"/>
          </w:tcPr>
          <w:p w14:paraId="797E5F46" w14:textId="6147A2F7" w:rsidR="00A102B0" w:rsidRPr="00F7465E" w:rsidRDefault="00CE6E0F" w:rsidP="00CE6E0F">
            <w:pPr>
              <w:spacing w:after="0"/>
              <w:rPr>
                <w:i/>
                <w:color w:val="3333FF"/>
                <w:sz w:val="20"/>
              </w:rPr>
            </w:pPr>
            <w:r w:rsidRPr="00F7465E">
              <w:rPr>
                <w:i/>
                <w:color w:val="3333FF"/>
                <w:sz w:val="20"/>
              </w:rPr>
              <w:t>HUD DRM Subject Area and HUD DRM Entity), the link is outdated.  Please change the link to:</w:t>
            </w:r>
            <w:r w:rsidRPr="00F7465E">
              <w:rPr>
                <w:rFonts w:ascii="Times New Roman" w:hAnsi="Times New Roman"/>
                <w:i/>
                <w:color w:val="3333FF"/>
                <w:sz w:val="20"/>
              </w:rPr>
              <w:t xml:space="preserve">  </w:t>
            </w:r>
            <w:hyperlink r:id="rId26" w:tgtFrame="_blank" w:history="1">
              <w:r w:rsidRPr="00F7465E">
                <w:rPr>
                  <w:i/>
                  <w:color w:val="3333FF"/>
                  <w:sz w:val="20"/>
                  <w:u w:val="single"/>
                </w:rPr>
                <w:t>http://portal.hud.gov/hudportal/documents/huddoc?id=DOC_13829.pdf</w:t>
              </w:r>
            </w:hyperlink>
          </w:p>
        </w:tc>
        <w:tc>
          <w:tcPr>
            <w:tcW w:w="1193" w:type="dxa"/>
          </w:tcPr>
          <w:p w14:paraId="001A0582" w14:textId="77777777" w:rsidR="00A102B0" w:rsidRPr="00F7465E" w:rsidRDefault="00E60800" w:rsidP="001B6A9D">
            <w:pPr>
              <w:pStyle w:val="HUDBTableText"/>
            </w:pPr>
            <w:r w:rsidRPr="00F7465E">
              <w:t>Define</w:t>
            </w:r>
          </w:p>
        </w:tc>
      </w:tr>
      <w:tr w:rsidR="00A102B0" w:rsidRPr="004D0D78" w14:paraId="21D3C536" w14:textId="77777777" w:rsidTr="00F97D55">
        <w:tc>
          <w:tcPr>
            <w:tcW w:w="1303" w:type="dxa"/>
            <w:shd w:val="clear" w:color="auto" w:fill="auto"/>
          </w:tcPr>
          <w:p w14:paraId="3F7588F7" w14:textId="77777777" w:rsidR="00A102B0" w:rsidRPr="00F7465E" w:rsidRDefault="00A102B0" w:rsidP="004268FD">
            <w:pPr>
              <w:pStyle w:val="HUDBTableText"/>
            </w:pPr>
            <w:r w:rsidRPr="00F7465E">
              <w:t>HUD DRM Entity</w:t>
            </w:r>
          </w:p>
        </w:tc>
        <w:tc>
          <w:tcPr>
            <w:tcW w:w="6854" w:type="dxa"/>
            <w:shd w:val="clear" w:color="auto" w:fill="auto"/>
          </w:tcPr>
          <w:p w14:paraId="1B143A52" w14:textId="16AC0BA6" w:rsidR="00A102B0" w:rsidRPr="00F7465E" w:rsidRDefault="00CE6E0F" w:rsidP="00CE6E0F">
            <w:pPr>
              <w:spacing w:after="0"/>
              <w:rPr>
                <w:i/>
                <w:color w:val="3333FF"/>
                <w:sz w:val="20"/>
              </w:rPr>
            </w:pPr>
            <w:r w:rsidRPr="00F7465E">
              <w:rPr>
                <w:i/>
                <w:color w:val="3333FF"/>
                <w:sz w:val="20"/>
              </w:rPr>
              <w:t>HUD DRM Subject Area and HUD DRM Entity), the link is outdated.  Please change the link to:</w:t>
            </w:r>
            <w:r w:rsidRPr="00F7465E">
              <w:rPr>
                <w:rFonts w:ascii="Times New Roman" w:hAnsi="Times New Roman"/>
                <w:i/>
                <w:color w:val="3333FF"/>
                <w:sz w:val="20"/>
              </w:rPr>
              <w:t xml:space="preserve">  </w:t>
            </w:r>
            <w:hyperlink r:id="rId27" w:tgtFrame="_blank" w:history="1">
              <w:r w:rsidRPr="00F7465E">
                <w:rPr>
                  <w:i/>
                  <w:color w:val="3333FF"/>
                  <w:sz w:val="20"/>
                  <w:u w:val="single"/>
                </w:rPr>
                <w:t>http://portal.hud.gov/hudportal/documents/huddoc?id=DOC_13829.pdf</w:t>
              </w:r>
            </w:hyperlink>
          </w:p>
        </w:tc>
        <w:tc>
          <w:tcPr>
            <w:tcW w:w="1193" w:type="dxa"/>
          </w:tcPr>
          <w:p w14:paraId="720E18A1" w14:textId="77777777" w:rsidR="00A102B0" w:rsidRPr="00F7465E" w:rsidRDefault="00E60800" w:rsidP="001B6A9D">
            <w:pPr>
              <w:pStyle w:val="HUDBTableText"/>
            </w:pPr>
            <w:r w:rsidRPr="00F7465E">
              <w:t>Define</w:t>
            </w:r>
          </w:p>
        </w:tc>
      </w:tr>
      <w:tr w:rsidR="00A102B0" w:rsidRPr="004D0D78" w14:paraId="4909028A" w14:textId="77777777" w:rsidTr="00F97D55">
        <w:tc>
          <w:tcPr>
            <w:tcW w:w="1303" w:type="dxa"/>
            <w:shd w:val="clear" w:color="auto" w:fill="auto"/>
          </w:tcPr>
          <w:p w14:paraId="544171AC" w14:textId="77777777" w:rsidR="00A102B0" w:rsidRPr="00F7465E" w:rsidRDefault="00A102B0" w:rsidP="004268FD">
            <w:pPr>
              <w:pStyle w:val="HUDBTableText"/>
            </w:pPr>
            <w:r w:rsidRPr="00F7465E">
              <w:t>LDM Entity Name</w:t>
            </w:r>
          </w:p>
        </w:tc>
        <w:tc>
          <w:tcPr>
            <w:tcW w:w="6854" w:type="dxa"/>
            <w:shd w:val="clear" w:color="auto" w:fill="auto"/>
          </w:tcPr>
          <w:p w14:paraId="6DB2B124" w14:textId="77777777" w:rsidR="00A102B0" w:rsidRPr="00F7465E" w:rsidRDefault="00E60800" w:rsidP="001B6A9D">
            <w:pPr>
              <w:pStyle w:val="HUDBTableText"/>
            </w:pPr>
            <w:r w:rsidRPr="00F7465E">
              <w:t>Name of entity in the Logical Data Model (LDM) that the data element is stored in.</w:t>
            </w:r>
          </w:p>
        </w:tc>
        <w:tc>
          <w:tcPr>
            <w:tcW w:w="1193" w:type="dxa"/>
          </w:tcPr>
          <w:p w14:paraId="7B42B43A" w14:textId="77777777" w:rsidR="00A102B0" w:rsidRPr="00F7465E" w:rsidRDefault="00E60800" w:rsidP="001B6A9D">
            <w:pPr>
              <w:pStyle w:val="HUDBTableText"/>
            </w:pPr>
            <w:r w:rsidRPr="00F7465E">
              <w:t>Define</w:t>
            </w:r>
          </w:p>
        </w:tc>
      </w:tr>
      <w:tr w:rsidR="00A102B0" w:rsidRPr="004D0D78" w14:paraId="4E47D4E0" w14:textId="77777777" w:rsidTr="00F97D55">
        <w:tc>
          <w:tcPr>
            <w:tcW w:w="1303" w:type="dxa"/>
            <w:shd w:val="clear" w:color="auto" w:fill="auto"/>
          </w:tcPr>
          <w:p w14:paraId="79B35081" w14:textId="77777777" w:rsidR="00A102B0" w:rsidRPr="00F7465E" w:rsidRDefault="00A102B0" w:rsidP="004268FD">
            <w:pPr>
              <w:pStyle w:val="HUDBTableText"/>
            </w:pPr>
            <w:r w:rsidRPr="00F7465E">
              <w:t>Data Element (DE) Name</w:t>
            </w:r>
          </w:p>
        </w:tc>
        <w:tc>
          <w:tcPr>
            <w:tcW w:w="6854" w:type="dxa"/>
            <w:shd w:val="clear" w:color="auto" w:fill="auto"/>
          </w:tcPr>
          <w:p w14:paraId="6F246609" w14:textId="77777777" w:rsidR="00A102B0" w:rsidRPr="00F7465E" w:rsidRDefault="00E60800" w:rsidP="001B6A9D">
            <w:pPr>
              <w:pStyle w:val="HUDBTableText"/>
            </w:pPr>
            <w:r w:rsidRPr="00F7465E">
              <w:t>The name of the data element or attribute as represented in the LDM. The most elementary unit of data that can be identified and described.</w:t>
            </w:r>
          </w:p>
        </w:tc>
        <w:tc>
          <w:tcPr>
            <w:tcW w:w="1193" w:type="dxa"/>
          </w:tcPr>
          <w:p w14:paraId="626B6D2A" w14:textId="77777777" w:rsidR="00A102B0" w:rsidRPr="00F7465E" w:rsidRDefault="00E60800" w:rsidP="001B6A9D">
            <w:pPr>
              <w:pStyle w:val="HUDBTableText"/>
            </w:pPr>
            <w:r w:rsidRPr="00F7465E">
              <w:t>Define</w:t>
            </w:r>
          </w:p>
        </w:tc>
      </w:tr>
      <w:tr w:rsidR="00A102B0" w:rsidRPr="004D0D78" w14:paraId="6D025048" w14:textId="77777777" w:rsidTr="00F97D55">
        <w:tc>
          <w:tcPr>
            <w:tcW w:w="1303" w:type="dxa"/>
            <w:shd w:val="clear" w:color="auto" w:fill="auto"/>
          </w:tcPr>
          <w:p w14:paraId="34BE6F71" w14:textId="77777777" w:rsidR="00A102B0" w:rsidRPr="00F7465E" w:rsidRDefault="00A102B0" w:rsidP="004268FD">
            <w:pPr>
              <w:pStyle w:val="HUDBTableText"/>
            </w:pPr>
            <w:r w:rsidRPr="00F7465E">
              <w:t>DE Description</w:t>
            </w:r>
          </w:p>
        </w:tc>
        <w:tc>
          <w:tcPr>
            <w:tcW w:w="6854" w:type="dxa"/>
            <w:shd w:val="clear" w:color="auto" w:fill="auto"/>
          </w:tcPr>
          <w:p w14:paraId="08C60245" w14:textId="77777777" w:rsidR="00A102B0" w:rsidRPr="00F7465E" w:rsidRDefault="00E60800" w:rsidP="001B6A9D">
            <w:pPr>
              <w:pStyle w:val="HUDBTableText"/>
            </w:pPr>
            <w:r w:rsidRPr="00F7465E">
              <w:t>The description of the data contained in the data element.</w:t>
            </w:r>
          </w:p>
        </w:tc>
        <w:tc>
          <w:tcPr>
            <w:tcW w:w="1193" w:type="dxa"/>
          </w:tcPr>
          <w:p w14:paraId="2F51B7BB" w14:textId="77777777" w:rsidR="00A102B0" w:rsidRPr="00F7465E" w:rsidRDefault="00E60800" w:rsidP="001B6A9D">
            <w:pPr>
              <w:pStyle w:val="HUDBTableText"/>
            </w:pPr>
            <w:r w:rsidRPr="00F7465E">
              <w:t>Define</w:t>
            </w:r>
          </w:p>
        </w:tc>
      </w:tr>
      <w:tr w:rsidR="00A102B0" w:rsidRPr="004D0D78" w14:paraId="1A1D209F" w14:textId="77777777" w:rsidTr="00F97D55">
        <w:tc>
          <w:tcPr>
            <w:tcW w:w="1303" w:type="dxa"/>
            <w:shd w:val="clear" w:color="auto" w:fill="auto"/>
          </w:tcPr>
          <w:p w14:paraId="0CCEC1B6" w14:textId="77777777" w:rsidR="00A102B0" w:rsidRPr="00F7465E" w:rsidRDefault="00A102B0" w:rsidP="004268FD">
            <w:pPr>
              <w:pStyle w:val="HUDBTableText"/>
            </w:pPr>
            <w:r w:rsidRPr="00F7465E">
              <w:t>Physical Table Name</w:t>
            </w:r>
          </w:p>
        </w:tc>
        <w:tc>
          <w:tcPr>
            <w:tcW w:w="6854" w:type="dxa"/>
            <w:shd w:val="clear" w:color="auto" w:fill="auto"/>
          </w:tcPr>
          <w:p w14:paraId="72EA17CA" w14:textId="77777777" w:rsidR="00A102B0" w:rsidRPr="00F7465E" w:rsidRDefault="00E60800" w:rsidP="001B6A9D">
            <w:pPr>
              <w:pStyle w:val="HUDBTableText"/>
            </w:pPr>
            <w:r w:rsidRPr="00F7465E">
              <w:t xml:space="preserve">The name of the table in which the proposed physical data element will reside. </w:t>
            </w:r>
          </w:p>
        </w:tc>
        <w:tc>
          <w:tcPr>
            <w:tcW w:w="1193" w:type="dxa"/>
          </w:tcPr>
          <w:p w14:paraId="199F94D3" w14:textId="77777777" w:rsidR="00A102B0" w:rsidRPr="00F7465E" w:rsidRDefault="00E60800" w:rsidP="001B6A9D">
            <w:pPr>
              <w:pStyle w:val="HUDBTableText"/>
            </w:pPr>
            <w:r w:rsidRPr="00F7465E">
              <w:t>Build</w:t>
            </w:r>
          </w:p>
        </w:tc>
      </w:tr>
      <w:tr w:rsidR="00A102B0" w:rsidRPr="004D0D78" w14:paraId="32906E4D" w14:textId="77777777" w:rsidTr="00F97D55">
        <w:tc>
          <w:tcPr>
            <w:tcW w:w="1303" w:type="dxa"/>
            <w:shd w:val="clear" w:color="auto" w:fill="auto"/>
          </w:tcPr>
          <w:p w14:paraId="6A792F8D" w14:textId="77777777" w:rsidR="00A102B0" w:rsidRPr="00F7465E" w:rsidRDefault="00A102B0" w:rsidP="004268FD">
            <w:pPr>
              <w:pStyle w:val="HUDBTableText"/>
            </w:pPr>
            <w:r w:rsidRPr="00F7465E">
              <w:t>Physical Data Element Name</w:t>
            </w:r>
          </w:p>
        </w:tc>
        <w:tc>
          <w:tcPr>
            <w:tcW w:w="6854" w:type="dxa"/>
            <w:shd w:val="clear" w:color="auto" w:fill="auto"/>
          </w:tcPr>
          <w:p w14:paraId="4622327A" w14:textId="77777777" w:rsidR="00A102B0" w:rsidRPr="00F7465E" w:rsidRDefault="00E60800" w:rsidP="001B6A9D">
            <w:pPr>
              <w:pStyle w:val="HUDBTableText"/>
            </w:pPr>
            <w:r w:rsidRPr="00F7465E">
              <w:t>The name of the proposed physical data element.</w:t>
            </w:r>
          </w:p>
        </w:tc>
        <w:tc>
          <w:tcPr>
            <w:tcW w:w="1193" w:type="dxa"/>
          </w:tcPr>
          <w:p w14:paraId="28F74EA2" w14:textId="77777777" w:rsidR="00A102B0" w:rsidRPr="00F7465E" w:rsidRDefault="00E60800" w:rsidP="001B6A9D">
            <w:pPr>
              <w:pStyle w:val="HUDBTableText"/>
            </w:pPr>
            <w:r w:rsidRPr="00F7465E">
              <w:t>Build</w:t>
            </w:r>
          </w:p>
        </w:tc>
      </w:tr>
      <w:tr w:rsidR="00A102B0" w:rsidRPr="004D0D78" w14:paraId="684832DF" w14:textId="77777777" w:rsidTr="00F97D55">
        <w:tc>
          <w:tcPr>
            <w:tcW w:w="1303" w:type="dxa"/>
            <w:shd w:val="clear" w:color="auto" w:fill="auto"/>
          </w:tcPr>
          <w:p w14:paraId="69E44474" w14:textId="77777777" w:rsidR="00A102B0" w:rsidRPr="004D0D78" w:rsidRDefault="00A102B0" w:rsidP="004268FD">
            <w:pPr>
              <w:pStyle w:val="HUDBTableText"/>
            </w:pPr>
            <w:r w:rsidRPr="004D0D78">
              <w:t>Data Type</w:t>
            </w:r>
          </w:p>
        </w:tc>
        <w:tc>
          <w:tcPr>
            <w:tcW w:w="6854" w:type="dxa"/>
            <w:shd w:val="clear" w:color="auto" w:fill="auto"/>
          </w:tcPr>
          <w:p w14:paraId="75231717" w14:textId="77777777" w:rsidR="00A102B0" w:rsidRPr="004D0D78" w:rsidRDefault="00E60800" w:rsidP="001B6A9D">
            <w:pPr>
              <w:pStyle w:val="HUDBTableText"/>
            </w:pPr>
            <w:r w:rsidRPr="004D0D78">
              <w:t xml:space="preserve">Database data element type, i.e. Integer, Char, </w:t>
            </w:r>
            <w:r w:rsidR="009F7197" w:rsidRPr="004D0D78">
              <w:t>Date Time</w:t>
            </w:r>
            <w:r w:rsidRPr="004D0D78">
              <w:t>.</w:t>
            </w:r>
          </w:p>
        </w:tc>
        <w:tc>
          <w:tcPr>
            <w:tcW w:w="1193" w:type="dxa"/>
          </w:tcPr>
          <w:p w14:paraId="5E39BE59" w14:textId="77777777" w:rsidR="00A102B0" w:rsidRPr="004D0D78" w:rsidRDefault="00E60800" w:rsidP="001B6A9D">
            <w:pPr>
              <w:pStyle w:val="HUDBTableText"/>
            </w:pPr>
            <w:r w:rsidRPr="004D0D78">
              <w:t>Define</w:t>
            </w:r>
          </w:p>
        </w:tc>
      </w:tr>
      <w:tr w:rsidR="00A102B0" w:rsidRPr="004D0D78" w14:paraId="28EF3863" w14:textId="77777777" w:rsidTr="00F97D55">
        <w:tc>
          <w:tcPr>
            <w:tcW w:w="1303" w:type="dxa"/>
            <w:shd w:val="clear" w:color="auto" w:fill="auto"/>
          </w:tcPr>
          <w:p w14:paraId="34D48D59" w14:textId="77777777" w:rsidR="00A102B0" w:rsidRPr="004D0D78" w:rsidRDefault="00A102B0" w:rsidP="004268FD">
            <w:pPr>
              <w:pStyle w:val="HUDBTableText"/>
            </w:pPr>
            <w:r w:rsidRPr="004D0D78">
              <w:t xml:space="preserve">Max Length </w:t>
            </w:r>
          </w:p>
        </w:tc>
        <w:tc>
          <w:tcPr>
            <w:tcW w:w="6854" w:type="dxa"/>
            <w:shd w:val="clear" w:color="auto" w:fill="auto"/>
          </w:tcPr>
          <w:p w14:paraId="593F5E3B" w14:textId="77777777" w:rsidR="00A102B0" w:rsidRPr="004D0D78" w:rsidRDefault="00E60800" w:rsidP="001B6A9D">
            <w:pPr>
              <w:pStyle w:val="HUDBTableText"/>
            </w:pPr>
            <w:r w:rsidRPr="004D0D78">
              <w:t>Maximum length of the data that can be stored in the data element.</w:t>
            </w:r>
          </w:p>
        </w:tc>
        <w:tc>
          <w:tcPr>
            <w:tcW w:w="1193" w:type="dxa"/>
          </w:tcPr>
          <w:p w14:paraId="6F0EE189" w14:textId="77777777" w:rsidR="00A102B0" w:rsidRPr="004D0D78" w:rsidRDefault="00E60800" w:rsidP="001B6A9D">
            <w:pPr>
              <w:pStyle w:val="HUDBTableText"/>
            </w:pPr>
            <w:r w:rsidRPr="004D0D78">
              <w:t>Define</w:t>
            </w:r>
          </w:p>
        </w:tc>
      </w:tr>
      <w:tr w:rsidR="00A102B0" w:rsidRPr="004D0D78" w14:paraId="6DD086EF" w14:textId="77777777" w:rsidTr="00F97D55">
        <w:tc>
          <w:tcPr>
            <w:tcW w:w="1303" w:type="dxa"/>
            <w:shd w:val="clear" w:color="auto" w:fill="auto"/>
          </w:tcPr>
          <w:p w14:paraId="7C52EBED" w14:textId="77777777" w:rsidR="00A102B0" w:rsidRPr="004D0D78" w:rsidRDefault="00A102B0" w:rsidP="004268FD">
            <w:pPr>
              <w:pStyle w:val="HUDBTableText"/>
            </w:pPr>
            <w:r w:rsidRPr="004D0D78">
              <w:t>Precision (numeric)</w:t>
            </w:r>
          </w:p>
        </w:tc>
        <w:tc>
          <w:tcPr>
            <w:tcW w:w="6854" w:type="dxa"/>
            <w:shd w:val="clear" w:color="auto" w:fill="auto"/>
          </w:tcPr>
          <w:p w14:paraId="1431EB9F" w14:textId="77777777" w:rsidR="00A102B0" w:rsidRPr="004D0D78" w:rsidRDefault="00E60800" w:rsidP="001B6A9D">
            <w:pPr>
              <w:pStyle w:val="HUDBTableText"/>
            </w:pPr>
            <w:r w:rsidRPr="004D0D78">
              <w:t>Precision of numeric data element; the number of decimal places.</w:t>
            </w:r>
          </w:p>
        </w:tc>
        <w:tc>
          <w:tcPr>
            <w:tcW w:w="1193" w:type="dxa"/>
          </w:tcPr>
          <w:p w14:paraId="5A28E470" w14:textId="77777777" w:rsidR="00A102B0" w:rsidRPr="004D0D78" w:rsidRDefault="00E60800" w:rsidP="001B6A9D">
            <w:pPr>
              <w:pStyle w:val="HUDBTableText"/>
            </w:pPr>
            <w:r w:rsidRPr="004D0D78">
              <w:t>Build</w:t>
            </w:r>
          </w:p>
        </w:tc>
      </w:tr>
      <w:tr w:rsidR="00A102B0" w:rsidRPr="004D0D78" w14:paraId="7D76EB7B" w14:textId="77777777" w:rsidTr="00F97D55">
        <w:tc>
          <w:tcPr>
            <w:tcW w:w="1303" w:type="dxa"/>
            <w:shd w:val="clear" w:color="auto" w:fill="auto"/>
          </w:tcPr>
          <w:p w14:paraId="73D56E64" w14:textId="77777777" w:rsidR="00A102B0" w:rsidRPr="004D0D78" w:rsidRDefault="00A102B0" w:rsidP="001B6A9D">
            <w:pPr>
              <w:pStyle w:val="HUDBTableText"/>
            </w:pPr>
            <w:r w:rsidRPr="004D0D78">
              <w:t>Primary Key? Y/N</w:t>
            </w:r>
          </w:p>
        </w:tc>
        <w:tc>
          <w:tcPr>
            <w:tcW w:w="6854" w:type="dxa"/>
            <w:shd w:val="clear" w:color="auto" w:fill="auto"/>
          </w:tcPr>
          <w:p w14:paraId="5DF8DE00" w14:textId="77777777" w:rsidR="00A102B0" w:rsidRPr="004D0D78" w:rsidRDefault="00A102B0" w:rsidP="001B6A9D">
            <w:pPr>
              <w:pStyle w:val="HUDBTableText"/>
            </w:pPr>
            <w:r w:rsidRPr="004D0D78">
              <w:t>Answers the question: Is this data element the primary or part of the primary key for the table that the data element is a part of?</w:t>
            </w:r>
          </w:p>
        </w:tc>
        <w:tc>
          <w:tcPr>
            <w:tcW w:w="1193" w:type="dxa"/>
          </w:tcPr>
          <w:p w14:paraId="2F698097" w14:textId="77777777" w:rsidR="00A102B0" w:rsidRPr="004D0D78" w:rsidRDefault="00A102B0" w:rsidP="001B6A9D">
            <w:pPr>
              <w:pStyle w:val="HUDBTableText"/>
            </w:pPr>
            <w:r w:rsidRPr="004D0D78">
              <w:t>Define</w:t>
            </w:r>
          </w:p>
        </w:tc>
      </w:tr>
      <w:tr w:rsidR="00A102B0" w:rsidRPr="004D0D78" w14:paraId="79503A00" w14:textId="77777777" w:rsidTr="00F97D55">
        <w:tc>
          <w:tcPr>
            <w:tcW w:w="1303" w:type="dxa"/>
            <w:shd w:val="clear" w:color="auto" w:fill="auto"/>
            <w:vAlign w:val="center"/>
          </w:tcPr>
          <w:p w14:paraId="5634CA97" w14:textId="77777777" w:rsidR="00A102B0" w:rsidRPr="004D0D78" w:rsidRDefault="00A102B0" w:rsidP="001B6A9D">
            <w:pPr>
              <w:pStyle w:val="HUDBTableText"/>
            </w:pPr>
            <w:r w:rsidRPr="004D0D78">
              <w:t>Foreign Key? Y/N</w:t>
            </w:r>
          </w:p>
        </w:tc>
        <w:tc>
          <w:tcPr>
            <w:tcW w:w="6854" w:type="dxa"/>
            <w:shd w:val="clear" w:color="auto" w:fill="auto"/>
            <w:vAlign w:val="center"/>
          </w:tcPr>
          <w:p w14:paraId="424CD4E7" w14:textId="77777777" w:rsidR="00A102B0" w:rsidRPr="004D0D78" w:rsidRDefault="00A102B0" w:rsidP="001B6A9D">
            <w:pPr>
              <w:pStyle w:val="HUDBTableText"/>
            </w:pPr>
            <w:r w:rsidRPr="004D0D78">
              <w:t>Answers the question: Is this data element</w:t>
            </w:r>
            <w:r w:rsidR="007949D4" w:rsidRPr="004D0D78">
              <w:t xml:space="preserve"> a</w:t>
            </w:r>
            <w:r w:rsidRPr="004D0D78">
              <w:t xml:space="preserve"> foreign or part of a foreign key for the table that the data element is a part of?</w:t>
            </w:r>
          </w:p>
        </w:tc>
        <w:tc>
          <w:tcPr>
            <w:tcW w:w="1193" w:type="dxa"/>
          </w:tcPr>
          <w:p w14:paraId="189077CA" w14:textId="77777777" w:rsidR="00A102B0" w:rsidRPr="004D0D78" w:rsidRDefault="00A102B0" w:rsidP="001B6A9D">
            <w:pPr>
              <w:pStyle w:val="HUDBTableText"/>
            </w:pPr>
            <w:r w:rsidRPr="004D0D78">
              <w:t>Define</w:t>
            </w:r>
          </w:p>
        </w:tc>
      </w:tr>
      <w:tr w:rsidR="00A102B0" w:rsidRPr="004D0D78" w14:paraId="18B12591" w14:textId="77777777" w:rsidTr="00F97D55">
        <w:tc>
          <w:tcPr>
            <w:tcW w:w="1303" w:type="dxa"/>
            <w:shd w:val="clear" w:color="auto" w:fill="auto"/>
            <w:vAlign w:val="center"/>
          </w:tcPr>
          <w:p w14:paraId="15CE05FE" w14:textId="77777777" w:rsidR="00A102B0" w:rsidRPr="004D0D78" w:rsidRDefault="00A102B0" w:rsidP="001B6A9D">
            <w:pPr>
              <w:pStyle w:val="HUDBTableText"/>
            </w:pPr>
            <w:r w:rsidRPr="004D0D78">
              <w:t>Listed or Enumerated Values</w:t>
            </w:r>
          </w:p>
        </w:tc>
        <w:tc>
          <w:tcPr>
            <w:tcW w:w="6854" w:type="dxa"/>
            <w:shd w:val="clear" w:color="auto" w:fill="auto"/>
            <w:vAlign w:val="center"/>
          </w:tcPr>
          <w:p w14:paraId="1BC89BA5" w14:textId="77777777" w:rsidR="00A102B0" w:rsidRPr="004D0D78" w:rsidRDefault="00A102B0" w:rsidP="001B6A9D">
            <w:pPr>
              <w:pStyle w:val="HUDBTableText"/>
            </w:pPr>
            <w:r w:rsidRPr="004D0D78">
              <w:t>The valid values for this data element if the data element value is constrained.</w:t>
            </w:r>
          </w:p>
        </w:tc>
        <w:tc>
          <w:tcPr>
            <w:tcW w:w="1193" w:type="dxa"/>
          </w:tcPr>
          <w:p w14:paraId="7A07CF85" w14:textId="77777777" w:rsidR="00A102B0" w:rsidRPr="004D0D78" w:rsidRDefault="00A102B0" w:rsidP="001B6A9D">
            <w:pPr>
              <w:pStyle w:val="HUDBTableText"/>
            </w:pPr>
            <w:r w:rsidRPr="004D0D78">
              <w:t>Define</w:t>
            </w:r>
          </w:p>
        </w:tc>
      </w:tr>
      <w:tr w:rsidR="00A102B0" w:rsidRPr="004D0D78" w14:paraId="61C6ED68" w14:textId="77777777" w:rsidTr="00F97D55">
        <w:tc>
          <w:tcPr>
            <w:tcW w:w="1303" w:type="dxa"/>
            <w:shd w:val="clear" w:color="auto" w:fill="auto"/>
            <w:vAlign w:val="center"/>
          </w:tcPr>
          <w:p w14:paraId="5EFAF614" w14:textId="77777777" w:rsidR="00A102B0" w:rsidRPr="004D0D78" w:rsidRDefault="00A102B0" w:rsidP="001B6A9D">
            <w:pPr>
              <w:pStyle w:val="HUDBTableText"/>
            </w:pPr>
            <w:r w:rsidRPr="004D0D78">
              <w:t>Default Value</w:t>
            </w:r>
          </w:p>
        </w:tc>
        <w:tc>
          <w:tcPr>
            <w:tcW w:w="6854" w:type="dxa"/>
            <w:shd w:val="clear" w:color="auto" w:fill="auto"/>
            <w:vAlign w:val="center"/>
          </w:tcPr>
          <w:p w14:paraId="5CBF4544" w14:textId="77777777" w:rsidR="00A102B0" w:rsidRPr="004D0D78" w:rsidRDefault="00A102B0" w:rsidP="001B6A9D">
            <w:pPr>
              <w:pStyle w:val="HUDBTableText"/>
            </w:pPr>
            <w:r w:rsidRPr="004D0D78">
              <w:t>The default value for this data element if no value is entered at the time the record is created.</w:t>
            </w:r>
          </w:p>
        </w:tc>
        <w:tc>
          <w:tcPr>
            <w:tcW w:w="1193" w:type="dxa"/>
          </w:tcPr>
          <w:p w14:paraId="30D1200A" w14:textId="77777777" w:rsidR="00A102B0" w:rsidRPr="004D0D78" w:rsidRDefault="00A102B0" w:rsidP="001B6A9D">
            <w:pPr>
              <w:pStyle w:val="HUDBTableText"/>
            </w:pPr>
            <w:r w:rsidRPr="004D0D78">
              <w:t>Define</w:t>
            </w:r>
          </w:p>
        </w:tc>
      </w:tr>
      <w:tr w:rsidR="00A102B0" w:rsidRPr="004D0D78" w14:paraId="1A9E3714" w14:textId="77777777" w:rsidTr="00F97D55">
        <w:tc>
          <w:tcPr>
            <w:tcW w:w="1303" w:type="dxa"/>
            <w:shd w:val="clear" w:color="auto" w:fill="auto"/>
            <w:vAlign w:val="center"/>
          </w:tcPr>
          <w:p w14:paraId="278E9D74" w14:textId="77777777" w:rsidR="00A102B0" w:rsidRPr="004D0D78" w:rsidRDefault="00A102B0" w:rsidP="001B6A9D">
            <w:pPr>
              <w:pStyle w:val="HUDBTableText"/>
            </w:pPr>
            <w:r w:rsidRPr="004D0D78">
              <w:t>Required Y/N</w:t>
            </w:r>
          </w:p>
        </w:tc>
        <w:tc>
          <w:tcPr>
            <w:tcW w:w="6854" w:type="dxa"/>
            <w:shd w:val="clear" w:color="auto" w:fill="auto"/>
            <w:vAlign w:val="center"/>
          </w:tcPr>
          <w:p w14:paraId="253B297C" w14:textId="77777777" w:rsidR="00A102B0" w:rsidRPr="004D0D78" w:rsidRDefault="00A102B0" w:rsidP="001B6A9D">
            <w:pPr>
              <w:pStyle w:val="HUDBTableText"/>
            </w:pPr>
            <w:r w:rsidRPr="004D0D78">
              <w:t>Answers the question: Is the data element required to contain data when the record is created?</w:t>
            </w:r>
          </w:p>
        </w:tc>
        <w:tc>
          <w:tcPr>
            <w:tcW w:w="1193" w:type="dxa"/>
          </w:tcPr>
          <w:p w14:paraId="69B33251" w14:textId="77777777" w:rsidR="00A102B0" w:rsidRPr="004D0D78" w:rsidRDefault="00A102B0" w:rsidP="001B6A9D">
            <w:pPr>
              <w:pStyle w:val="HUDBTableText"/>
            </w:pPr>
            <w:r w:rsidRPr="004D0D78">
              <w:t>Define</w:t>
            </w:r>
          </w:p>
        </w:tc>
      </w:tr>
      <w:tr w:rsidR="00A102B0" w:rsidRPr="004D0D78" w14:paraId="5E503C13" w14:textId="77777777" w:rsidTr="00F97D55">
        <w:tc>
          <w:tcPr>
            <w:tcW w:w="1303" w:type="dxa"/>
            <w:shd w:val="clear" w:color="auto" w:fill="auto"/>
            <w:vAlign w:val="center"/>
          </w:tcPr>
          <w:p w14:paraId="42B3B216" w14:textId="77777777" w:rsidR="00A102B0" w:rsidRPr="004D0D78" w:rsidRDefault="00A102B0" w:rsidP="001B6A9D">
            <w:pPr>
              <w:pStyle w:val="HUDBTableText"/>
            </w:pPr>
            <w:r w:rsidRPr="004D0D78">
              <w:t>Read-only Y/N</w:t>
            </w:r>
          </w:p>
        </w:tc>
        <w:tc>
          <w:tcPr>
            <w:tcW w:w="6854" w:type="dxa"/>
            <w:shd w:val="clear" w:color="auto" w:fill="auto"/>
            <w:vAlign w:val="center"/>
          </w:tcPr>
          <w:p w14:paraId="02C3DC33" w14:textId="77777777" w:rsidR="00A102B0" w:rsidRPr="004D0D78" w:rsidRDefault="00A102B0" w:rsidP="007949D4">
            <w:pPr>
              <w:pStyle w:val="HUDBTableText"/>
            </w:pPr>
            <w:r w:rsidRPr="004D0D78">
              <w:t>Answers the question: Does this data element contain read only or static data?</w:t>
            </w:r>
          </w:p>
        </w:tc>
        <w:tc>
          <w:tcPr>
            <w:tcW w:w="1193" w:type="dxa"/>
          </w:tcPr>
          <w:p w14:paraId="2EE33AB7" w14:textId="77777777" w:rsidR="00A102B0" w:rsidRPr="004D0D78" w:rsidRDefault="00A102B0" w:rsidP="001B6A9D">
            <w:pPr>
              <w:pStyle w:val="HUDBTableText"/>
            </w:pPr>
            <w:r w:rsidRPr="004D0D78">
              <w:t>Define</w:t>
            </w:r>
          </w:p>
        </w:tc>
      </w:tr>
      <w:tr w:rsidR="00A102B0" w:rsidRPr="004D0D78" w14:paraId="085C6BC9" w14:textId="77777777" w:rsidTr="00F97D55">
        <w:tc>
          <w:tcPr>
            <w:tcW w:w="1303" w:type="dxa"/>
            <w:shd w:val="clear" w:color="auto" w:fill="auto"/>
            <w:vAlign w:val="center"/>
          </w:tcPr>
          <w:p w14:paraId="471D7B38" w14:textId="77777777" w:rsidR="00A102B0" w:rsidRPr="004D0D78" w:rsidRDefault="00A102B0" w:rsidP="001B6A9D">
            <w:pPr>
              <w:pStyle w:val="HUDBTableText"/>
            </w:pPr>
            <w:r w:rsidRPr="004D0D78">
              <w:t>Integrity Requirements</w:t>
            </w:r>
          </w:p>
        </w:tc>
        <w:tc>
          <w:tcPr>
            <w:tcW w:w="6854" w:type="dxa"/>
            <w:shd w:val="clear" w:color="auto" w:fill="auto"/>
            <w:vAlign w:val="center"/>
          </w:tcPr>
          <w:p w14:paraId="510CF6C6" w14:textId="77777777" w:rsidR="00A102B0" w:rsidRPr="004D0D78" w:rsidRDefault="00A102B0" w:rsidP="001B6A9D">
            <w:pPr>
              <w:pStyle w:val="HUDBTableText"/>
            </w:pPr>
            <w:r w:rsidRPr="004D0D78">
              <w:t>The dependence of the data element on the existence of another data element and, if so, what the requirements of the dependency are.</w:t>
            </w:r>
          </w:p>
        </w:tc>
        <w:tc>
          <w:tcPr>
            <w:tcW w:w="1193" w:type="dxa"/>
          </w:tcPr>
          <w:p w14:paraId="7963E530" w14:textId="77777777" w:rsidR="00A102B0" w:rsidRPr="004D0D78" w:rsidRDefault="00A102B0" w:rsidP="001B6A9D">
            <w:pPr>
              <w:pStyle w:val="HUDBTableText"/>
            </w:pPr>
            <w:r w:rsidRPr="004D0D78">
              <w:t>Define</w:t>
            </w:r>
          </w:p>
        </w:tc>
      </w:tr>
      <w:tr w:rsidR="00A102B0" w:rsidRPr="004D0D78" w14:paraId="51E3C5E2" w14:textId="77777777" w:rsidTr="00F97D55">
        <w:tc>
          <w:tcPr>
            <w:tcW w:w="1303" w:type="dxa"/>
            <w:shd w:val="clear" w:color="auto" w:fill="auto"/>
            <w:vAlign w:val="center"/>
          </w:tcPr>
          <w:p w14:paraId="5C9FAF8C" w14:textId="77777777" w:rsidR="00A102B0" w:rsidRPr="004D0D78" w:rsidRDefault="00A102B0" w:rsidP="001B6A9D">
            <w:pPr>
              <w:pStyle w:val="HUDBTableText"/>
            </w:pPr>
            <w:r w:rsidRPr="004D0D78">
              <w:t>Format Requirements</w:t>
            </w:r>
          </w:p>
        </w:tc>
        <w:tc>
          <w:tcPr>
            <w:tcW w:w="6854" w:type="dxa"/>
            <w:shd w:val="clear" w:color="auto" w:fill="auto"/>
            <w:vAlign w:val="center"/>
          </w:tcPr>
          <w:p w14:paraId="751E6A2B" w14:textId="77777777" w:rsidR="00A102B0" w:rsidRPr="004D0D78" w:rsidRDefault="00A102B0" w:rsidP="001B6A9D">
            <w:pPr>
              <w:pStyle w:val="HUDBTableText"/>
            </w:pPr>
            <w:r w:rsidRPr="004D0D78">
              <w:t>Data format requirements (i.e., Social Security number must include dashes).</w:t>
            </w:r>
          </w:p>
        </w:tc>
        <w:tc>
          <w:tcPr>
            <w:tcW w:w="1193" w:type="dxa"/>
          </w:tcPr>
          <w:p w14:paraId="2ADBEB6F" w14:textId="77777777" w:rsidR="00A102B0" w:rsidRPr="004D0D78" w:rsidRDefault="00A102B0" w:rsidP="001B6A9D">
            <w:pPr>
              <w:pStyle w:val="HUDBTableText"/>
            </w:pPr>
            <w:r w:rsidRPr="004D0D78">
              <w:t>Define</w:t>
            </w:r>
          </w:p>
        </w:tc>
      </w:tr>
      <w:tr w:rsidR="00A102B0" w:rsidRPr="004D0D78" w14:paraId="38593531" w14:textId="77777777" w:rsidTr="00F97D55">
        <w:tc>
          <w:tcPr>
            <w:tcW w:w="1303" w:type="dxa"/>
            <w:shd w:val="clear" w:color="auto" w:fill="auto"/>
            <w:vAlign w:val="center"/>
          </w:tcPr>
          <w:p w14:paraId="2A2B50A9" w14:textId="77777777" w:rsidR="00A102B0" w:rsidRPr="004D0D78" w:rsidRDefault="00A102B0" w:rsidP="001B6A9D">
            <w:pPr>
              <w:pStyle w:val="HUDBTableText"/>
            </w:pPr>
            <w:r w:rsidRPr="004D0D78">
              <w:t>Security Classification</w:t>
            </w:r>
          </w:p>
        </w:tc>
        <w:tc>
          <w:tcPr>
            <w:tcW w:w="6854" w:type="dxa"/>
            <w:shd w:val="clear" w:color="auto" w:fill="auto"/>
            <w:vAlign w:val="center"/>
          </w:tcPr>
          <w:p w14:paraId="5AC229E7" w14:textId="77777777" w:rsidR="00A102B0" w:rsidRPr="004D0D78" w:rsidRDefault="00A102B0" w:rsidP="001B6A9D">
            <w:pPr>
              <w:pStyle w:val="HUDBTableText"/>
            </w:pPr>
            <w:r w:rsidRPr="004D0D78">
              <w:t>The security classification of the data element.</w:t>
            </w:r>
          </w:p>
        </w:tc>
        <w:tc>
          <w:tcPr>
            <w:tcW w:w="1193" w:type="dxa"/>
          </w:tcPr>
          <w:p w14:paraId="65CE59D5" w14:textId="77777777" w:rsidR="00A102B0" w:rsidRPr="004D0D78" w:rsidRDefault="00A102B0" w:rsidP="001B6A9D">
            <w:pPr>
              <w:pStyle w:val="HUDBTableText"/>
            </w:pPr>
            <w:r w:rsidRPr="004D0D78">
              <w:t>Define</w:t>
            </w:r>
          </w:p>
        </w:tc>
      </w:tr>
      <w:tr w:rsidR="00A102B0" w:rsidRPr="004D0D78" w14:paraId="6FCE1B41" w14:textId="77777777" w:rsidTr="00F97D55">
        <w:tc>
          <w:tcPr>
            <w:tcW w:w="1303" w:type="dxa"/>
            <w:shd w:val="clear" w:color="auto" w:fill="auto"/>
            <w:vAlign w:val="center"/>
          </w:tcPr>
          <w:p w14:paraId="515A7975" w14:textId="77777777" w:rsidR="00A102B0" w:rsidRPr="004D0D78" w:rsidRDefault="00A102B0" w:rsidP="001B6A9D">
            <w:pPr>
              <w:pStyle w:val="HUDBTableText"/>
            </w:pPr>
            <w:r w:rsidRPr="004D0D78">
              <w:t>Business Rules</w:t>
            </w:r>
          </w:p>
        </w:tc>
        <w:tc>
          <w:tcPr>
            <w:tcW w:w="6854" w:type="dxa"/>
            <w:shd w:val="clear" w:color="auto" w:fill="auto"/>
            <w:vAlign w:val="center"/>
          </w:tcPr>
          <w:p w14:paraId="16F2637C" w14:textId="77777777" w:rsidR="00A102B0" w:rsidRPr="004D0D78" w:rsidRDefault="00A102B0" w:rsidP="001B6A9D">
            <w:pPr>
              <w:pStyle w:val="HUDBTableText"/>
            </w:pPr>
            <w:r w:rsidRPr="004D0D78">
              <w:t>The constraints on the data element’s value based on a business requirement (e.g., a purchase order number may not be created if the customer’s credit rating is not adequate).</w:t>
            </w:r>
          </w:p>
        </w:tc>
        <w:tc>
          <w:tcPr>
            <w:tcW w:w="1193" w:type="dxa"/>
          </w:tcPr>
          <w:p w14:paraId="6BDF47B0" w14:textId="77777777" w:rsidR="00A102B0" w:rsidRPr="004D0D78" w:rsidRDefault="00A102B0" w:rsidP="001B6A9D">
            <w:pPr>
              <w:pStyle w:val="HUDBTableText"/>
            </w:pPr>
            <w:r w:rsidRPr="004D0D78">
              <w:t>Define/Build</w:t>
            </w:r>
          </w:p>
        </w:tc>
      </w:tr>
      <w:tr w:rsidR="00A102B0" w:rsidRPr="004D0D78" w14:paraId="25E162F5" w14:textId="77777777" w:rsidTr="00F97D55">
        <w:tc>
          <w:tcPr>
            <w:tcW w:w="1303" w:type="dxa"/>
            <w:shd w:val="clear" w:color="auto" w:fill="auto"/>
            <w:vAlign w:val="center"/>
          </w:tcPr>
          <w:p w14:paraId="50F8713E" w14:textId="77777777" w:rsidR="00A102B0" w:rsidRPr="004D0D78" w:rsidRDefault="00A102B0" w:rsidP="001B6A9D">
            <w:pPr>
              <w:pStyle w:val="HUDBTableText"/>
            </w:pPr>
            <w:r w:rsidRPr="004D0D78">
              <w:t>Data Source System</w:t>
            </w:r>
          </w:p>
        </w:tc>
        <w:tc>
          <w:tcPr>
            <w:tcW w:w="6854" w:type="dxa"/>
            <w:shd w:val="clear" w:color="auto" w:fill="auto"/>
            <w:vAlign w:val="center"/>
          </w:tcPr>
          <w:p w14:paraId="661D2F43" w14:textId="77777777" w:rsidR="00A102B0" w:rsidRPr="004D0D78" w:rsidRDefault="00A102B0" w:rsidP="001B6A9D">
            <w:pPr>
              <w:pStyle w:val="HUDBTableText"/>
            </w:pPr>
            <w:r w:rsidRPr="004D0D78">
              <w:t>If this data element originates from another system, enter that system name, table name, and data element name in this field.</w:t>
            </w:r>
          </w:p>
        </w:tc>
        <w:tc>
          <w:tcPr>
            <w:tcW w:w="1193" w:type="dxa"/>
          </w:tcPr>
          <w:p w14:paraId="08AB1215" w14:textId="77777777" w:rsidR="00A102B0" w:rsidRPr="004D0D78" w:rsidRDefault="00A102B0" w:rsidP="001B6A9D">
            <w:pPr>
              <w:pStyle w:val="HUDBTableText"/>
            </w:pPr>
            <w:r w:rsidRPr="004D0D78">
              <w:t>Define</w:t>
            </w:r>
          </w:p>
        </w:tc>
      </w:tr>
      <w:tr w:rsidR="00A102B0" w:rsidRPr="004D0D78" w14:paraId="27D46601" w14:textId="77777777" w:rsidTr="00F97D55">
        <w:tc>
          <w:tcPr>
            <w:tcW w:w="1303" w:type="dxa"/>
            <w:shd w:val="clear" w:color="auto" w:fill="auto"/>
            <w:vAlign w:val="center"/>
          </w:tcPr>
          <w:p w14:paraId="529E14BD" w14:textId="77777777" w:rsidR="00A102B0" w:rsidRPr="004D0D78" w:rsidRDefault="00A102B0" w:rsidP="001B6A9D">
            <w:pPr>
              <w:pStyle w:val="HUDBTableText"/>
            </w:pPr>
            <w:r w:rsidRPr="004D0D78">
              <w:t>Data Source Requirement Reference</w:t>
            </w:r>
          </w:p>
        </w:tc>
        <w:tc>
          <w:tcPr>
            <w:tcW w:w="6854" w:type="dxa"/>
            <w:shd w:val="clear" w:color="auto" w:fill="auto"/>
            <w:vAlign w:val="center"/>
          </w:tcPr>
          <w:p w14:paraId="158E784B" w14:textId="77777777" w:rsidR="00A102B0" w:rsidRPr="004D0D78" w:rsidRDefault="00A102B0" w:rsidP="001B6A9D">
            <w:pPr>
              <w:pStyle w:val="HUDBTableText"/>
            </w:pPr>
            <w:r w:rsidRPr="004D0D78">
              <w:t>The form, law, act, or HUD requirement that this data element meets or comes from, if applicable. Some possible examples are</w:t>
            </w:r>
            <w:r w:rsidR="007949D4" w:rsidRPr="004D0D78">
              <w:t>:</w:t>
            </w:r>
            <w:r w:rsidRPr="004D0D78">
              <w:t xml:space="preserve"> Sponsor Address Street Name from HUD-40112 (form), or Section of Act 504 (2) (a), Education Institution Name (Congressional act), or Type of Assistance Transaction from the Federal Funding Accountability and Transparency Act</w:t>
            </w:r>
            <w:r w:rsidR="00AF6171" w:rsidRPr="004D0D78">
              <w:t>.</w:t>
            </w:r>
          </w:p>
        </w:tc>
        <w:tc>
          <w:tcPr>
            <w:tcW w:w="1193" w:type="dxa"/>
          </w:tcPr>
          <w:p w14:paraId="15A9A2BA" w14:textId="77777777" w:rsidR="00A102B0" w:rsidRPr="004D0D78" w:rsidRDefault="00A102B0" w:rsidP="001B6A9D">
            <w:pPr>
              <w:pStyle w:val="HUDBTableText"/>
            </w:pPr>
            <w:r w:rsidRPr="004D0D78">
              <w:t>Define</w:t>
            </w:r>
          </w:p>
        </w:tc>
      </w:tr>
      <w:tr w:rsidR="00A102B0" w:rsidRPr="004D0D78" w14:paraId="751214CE" w14:textId="77777777" w:rsidTr="00F97D55">
        <w:tc>
          <w:tcPr>
            <w:tcW w:w="1303" w:type="dxa"/>
            <w:shd w:val="clear" w:color="auto" w:fill="auto"/>
            <w:vAlign w:val="center"/>
          </w:tcPr>
          <w:p w14:paraId="1A5A0331" w14:textId="77777777" w:rsidR="00A102B0" w:rsidRPr="004D0D78" w:rsidRDefault="00A102B0" w:rsidP="001B6A9D">
            <w:pPr>
              <w:pStyle w:val="HUDBTableText"/>
            </w:pPr>
            <w:r w:rsidRPr="004D0D78">
              <w:t>XML Tag</w:t>
            </w:r>
          </w:p>
        </w:tc>
        <w:tc>
          <w:tcPr>
            <w:tcW w:w="6854" w:type="dxa"/>
            <w:shd w:val="clear" w:color="auto" w:fill="auto"/>
            <w:vAlign w:val="center"/>
          </w:tcPr>
          <w:p w14:paraId="0A392594" w14:textId="77777777" w:rsidR="00A102B0" w:rsidRPr="004D0D78" w:rsidRDefault="00A102B0" w:rsidP="001B6A9D">
            <w:pPr>
              <w:pStyle w:val="HUDBTableText"/>
            </w:pPr>
            <w:r w:rsidRPr="004D0D78">
              <w:t>The XML tag for this data element if the data element is part of an XML document</w:t>
            </w:r>
            <w:r w:rsidR="00AF6171" w:rsidRPr="004D0D78">
              <w:t>.</w:t>
            </w:r>
          </w:p>
        </w:tc>
        <w:tc>
          <w:tcPr>
            <w:tcW w:w="1193" w:type="dxa"/>
          </w:tcPr>
          <w:p w14:paraId="4D6349C6" w14:textId="77777777" w:rsidR="00A102B0" w:rsidRPr="004D0D78" w:rsidRDefault="00A102B0" w:rsidP="001B6A9D">
            <w:pPr>
              <w:pStyle w:val="HUDBTableText"/>
            </w:pPr>
            <w:r w:rsidRPr="004D0D78">
              <w:t>Build</w:t>
            </w:r>
          </w:p>
        </w:tc>
      </w:tr>
      <w:tr w:rsidR="00A102B0" w:rsidRPr="004D0D78" w14:paraId="21B517FA" w14:textId="77777777" w:rsidTr="00F97D55">
        <w:tc>
          <w:tcPr>
            <w:tcW w:w="1303" w:type="dxa"/>
            <w:shd w:val="clear" w:color="auto" w:fill="auto"/>
            <w:vAlign w:val="center"/>
          </w:tcPr>
          <w:p w14:paraId="51B527E8" w14:textId="77777777" w:rsidR="00A102B0" w:rsidRPr="004D0D78" w:rsidRDefault="00A102B0" w:rsidP="001B6A9D">
            <w:pPr>
              <w:pStyle w:val="HUDBTableText"/>
            </w:pPr>
            <w:r w:rsidRPr="004D0D78">
              <w:t>Logical Business English Name</w:t>
            </w:r>
          </w:p>
        </w:tc>
        <w:tc>
          <w:tcPr>
            <w:tcW w:w="6854" w:type="dxa"/>
            <w:shd w:val="clear" w:color="auto" w:fill="auto"/>
            <w:vAlign w:val="center"/>
          </w:tcPr>
          <w:p w14:paraId="2DC8DFE6" w14:textId="77777777" w:rsidR="00A102B0" w:rsidRPr="004D0D78" w:rsidRDefault="00A102B0" w:rsidP="001B6A9D">
            <w:pPr>
              <w:pStyle w:val="HUDBTableText"/>
            </w:pPr>
            <w:r w:rsidRPr="004D0D78">
              <w:t>The full business mean used at HUD to identify this element and which corresponds to the data dictionary element.</w:t>
            </w:r>
          </w:p>
        </w:tc>
        <w:tc>
          <w:tcPr>
            <w:tcW w:w="1193" w:type="dxa"/>
          </w:tcPr>
          <w:p w14:paraId="0E42549F" w14:textId="77777777" w:rsidR="00A102B0" w:rsidRPr="004D0D78" w:rsidRDefault="00A102B0" w:rsidP="001B6A9D">
            <w:pPr>
              <w:pStyle w:val="HUDBTableText"/>
            </w:pPr>
            <w:r w:rsidRPr="004D0D78">
              <w:t>Define</w:t>
            </w:r>
          </w:p>
        </w:tc>
      </w:tr>
      <w:tr w:rsidR="00A102B0" w:rsidRPr="004D0D78" w14:paraId="21970B3B" w14:textId="77777777" w:rsidTr="00F97D55">
        <w:tc>
          <w:tcPr>
            <w:tcW w:w="1303" w:type="dxa"/>
            <w:shd w:val="clear" w:color="auto" w:fill="auto"/>
            <w:vAlign w:val="center"/>
          </w:tcPr>
          <w:p w14:paraId="3B659ED9" w14:textId="77777777" w:rsidR="00A102B0" w:rsidRPr="004D0D78" w:rsidRDefault="00A102B0" w:rsidP="001B6A9D">
            <w:pPr>
              <w:pStyle w:val="HUDBTableText"/>
            </w:pPr>
            <w:r w:rsidRPr="004D0D78">
              <w:t>Data Steward Name</w:t>
            </w:r>
          </w:p>
        </w:tc>
        <w:tc>
          <w:tcPr>
            <w:tcW w:w="6854" w:type="dxa"/>
            <w:shd w:val="clear" w:color="auto" w:fill="auto"/>
            <w:vAlign w:val="center"/>
          </w:tcPr>
          <w:p w14:paraId="448BBA2E" w14:textId="77777777" w:rsidR="00A102B0" w:rsidRPr="004D0D78" w:rsidRDefault="00A102B0" w:rsidP="001B6A9D">
            <w:pPr>
              <w:pStyle w:val="HUDBTableText"/>
            </w:pPr>
            <w:r w:rsidRPr="004D0D78">
              <w:t>Name and contact information for the data element owning HUD Data Steward.</w:t>
            </w:r>
            <w:r w:rsidR="007949D4" w:rsidRPr="004D0D78">
              <w:t xml:space="preserve"> Contact the EA Team (</w:t>
            </w:r>
            <w:hyperlink r:id="rId28" w:history="1">
              <w:r w:rsidR="007949D4" w:rsidRPr="004D0D78">
                <w:t>ea.team.support@hud.gov</w:t>
              </w:r>
            </w:hyperlink>
            <w:r w:rsidR="007949D4" w:rsidRPr="004D0D78">
              <w:t>) for information about the current Data Stewards at HUD.</w:t>
            </w:r>
          </w:p>
        </w:tc>
        <w:tc>
          <w:tcPr>
            <w:tcW w:w="1193" w:type="dxa"/>
          </w:tcPr>
          <w:p w14:paraId="3F725E43" w14:textId="77777777" w:rsidR="00A102B0" w:rsidRPr="004D0D78" w:rsidRDefault="00A102B0" w:rsidP="001B6A9D">
            <w:pPr>
              <w:pStyle w:val="HUDBTableText"/>
            </w:pPr>
            <w:r w:rsidRPr="004D0D78">
              <w:t>Build</w:t>
            </w:r>
          </w:p>
        </w:tc>
      </w:tr>
    </w:tbl>
    <w:p w14:paraId="3A969693" w14:textId="77777777" w:rsidR="001B6A9D" w:rsidRDefault="001B6A9D" w:rsidP="001B6A9D"/>
    <w:p w14:paraId="3E1B4B76" w14:textId="77777777" w:rsidR="00A21DE7" w:rsidRPr="00A21DE7" w:rsidRDefault="00A21DE7" w:rsidP="00A21DE7">
      <w:pPr>
        <w:pStyle w:val="Heading2"/>
      </w:pPr>
      <w:bookmarkStart w:id="100" w:name="_Toc384028859"/>
      <w:r w:rsidRPr="00A21DE7">
        <w:t>E</w:t>
      </w:r>
      <w:r w:rsidR="00223694">
        <w:t xml:space="preserve">lectronic </w:t>
      </w:r>
      <w:r w:rsidRPr="00A21DE7">
        <w:t>R</w:t>
      </w:r>
      <w:r w:rsidR="00223694">
        <w:t xml:space="preserve">ecords </w:t>
      </w:r>
      <w:r w:rsidRPr="00A21DE7">
        <w:t>M</w:t>
      </w:r>
      <w:r w:rsidR="00223694">
        <w:t>anagement</w:t>
      </w:r>
      <w:bookmarkEnd w:id="100"/>
      <w:r w:rsidRPr="00A21DE7">
        <w:t xml:space="preserve"> </w:t>
      </w:r>
      <w:bookmarkEnd w:id="96"/>
    </w:p>
    <w:p w14:paraId="382AC157" w14:textId="77777777" w:rsidR="00FA36A3" w:rsidRPr="00A21DE7" w:rsidRDefault="00A21DE7" w:rsidP="001F22CF">
      <w:pPr>
        <w:pStyle w:val="HUDBText"/>
      </w:pPr>
      <w:r w:rsidRPr="00A21DE7">
        <w:t>&lt;</w:t>
      </w:r>
      <w:r w:rsidR="00223694">
        <w:t>P</w:t>
      </w:r>
      <w:r w:rsidRPr="00A21DE7">
        <w:t xml:space="preserve">rovide data architecture attributes necessary to meet solution requirements for </w:t>
      </w:r>
      <w:r w:rsidR="001F22CF">
        <w:t>el</w:t>
      </w:r>
      <w:r w:rsidRPr="00A21DE7">
        <w:t xml:space="preserve">ectronic </w:t>
      </w:r>
      <w:r w:rsidR="001F22CF">
        <w:t>r</w:t>
      </w:r>
      <w:r w:rsidRPr="00A21DE7">
        <w:t xml:space="preserve">ecords </w:t>
      </w:r>
      <w:r w:rsidR="001F22CF">
        <w:t>m</w:t>
      </w:r>
      <w:r w:rsidRPr="00A21DE7">
        <w:t>anagement and related requirements specified by the E-Gov</w:t>
      </w:r>
      <w:r w:rsidR="00FA36A3">
        <w:t>ernment</w:t>
      </w:r>
      <w:r w:rsidRPr="00A21DE7">
        <w:t xml:space="preserve"> Act</w:t>
      </w:r>
      <w:r w:rsidR="00FA36A3">
        <w:t xml:space="preserve"> of 2002 §</w:t>
      </w:r>
      <w:r w:rsidRPr="00A21DE7">
        <w:t xml:space="preserve"> 207.&gt;</w:t>
      </w:r>
    </w:p>
    <w:p w14:paraId="5B47E76B" w14:textId="77777777" w:rsidR="005A3913" w:rsidRDefault="00F46716" w:rsidP="001F22CF">
      <w:pPr>
        <w:pStyle w:val="Instructions"/>
      </w:pPr>
      <w:r>
        <w:br w:type="page"/>
      </w:r>
    </w:p>
    <w:p w14:paraId="7085D247" w14:textId="77777777" w:rsidR="00A21DE7" w:rsidRPr="00FC0BF2" w:rsidRDefault="00FC0BF2" w:rsidP="00A21DE7">
      <w:pPr>
        <w:pStyle w:val="Heading1"/>
      </w:pPr>
      <w:bookmarkStart w:id="101" w:name="_Toc384028860"/>
      <w:r w:rsidRPr="00FC0BF2">
        <w:t>Security Architecture</w:t>
      </w:r>
      <w:bookmarkEnd w:id="101"/>
    </w:p>
    <w:p w14:paraId="58E0E8E6" w14:textId="77777777" w:rsidR="00A21DE7" w:rsidRPr="00A21DE7" w:rsidRDefault="00A21DE7" w:rsidP="00A21DE7">
      <w:pPr>
        <w:pStyle w:val="Heading2"/>
      </w:pPr>
      <w:bookmarkStart w:id="102" w:name="_Toc278175209"/>
      <w:bookmarkStart w:id="103" w:name="_Toc384028861"/>
      <w:r w:rsidRPr="00A21DE7">
        <w:t>Security Solution Overview</w:t>
      </w:r>
      <w:bookmarkEnd w:id="102"/>
      <w:bookmarkEnd w:id="103"/>
    </w:p>
    <w:p w14:paraId="4753AA2D" w14:textId="77777777" w:rsidR="00A21DE7" w:rsidRPr="00A21DE7" w:rsidRDefault="00A21DE7" w:rsidP="00772F9E">
      <w:pPr>
        <w:pStyle w:val="HUDBText"/>
      </w:pPr>
      <w:r w:rsidRPr="00A21DE7">
        <w:t>&lt;</w:t>
      </w:r>
      <w:r w:rsidR="00FA36A3">
        <w:t>P</w:t>
      </w:r>
      <w:r w:rsidRPr="00A21DE7">
        <w:t xml:space="preserve">rovide </w:t>
      </w:r>
      <w:r w:rsidR="00392935">
        <w:t xml:space="preserve">a high </w:t>
      </w:r>
      <w:r w:rsidRPr="00A21DE7">
        <w:t xml:space="preserve">level solution overview and description of the </w:t>
      </w:r>
      <w:r w:rsidR="00392935">
        <w:t>s</w:t>
      </w:r>
      <w:r w:rsidRPr="00A21DE7">
        <w:t xml:space="preserve">ecurity </w:t>
      </w:r>
      <w:r w:rsidR="00392935">
        <w:t>a</w:t>
      </w:r>
      <w:r w:rsidRPr="00A21DE7">
        <w:t xml:space="preserve">rchitecture. Identify and describe how the </w:t>
      </w:r>
      <w:r w:rsidR="00392935">
        <w:t>s</w:t>
      </w:r>
      <w:r w:rsidRPr="00A21DE7">
        <w:t xml:space="preserve">ecurity </w:t>
      </w:r>
      <w:r w:rsidR="00392935">
        <w:t>a</w:t>
      </w:r>
      <w:r w:rsidRPr="00A21DE7">
        <w:t xml:space="preserve">rchitecture meets the solution’s security requirements. </w:t>
      </w:r>
    </w:p>
    <w:p w14:paraId="6FB46C64" w14:textId="77777777" w:rsidR="00A21DE7" w:rsidRPr="00A21DE7" w:rsidRDefault="00A21DE7" w:rsidP="00772F9E">
      <w:pPr>
        <w:pStyle w:val="HUDBText"/>
      </w:pPr>
      <w:r w:rsidRPr="00A21DE7">
        <w:t xml:space="preserve">The Security Architecture section is described in a </w:t>
      </w:r>
      <w:r w:rsidR="00392935">
        <w:t>s</w:t>
      </w:r>
      <w:r w:rsidRPr="00A21DE7">
        <w:t xml:space="preserve">ecurity </w:t>
      </w:r>
      <w:r w:rsidR="00392935">
        <w:t>a</w:t>
      </w:r>
      <w:r w:rsidRPr="00A21DE7">
        <w:t xml:space="preserve">rchitecture </w:t>
      </w:r>
      <w:r w:rsidR="00392935">
        <w:t xml:space="preserve">model. </w:t>
      </w:r>
      <w:r w:rsidRPr="00A21DE7">
        <w:t xml:space="preserve">Security architecture is based on the “Least Privilege” principle. A </w:t>
      </w:r>
      <w:r w:rsidR="00772F9E">
        <w:t>l</w:t>
      </w:r>
      <w:r w:rsidRPr="00A21DE7">
        <w:t xml:space="preserve">east </w:t>
      </w:r>
      <w:r w:rsidR="00772F9E">
        <w:t>p</w:t>
      </w:r>
      <w:r w:rsidRPr="00A21DE7">
        <w:t xml:space="preserve">rivilege </w:t>
      </w:r>
      <w:r w:rsidR="00772F9E">
        <w:t>e</w:t>
      </w:r>
      <w:r w:rsidRPr="00A21DE7">
        <w:t xml:space="preserve">nterprise </w:t>
      </w:r>
      <w:r w:rsidR="00772F9E">
        <w:t>m</w:t>
      </w:r>
      <w:r w:rsidRPr="00A21DE7">
        <w:t xml:space="preserve">odel designed for architectural assurance is implemented in a comprehensive access control model. As a result, logical access controls are based on the principle of role based access control (RBAC). User access is granted to the minimum resources required to perform their official job functions. </w:t>
      </w:r>
    </w:p>
    <w:p w14:paraId="77AF35AE" w14:textId="77777777" w:rsidR="00A21DE7" w:rsidRPr="00A21DE7" w:rsidRDefault="00A21DE7" w:rsidP="00772F9E">
      <w:pPr>
        <w:pStyle w:val="HUDBText"/>
      </w:pPr>
      <w:r w:rsidRPr="00A21DE7">
        <w:t>RBAC is the security requirement model to be implemented at all levels of the enterprise from network access control at the device level, database access control at the data level, application level access control</w:t>
      </w:r>
      <w:r w:rsidR="00386812">
        <w:t>,</w:t>
      </w:r>
      <w:r w:rsidRPr="00A21DE7">
        <w:t xml:space="preserve"> as well as user access. The infrastructure components for this model at HUD include </w:t>
      </w:r>
      <w:r w:rsidR="00392935">
        <w:t>a</w:t>
      </w:r>
      <w:r w:rsidRPr="00A21DE7">
        <w:t xml:space="preserve">ctive </w:t>
      </w:r>
      <w:r w:rsidR="00392935">
        <w:t>d</w:t>
      </w:r>
      <w:r w:rsidRPr="00A21DE7">
        <w:t>irectory.&gt;</w:t>
      </w:r>
    </w:p>
    <w:p w14:paraId="17AB5012" w14:textId="77777777" w:rsidR="00A21DE7" w:rsidRPr="00A21DE7" w:rsidRDefault="00A21DE7" w:rsidP="00A21DE7">
      <w:pPr>
        <w:pStyle w:val="Heading2"/>
      </w:pPr>
      <w:bookmarkStart w:id="104" w:name="_Toc278175210"/>
      <w:bookmarkStart w:id="105" w:name="_Toc384028862"/>
      <w:r w:rsidRPr="00A21DE7">
        <w:t>Security Architecture Goals and Constraints</w:t>
      </w:r>
      <w:bookmarkEnd w:id="104"/>
      <w:bookmarkEnd w:id="105"/>
      <w:r w:rsidRPr="00A21DE7">
        <w:t xml:space="preserve"> </w:t>
      </w:r>
    </w:p>
    <w:p w14:paraId="222B7FC2" w14:textId="77777777" w:rsidR="00A21DE7" w:rsidRPr="00A21DE7" w:rsidRDefault="00A21DE7" w:rsidP="00772F9E">
      <w:pPr>
        <w:pStyle w:val="HUDBText"/>
      </w:pPr>
      <w:r w:rsidRPr="00A21DE7">
        <w:t>&lt;</w:t>
      </w:r>
      <w:r w:rsidR="00B82E8D">
        <w:t>I</w:t>
      </w:r>
      <w:r w:rsidRPr="00A21DE7">
        <w:t xml:space="preserve">dentify and describe the significant and central security goals and constraints of the solution’s </w:t>
      </w:r>
      <w:r w:rsidR="00772F9E">
        <w:t>s</w:t>
      </w:r>
      <w:r w:rsidRPr="00A21DE7">
        <w:t xml:space="preserve">ecurity </w:t>
      </w:r>
      <w:r w:rsidR="00772F9E">
        <w:t>a</w:t>
      </w:r>
      <w:r w:rsidRPr="00A21DE7">
        <w:t>rchitecture.</w:t>
      </w:r>
    </w:p>
    <w:p w14:paraId="79D0F84F" w14:textId="77777777" w:rsidR="00A21DE7" w:rsidRPr="00F7465E" w:rsidRDefault="00A21DE7" w:rsidP="00772F9E">
      <w:pPr>
        <w:pStyle w:val="HUDBText"/>
        <w:rPr>
          <w:b/>
        </w:rPr>
      </w:pPr>
      <w:r w:rsidRPr="00F7465E">
        <w:rPr>
          <w:b/>
        </w:rPr>
        <w:t>Goals:</w:t>
      </w:r>
    </w:p>
    <w:p w14:paraId="60D2EFCD" w14:textId="77777777" w:rsidR="00A21DE7" w:rsidRPr="00A21DE7" w:rsidRDefault="00A21DE7" w:rsidP="00772F9E">
      <w:pPr>
        <w:pStyle w:val="HUDBText"/>
      </w:pPr>
      <w:r w:rsidRPr="00A21DE7">
        <w:t xml:space="preserve">Security Architecture goals are to provide integrity, confidentiality, availability, </w:t>
      </w:r>
      <w:r w:rsidR="00772F9E" w:rsidRPr="00A21DE7">
        <w:t>non-repudiation,</w:t>
      </w:r>
      <w:r w:rsidRPr="00A21DE7">
        <w:t xml:space="preserve"> and privacy, transparently to the user, and seamlessly to all business conducted via the HUD network. </w:t>
      </w:r>
    </w:p>
    <w:p w14:paraId="1746641E" w14:textId="77777777" w:rsidR="00A21DE7" w:rsidRPr="00F7465E" w:rsidRDefault="00A21DE7" w:rsidP="00772F9E">
      <w:pPr>
        <w:pStyle w:val="HUDBText"/>
        <w:rPr>
          <w:b/>
        </w:rPr>
      </w:pPr>
      <w:r w:rsidRPr="00F7465E">
        <w:rPr>
          <w:b/>
        </w:rPr>
        <w:t>Constraints:</w:t>
      </w:r>
    </w:p>
    <w:p w14:paraId="027B81CF" w14:textId="77777777" w:rsidR="00F46716" w:rsidRDefault="00A21DE7" w:rsidP="00772F9E">
      <w:pPr>
        <w:pStyle w:val="HUDBText"/>
      </w:pPr>
      <w:r w:rsidRPr="00A21DE7">
        <w:t xml:space="preserve">Security </w:t>
      </w:r>
      <w:r w:rsidR="00772F9E">
        <w:t>a</w:t>
      </w:r>
      <w:r w:rsidRPr="00A21DE7">
        <w:t xml:space="preserve">rchitecture constraints include all Federal mandated security requirements </w:t>
      </w:r>
      <w:r w:rsidR="00772F9E">
        <w:t xml:space="preserve">from the Office of Management and Budget (OMB) and the National Institute of Standards and Technology (NIST) </w:t>
      </w:r>
      <w:r w:rsidRPr="00A21DE7">
        <w:t xml:space="preserve">necessary for </w:t>
      </w:r>
      <w:r w:rsidR="00772F9E">
        <w:t>F</w:t>
      </w:r>
      <w:r w:rsidRPr="00A21DE7">
        <w:t xml:space="preserve">ederal agencies to comply with Title III of the E-Government Act </w:t>
      </w:r>
      <w:r w:rsidR="00772F9E">
        <w:t xml:space="preserve">of 2002 </w:t>
      </w:r>
      <w:r w:rsidRPr="00A21DE7">
        <w:t xml:space="preserve">(Public Law 107-347 December 2002) entitled the Federal Information Security </w:t>
      </w:r>
      <w:r w:rsidR="00855DCD">
        <w:t>Management Act (FISMA).</w:t>
      </w:r>
      <w:r w:rsidRPr="00A21DE7">
        <w:t xml:space="preserve"> FISMA requires each federal agency to develop, document, and implement an agency-wide inform</w:t>
      </w:r>
      <w:r w:rsidR="00AC69C3">
        <w:t>ation security program.</w:t>
      </w:r>
    </w:p>
    <w:p w14:paraId="572F8A6F" w14:textId="77777777" w:rsidR="00E345E3" w:rsidRDefault="00E345E3" w:rsidP="00772F9E">
      <w:pPr>
        <w:pStyle w:val="HUDBText"/>
      </w:pPr>
      <w:r>
        <w:t>For additional information please refer to the “Comprehensive Access Control Model</w:t>
      </w:r>
      <w:r w:rsidR="00AC69C3">
        <w:t>”.</w:t>
      </w:r>
    </w:p>
    <w:p w14:paraId="55DEB2EB" w14:textId="77777777" w:rsidR="00E345E3" w:rsidRDefault="00E345E3" w:rsidP="00772F9E">
      <w:pPr>
        <w:pStyle w:val="HUDBText"/>
      </w:pPr>
    </w:p>
    <w:p w14:paraId="5B82D61C" w14:textId="77777777" w:rsidR="00E345E3" w:rsidRDefault="00E345E3" w:rsidP="00772F9E">
      <w:pPr>
        <w:pStyle w:val="HUDBText"/>
      </w:pPr>
      <w:r>
        <w:t xml:space="preserve">Additional security documents </w:t>
      </w:r>
      <w:r w:rsidR="00AC69C3">
        <w:t>&gt;</w:t>
      </w:r>
    </w:p>
    <w:p w14:paraId="455CC9DC" w14:textId="77777777" w:rsidR="00F46716" w:rsidRDefault="00F46716">
      <w:pPr>
        <w:overflowPunct/>
        <w:autoSpaceDE/>
        <w:autoSpaceDN/>
        <w:adjustRightInd/>
        <w:spacing w:after="0"/>
        <w:textAlignment w:val="auto"/>
        <w:rPr>
          <w:rFonts w:ascii="Times New Roman" w:eastAsia="Calibri" w:hAnsi="Times New Roman"/>
          <w:i/>
          <w:color w:val="0000FF"/>
          <w:szCs w:val="22"/>
        </w:rPr>
      </w:pPr>
      <w:r>
        <w:rPr>
          <w:rFonts w:ascii="Times New Roman" w:eastAsia="Calibri" w:hAnsi="Times New Roman"/>
          <w:i/>
          <w:color w:val="0000FF"/>
          <w:szCs w:val="22"/>
        </w:rPr>
        <w:br w:type="page"/>
      </w:r>
    </w:p>
    <w:p w14:paraId="13B8E706" w14:textId="77777777" w:rsidR="00A21DE7" w:rsidRPr="00A21DE7" w:rsidRDefault="00FC0BF2" w:rsidP="00A21DE7">
      <w:pPr>
        <w:pStyle w:val="Heading1"/>
      </w:pPr>
      <w:bookmarkStart w:id="106" w:name="_Toc384028863"/>
      <w:r w:rsidRPr="00A21DE7">
        <w:t>Infrastructure</w:t>
      </w:r>
      <w:bookmarkEnd w:id="106"/>
    </w:p>
    <w:p w14:paraId="37838C73" w14:textId="77777777" w:rsidR="00A21DE7" w:rsidRPr="00F151F1" w:rsidRDefault="00A21DE7" w:rsidP="00772F9E">
      <w:pPr>
        <w:pStyle w:val="HUDBText"/>
        <w:rPr>
          <w:color w:val="0000CC"/>
        </w:rPr>
      </w:pPr>
      <w:r w:rsidRPr="00F151F1">
        <w:rPr>
          <w:color w:val="0000CC"/>
        </w:rPr>
        <w:t>&lt;</w:t>
      </w:r>
      <w:r w:rsidR="00B82E8D" w:rsidRPr="00F151F1">
        <w:rPr>
          <w:color w:val="0000CC"/>
        </w:rPr>
        <w:t>M</w:t>
      </w:r>
      <w:r w:rsidRPr="00F151F1">
        <w:rPr>
          <w:color w:val="0000CC"/>
        </w:rPr>
        <w:t xml:space="preserve">ap application architecture deployment models to hardware and software infrastructure specifications including memory and </w:t>
      </w:r>
      <w:r w:rsidR="00B82E8D" w:rsidRPr="00F151F1">
        <w:rPr>
          <w:color w:val="0000CC"/>
        </w:rPr>
        <w:t>central processing unit</w:t>
      </w:r>
      <w:r w:rsidRPr="00F151F1">
        <w:rPr>
          <w:color w:val="0000CC"/>
        </w:rPr>
        <w:t xml:space="preserve"> specifications required to meet volume and performance requirements</w:t>
      </w:r>
      <w:r w:rsidR="001234DF" w:rsidRPr="00F151F1">
        <w:rPr>
          <w:color w:val="0000CC"/>
        </w:rPr>
        <w:t xml:space="preserve">. </w:t>
      </w:r>
      <w:r w:rsidRPr="00F151F1">
        <w:rPr>
          <w:color w:val="0000CC"/>
        </w:rPr>
        <w:t>Include in this section infrastructure architecture guidance and specifications for:</w:t>
      </w:r>
    </w:p>
    <w:p w14:paraId="4CAFE541" w14:textId="77777777" w:rsidR="0022052C" w:rsidRPr="00F151F1" w:rsidRDefault="00A21DE7" w:rsidP="00B47CD4">
      <w:pPr>
        <w:pStyle w:val="List"/>
        <w:rPr>
          <w:rFonts w:ascii="Times New Roman" w:hAnsi="Times New Roman"/>
          <w:color w:val="0000CC"/>
          <w:sz w:val="24"/>
          <w:szCs w:val="24"/>
        </w:rPr>
      </w:pPr>
      <w:r w:rsidRPr="00F151F1">
        <w:rPr>
          <w:rFonts w:eastAsia="Calibri"/>
          <w:i/>
          <w:color w:val="0000CC"/>
        </w:rPr>
        <w:t>Software</w:t>
      </w:r>
      <w:r w:rsidR="00E345E3" w:rsidRPr="00F151F1">
        <w:rPr>
          <w:rFonts w:eastAsia="Calibri"/>
          <w:i/>
          <w:color w:val="0000CC"/>
        </w:rPr>
        <w:t xml:space="preserve"> </w:t>
      </w:r>
      <w:r w:rsidR="00E345E3" w:rsidRPr="00CE3C2D">
        <w:rPr>
          <w:rFonts w:eastAsia="Calibri"/>
          <w:i/>
          <w:color w:val="0000CC"/>
        </w:rPr>
        <w:t>&lt;</w:t>
      </w:r>
      <w:r w:rsidR="00E345E3" w:rsidRPr="00CE3C2D">
        <w:rPr>
          <w:i/>
          <w:color w:val="0000CC"/>
        </w:rPr>
        <w:t xml:space="preserve"> The programs, routines, and symbolic languages that control the functioning of the hardware and direct its operation.&gt;</w:t>
      </w:r>
    </w:p>
    <w:p w14:paraId="12FAC16A" w14:textId="77777777" w:rsidR="00A21DE7" w:rsidRPr="00F151F1" w:rsidRDefault="00A21DE7" w:rsidP="0022052C">
      <w:pPr>
        <w:pStyle w:val="List"/>
        <w:rPr>
          <w:rFonts w:ascii="Times New Roman" w:hAnsi="Times New Roman"/>
          <w:color w:val="0000CC"/>
          <w:sz w:val="24"/>
          <w:szCs w:val="24"/>
        </w:rPr>
      </w:pPr>
      <w:r w:rsidRPr="00F151F1">
        <w:rPr>
          <w:rFonts w:eastAsia="Calibri"/>
          <w:i/>
          <w:color w:val="0000CC"/>
        </w:rPr>
        <w:t>Hardware</w:t>
      </w:r>
      <w:r w:rsidR="00E345E3" w:rsidRPr="00F151F1">
        <w:rPr>
          <w:rFonts w:eastAsia="Calibri"/>
          <w:i/>
          <w:color w:val="0000CC"/>
        </w:rPr>
        <w:t>&lt;</w:t>
      </w:r>
      <w:r w:rsidR="00E345E3" w:rsidRPr="00F151F1">
        <w:rPr>
          <w:rFonts w:ascii="Times New Roman" w:hAnsi="Times New Roman"/>
          <w:i/>
          <w:iCs/>
          <w:color w:val="0000CC"/>
          <w:sz w:val="24"/>
          <w:szCs w:val="24"/>
        </w:rPr>
        <w:t xml:space="preserve"> </w:t>
      </w:r>
      <w:r w:rsidR="00E345E3" w:rsidRPr="00F151F1">
        <w:rPr>
          <w:i/>
          <w:color w:val="0000CC"/>
          <w:szCs w:val="22"/>
        </w:rPr>
        <w:t>A computer and the associated physical equipment directly involved in the performance of data-processing or communications functions. Machines and other physical equipment directly involved in performing an industrial, technological, or military function&gt;.</w:t>
      </w:r>
    </w:p>
    <w:p w14:paraId="38DAA7F8" w14:textId="77777777" w:rsidR="00A21DE7" w:rsidRPr="00F151F1" w:rsidRDefault="00A21DE7" w:rsidP="0022052C">
      <w:pPr>
        <w:pStyle w:val="List"/>
        <w:rPr>
          <w:rFonts w:eastAsia="Calibri"/>
          <w:i/>
          <w:color w:val="0000CC"/>
        </w:rPr>
      </w:pPr>
      <w:r w:rsidRPr="00F151F1">
        <w:rPr>
          <w:rFonts w:eastAsia="Calibri"/>
          <w:i/>
          <w:color w:val="0000CC"/>
        </w:rPr>
        <w:t>Network</w:t>
      </w:r>
      <w:r w:rsidR="00E345E3" w:rsidRPr="00F151F1">
        <w:rPr>
          <w:rFonts w:eastAsia="Calibri"/>
          <w:i/>
          <w:color w:val="0000CC"/>
        </w:rPr>
        <w:t xml:space="preserve"> &lt;</w:t>
      </w:r>
      <w:r w:rsidR="0022052C" w:rsidRPr="00F151F1">
        <w:rPr>
          <w:color w:val="0000CC"/>
        </w:rPr>
        <w:t xml:space="preserve"> </w:t>
      </w:r>
      <w:r w:rsidR="0022052C" w:rsidRPr="00F151F1">
        <w:rPr>
          <w:rFonts w:eastAsia="Calibri"/>
          <w:i/>
          <w:color w:val="0000CC"/>
        </w:rPr>
        <w:t>network is a group of two or more computer systems linked together.</w:t>
      </w:r>
      <w:r w:rsidR="00D517B5">
        <w:rPr>
          <w:rFonts w:eastAsia="Calibri"/>
          <w:i/>
          <w:color w:val="0000CC"/>
        </w:rPr>
        <w:t>&gt;</w:t>
      </w:r>
    </w:p>
    <w:p w14:paraId="376AB23B" w14:textId="77777777" w:rsidR="005A3913" w:rsidRPr="00F151F1" w:rsidRDefault="00A21DE7" w:rsidP="004636F7">
      <w:pPr>
        <w:pStyle w:val="List"/>
        <w:rPr>
          <w:rFonts w:eastAsia="Calibri"/>
          <w:color w:val="0000CC"/>
        </w:rPr>
      </w:pPr>
      <w:r w:rsidRPr="00F151F1">
        <w:rPr>
          <w:rFonts w:eastAsia="Calibri"/>
          <w:i/>
          <w:color w:val="0000CC"/>
        </w:rPr>
        <w:t>Middleware</w:t>
      </w:r>
      <w:r w:rsidR="00E345E3" w:rsidRPr="00F151F1">
        <w:rPr>
          <w:rFonts w:eastAsia="Calibri"/>
          <w:i/>
          <w:color w:val="0000CC"/>
        </w:rPr>
        <w:t xml:space="preserve"> &lt;</w:t>
      </w:r>
      <w:r w:rsidR="004636F7" w:rsidRPr="00F151F1">
        <w:rPr>
          <w:color w:val="0000CC"/>
        </w:rPr>
        <w:t xml:space="preserve"> </w:t>
      </w:r>
      <w:r w:rsidR="004636F7" w:rsidRPr="00F151F1">
        <w:rPr>
          <w:rFonts w:eastAsia="Calibri"/>
          <w:i/>
          <w:color w:val="0000CC"/>
        </w:rPr>
        <w:t>Software that serves as an intermediary between systems software and an application.</w:t>
      </w:r>
      <w:r w:rsidR="00D517B5">
        <w:rPr>
          <w:rFonts w:eastAsia="Calibri"/>
          <w:i/>
          <w:color w:val="0000CC"/>
        </w:rPr>
        <w:t>&gt;</w:t>
      </w:r>
    </w:p>
    <w:p w14:paraId="134452CF" w14:textId="77777777" w:rsidR="00A21DE7" w:rsidRPr="00F151F1" w:rsidRDefault="00A21DE7" w:rsidP="009815A6">
      <w:pPr>
        <w:pStyle w:val="HUDBText"/>
        <w:rPr>
          <w:color w:val="0000CC"/>
        </w:rPr>
      </w:pPr>
      <w:r w:rsidRPr="00F151F1">
        <w:rPr>
          <w:color w:val="0000CC"/>
        </w:rPr>
        <w:t xml:space="preserve">Provide infrastructure architecture guidance and specifications for all environments required </w:t>
      </w:r>
      <w:r w:rsidR="00F151F1">
        <w:rPr>
          <w:color w:val="0000CC"/>
        </w:rPr>
        <w:t xml:space="preserve">for </w:t>
      </w:r>
      <w:r w:rsidRPr="00F151F1">
        <w:rPr>
          <w:color w:val="0000CC"/>
        </w:rPr>
        <w:t>developing, testing</w:t>
      </w:r>
      <w:r w:rsidR="00B82E8D" w:rsidRPr="00F151F1">
        <w:rPr>
          <w:color w:val="0000CC"/>
        </w:rPr>
        <w:t>,</w:t>
      </w:r>
      <w:r w:rsidRPr="00F151F1">
        <w:rPr>
          <w:color w:val="0000CC"/>
        </w:rPr>
        <w:t xml:space="preserve"> deploying</w:t>
      </w:r>
      <w:r w:rsidR="00B82E8D" w:rsidRPr="00F151F1">
        <w:rPr>
          <w:color w:val="0000CC"/>
        </w:rPr>
        <w:t>, and operating</w:t>
      </w:r>
      <w:r w:rsidRPr="00F151F1">
        <w:rPr>
          <w:color w:val="0000CC"/>
        </w:rPr>
        <w:t xml:space="preserve"> </w:t>
      </w:r>
      <w:r w:rsidR="00B82E8D" w:rsidRPr="00F151F1">
        <w:rPr>
          <w:color w:val="0000CC"/>
        </w:rPr>
        <w:t xml:space="preserve">the </w:t>
      </w:r>
      <w:r w:rsidRPr="00F151F1">
        <w:rPr>
          <w:color w:val="0000CC"/>
        </w:rPr>
        <w:t>solution.&gt;</w:t>
      </w:r>
    </w:p>
    <w:p w14:paraId="3F298CB7" w14:textId="77777777" w:rsidR="00F46716" w:rsidRDefault="00F91C19">
      <w:pPr>
        <w:overflowPunct/>
        <w:autoSpaceDE/>
        <w:autoSpaceDN/>
        <w:adjustRightInd/>
        <w:spacing w:after="0"/>
        <w:textAlignment w:val="auto"/>
      </w:pPr>
      <w:r>
        <w:rPr>
          <w:noProof/>
        </w:rPr>
        <w:drawing>
          <wp:inline distT="0" distB="0" distL="0" distR="0" wp14:anchorId="7F53F444" wp14:editId="52CEC5FE">
            <wp:extent cx="5943600" cy="3981450"/>
            <wp:effectExtent l="19050" t="0" r="0" b="0"/>
            <wp:docPr id="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cstate="print"/>
                    <a:srcRect/>
                    <a:stretch>
                      <a:fillRect/>
                    </a:stretch>
                  </pic:blipFill>
                  <pic:spPr bwMode="auto">
                    <a:xfrm>
                      <a:off x="0" y="0"/>
                      <a:ext cx="5943600" cy="3981450"/>
                    </a:xfrm>
                    <a:prstGeom prst="rect">
                      <a:avLst/>
                    </a:prstGeom>
                    <a:noFill/>
                    <a:ln w="9525">
                      <a:noFill/>
                      <a:miter lim="800000"/>
                      <a:headEnd/>
                      <a:tailEnd/>
                    </a:ln>
                  </pic:spPr>
                </pic:pic>
              </a:graphicData>
            </a:graphic>
          </wp:inline>
        </w:drawing>
      </w:r>
    </w:p>
    <w:p w14:paraId="38082731" w14:textId="77777777" w:rsidR="00FC0BF2" w:rsidRDefault="00FC0BF2">
      <w:pPr>
        <w:overflowPunct/>
        <w:autoSpaceDE/>
        <w:autoSpaceDN/>
        <w:adjustRightInd/>
        <w:spacing w:after="0"/>
        <w:textAlignment w:val="auto"/>
      </w:pPr>
    </w:p>
    <w:p w14:paraId="2BD44D0E" w14:textId="77777777" w:rsidR="00FC0BF2" w:rsidRDefault="00EE6273" w:rsidP="00EE6273">
      <w:pPr>
        <w:pStyle w:val="Caption"/>
        <w:rPr>
          <w:rFonts w:eastAsia="Calibri"/>
        </w:rPr>
      </w:pPr>
      <w:bookmarkStart w:id="107" w:name="_Ref294009975"/>
      <w:bookmarkStart w:id="108" w:name="_Toc294006535"/>
      <w:r>
        <w:t xml:space="preserve">Figure </w:t>
      </w:r>
      <w:fldSimple w:instr=" STYLEREF 1 \s ">
        <w:r w:rsidR="00F151F1">
          <w:rPr>
            <w:noProof/>
          </w:rPr>
          <w:t>6</w:t>
        </w:r>
      </w:fldSimple>
      <w:r w:rsidR="00573EF4">
        <w:t>.</w:t>
      </w:r>
      <w:fldSimple w:instr=" SEQ Figure \* ARABIC \s 1 ">
        <w:r w:rsidR="00F151F1">
          <w:rPr>
            <w:noProof/>
          </w:rPr>
          <w:t>1</w:t>
        </w:r>
      </w:fldSimple>
      <w:bookmarkEnd w:id="107"/>
      <w:r>
        <w:t xml:space="preserve"> </w:t>
      </w:r>
      <w:r w:rsidR="006E3058">
        <w:rPr>
          <w:rFonts w:eastAsia="Calibri"/>
        </w:rPr>
        <w:t>-</w:t>
      </w:r>
      <w:r w:rsidR="00081D2D">
        <w:rPr>
          <w:rFonts w:eastAsia="Calibri"/>
        </w:rPr>
        <w:t xml:space="preserve"> </w:t>
      </w:r>
      <w:r w:rsidR="00FC0BF2" w:rsidRPr="00A21DE7">
        <w:rPr>
          <w:rFonts w:eastAsia="Calibri"/>
        </w:rPr>
        <w:t>Example Infrastructure Architecture Overview Diagram</w:t>
      </w:r>
      <w:bookmarkEnd w:id="108"/>
    </w:p>
    <w:p w14:paraId="0A9CEC27" w14:textId="77777777" w:rsidR="00A21DE7" w:rsidRPr="00A21DE7" w:rsidRDefault="00A21DE7" w:rsidP="009911DB">
      <w:pPr>
        <w:pStyle w:val="Heading2"/>
      </w:pPr>
      <w:bookmarkStart w:id="109" w:name="_Toc278175212"/>
      <w:bookmarkStart w:id="110" w:name="_Toc384028864"/>
      <w:r w:rsidRPr="00A21DE7">
        <w:t>Deployment Models</w:t>
      </w:r>
      <w:bookmarkEnd w:id="109"/>
      <w:bookmarkEnd w:id="110"/>
    </w:p>
    <w:p w14:paraId="411C5462" w14:textId="77777777" w:rsidR="00A21DE7" w:rsidRPr="00F151F1" w:rsidRDefault="00A21DE7" w:rsidP="00EE5CE9">
      <w:pPr>
        <w:pStyle w:val="HUDBText"/>
        <w:rPr>
          <w:color w:val="0000CC"/>
        </w:rPr>
      </w:pPr>
      <w:r w:rsidRPr="00F151F1">
        <w:rPr>
          <w:color w:val="0000CC"/>
        </w:rPr>
        <w:t>&lt;</w:t>
      </w:r>
      <w:r w:rsidR="002B6AC8" w:rsidRPr="00F151F1">
        <w:rPr>
          <w:color w:val="0000CC"/>
        </w:rPr>
        <w:t>D</w:t>
      </w:r>
      <w:r w:rsidRPr="00F151F1">
        <w:rPr>
          <w:color w:val="0000CC"/>
        </w:rPr>
        <w:t>escribe how the application architecture is deployed into one or more physical network (hardware) configurations.</w:t>
      </w:r>
    </w:p>
    <w:p w14:paraId="76DE00A0" w14:textId="77777777" w:rsidR="00A21DE7" w:rsidRPr="00F151F1" w:rsidRDefault="00A21DE7" w:rsidP="00EE5CE9">
      <w:pPr>
        <w:pStyle w:val="HUDBText"/>
        <w:rPr>
          <w:color w:val="0000CC"/>
        </w:rPr>
      </w:pPr>
      <w:r w:rsidRPr="00F151F1">
        <w:rPr>
          <w:color w:val="0000CC"/>
        </w:rPr>
        <w:t xml:space="preserve">Replace </w:t>
      </w:r>
      <w:r w:rsidR="008E60FF" w:rsidRPr="00F151F1">
        <w:rPr>
          <w:color w:val="0000CC"/>
        </w:rPr>
        <w:t xml:space="preserve">the example web application middleware deployment and Oracle RAC deployment diagrams below </w:t>
      </w:r>
      <w:r w:rsidRPr="00F151F1">
        <w:rPr>
          <w:color w:val="0000CC"/>
        </w:rPr>
        <w:t>with one or more diagrams to illustrate significant and central components of the infrastructure architecture, these diagrams should be easily cross-referenced with</w:t>
      </w:r>
      <w:r w:rsidR="002B6AC8" w:rsidRPr="00F151F1">
        <w:rPr>
          <w:color w:val="0000CC"/>
        </w:rPr>
        <w:t xml:space="preserve"> </w:t>
      </w:r>
      <w:r w:rsidRPr="00F151F1">
        <w:rPr>
          <w:color w:val="0000CC"/>
        </w:rPr>
        <w:t xml:space="preserve">the </w:t>
      </w:r>
      <w:r w:rsidR="008E60FF" w:rsidRPr="00F151F1">
        <w:rPr>
          <w:color w:val="0000CC"/>
        </w:rPr>
        <w:t>i</w:t>
      </w:r>
      <w:r w:rsidRPr="00F151F1">
        <w:rPr>
          <w:color w:val="0000CC"/>
        </w:rPr>
        <w:t xml:space="preserve">nfrastructure </w:t>
      </w:r>
      <w:r w:rsidR="008E60FF" w:rsidRPr="00F151F1">
        <w:rPr>
          <w:color w:val="0000CC"/>
        </w:rPr>
        <w:t>a</w:t>
      </w:r>
      <w:r w:rsidRPr="00F151F1">
        <w:rPr>
          <w:color w:val="0000CC"/>
        </w:rPr>
        <w:t xml:space="preserve">rchitecture </w:t>
      </w:r>
      <w:r w:rsidR="008E60FF" w:rsidRPr="00F151F1">
        <w:rPr>
          <w:color w:val="0000CC"/>
        </w:rPr>
        <w:t>o</w:t>
      </w:r>
      <w:r w:rsidRPr="00F151F1">
        <w:rPr>
          <w:color w:val="0000CC"/>
        </w:rPr>
        <w:t xml:space="preserve">verview </w:t>
      </w:r>
      <w:r w:rsidR="008E60FF" w:rsidRPr="00F151F1">
        <w:rPr>
          <w:color w:val="0000CC"/>
        </w:rPr>
        <w:t>d</w:t>
      </w:r>
      <w:r w:rsidRPr="00F151F1">
        <w:rPr>
          <w:color w:val="0000CC"/>
        </w:rPr>
        <w:t>iagram.</w:t>
      </w:r>
    </w:p>
    <w:p w14:paraId="3DCAEFD6" w14:textId="77777777" w:rsidR="00A21DE7" w:rsidRPr="00F151F1" w:rsidRDefault="00A21DE7" w:rsidP="00EE5CE9">
      <w:pPr>
        <w:pStyle w:val="HUDBText"/>
        <w:rPr>
          <w:color w:val="0000CC"/>
        </w:rPr>
      </w:pPr>
      <w:r w:rsidRPr="00F151F1">
        <w:rPr>
          <w:color w:val="0000CC"/>
        </w:rPr>
        <w:t xml:space="preserve">Provide diagrams as required to develop the level of detail required to provide unambiguous high-level architectural specifications and guidance to architects and designers developing the solution detailed design.  </w:t>
      </w:r>
    </w:p>
    <w:p w14:paraId="2D5FCC5F" w14:textId="77777777" w:rsidR="00A21DE7" w:rsidRPr="00F151F1" w:rsidRDefault="002B6AC8" w:rsidP="00EE5CE9">
      <w:pPr>
        <w:pStyle w:val="HUDBText"/>
        <w:rPr>
          <w:color w:val="0000CC"/>
        </w:rPr>
      </w:pPr>
      <w:r w:rsidRPr="00F151F1">
        <w:rPr>
          <w:color w:val="0000CC"/>
        </w:rPr>
        <w:t>Annotate a</w:t>
      </w:r>
      <w:r w:rsidR="00A21DE7" w:rsidRPr="00F151F1">
        <w:rPr>
          <w:color w:val="0000CC"/>
        </w:rPr>
        <w:t>ll diagrams with supporting narrative to define all objects and relationships depicted by the diagrams.&gt;</w:t>
      </w:r>
    </w:p>
    <w:p w14:paraId="4F301401" w14:textId="77777777" w:rsidR="00A21DE7" w:rsidRPr="00A21DE7" w:rsidRDefault="00A21DE7" w:rsidP="00A21DE7">
      <w:pPr>
        <w:overflowPunct/>
        <w:autoSpaceDE/>
        <w:autoSpaceDN/>
        <w:adjustRightInd/>
        <w:spacing w:before="120" w:after="200" w:line="276" w:lineRule="auto"/>
        <w:ind w:left="90"/>
        <w:contextualSpacing/>
        <w:textAlignment w:val="auto"/>
        <w:rPr>
          <w:rFonts w:ascii="Times New Roman" w:eastAsia="Calibri" w:hAnsi="Times New Roman"/>
          <w:i/>
          <w:color w:val="0000FF"/>
          <w:szCs w:val="22"/>
        </w:rPr>
      </w:pPr>
    </w:p>
    <w:p w14:paraId="027C4CC0" w14:textId="77777777" w:rsidR="00F46716" w:rsidRDefault="00F91C19" w:rsidP="00F46716">
      <w:pPr>
        <w:spacing w:after="0"/>
        <w:jc w:val="center"/>
      </w:pPr>
      <w:r>
        <w:rPr>
          <w:noProof/>
        </w:rPr>
        <w:drawing>
          <wp:inline distT="0" distB="0" distL="0" distR="0" wp14:anchorId="618E93B0" wp14:editId="35C4AECA">
            <wp:extent cx="5191125" cy="4457700"/>
            <wp:effectExtent l="19050" t="0" r="9525" b="0"/>
            <wp:docPr id="9"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0" cstate="print"/>
                    <a:srcRect/>
                    <a:stretch>
                      <a:fillRect/>
                    </a:stretch>
                  </pic:blipFill>
                  <pic:spPr bwMode="auto">
                    <a:xfrm>
                      <a:off x="0" y="0"/>
                      <a:ext cx="5191125" cy="4457700"/>
                    </a:xfrm>
                    <a:prstGeom prst="rect">
                      <a:avLst/>
                    </a:prstGeom>
                    <a:noFill/>
                    <a:ln w="9525">
                      <a:noFill/>
                      <a:miter lim="800000"/>
                      <a:headEnd/>
                      <a:tailEnd/>
                    </a:ln>
                  </pic:spPr>
                </pic:pic>
              </a:graphicData>
            </a:graphic>
          </wp:inline>
        </w:drawing>
      </w:r>
    </w:p>
    <w:p w14:paraId="759901D1" w14:textId="77777777" w:rsidR="00081D2D" w:rsidRPr="00A21DE7" w:rsidRDefault="00EE6273" w:rsidP="00EE6273">
      <w:pPr>
        <w:pStyle w:val="Caption"/>
        <w:rPr>
          <w:rFonts w:eastAsia="Calibri"/>
        </w:rPr>
      </w:pPr>
      <w:bookmarkStart w:id="111" w:name="_Toc294006536"/>
      <w:r>
        <w:t xml:space="preserve">Figure </w:t>
      </w:r>
      <w:fldSimple w:instr=" STYLEREF 1 \s ">
        <w:r w:rsidR="00F151F1">
          <w:rPr>
            <w:noProof/>
          </w:rPr>
          <w:t>6</w:t>
        </w:r>
      </w:fldSimple>
      <w:r w:rsidR="00573EF4">
        <w:t>.</w:t>
      </w:r>
      <w:fldSimple w:instr=" SEQ Figure \* ARABIC \s 1 ">
        <w:r w:rsidR="00F151F1">
          <w:rPr>
            <w:noProof/>
          </w:rPr>
          <w:t>2</w:t>
        </w:r>
      </w:fldSimple>
      <w:r>
        <w:t xml:space="preserve"> </w:t>
      </w:r>
      <w:r w:rsidR="006E3058">
        <w:rPr>
          <w:rFonts w:eastAsia="Calibri"/>
        </w:rPr>
        <w:t>-</w:t>
      </w:r>
      <w:r w:rsidR="00081D2D">
        <w:rPr>
          <w:rFonts w:eastAsia="Calibri"/>
        </w:rPr>
        <w:t xml:space="preserve"> </w:t>
      </w:r>
      <w:r w:rsidR="00081D2D" w:rsidRPr="00A21DE7">
        <w:rPr>
          <w:rFonts w:eastAsia="Calibri"/>
        </w:rPr>
        <w:t>Example Web Application Middleware Deployment Diagram</w:t>
      </w:r>
      <w:bookmarkEnd w:id="111"/>
    </w:p>
    <w:p w14:paraId="09E7A53E" w14:textId="77777777" w:rsidR="00081D2D" w:rsidRDefault="00081D2D" w:rsidP="00081D2D">
      <w:pPr>
        <w:pStyle w:val="Caption"/>
      </w:pPr>
    </w:p>
    <w:p w14:paraId="16BAFEBD" w14:textId="77777777" w:rsidR="00F46716" w:rsidRDefault="00F46716">
      <w:pPr>
        <w:overflowPunct/>
        <w:autoSpaceDE/>
        <w:autoSpaceDN/>
        <w:adjustRightInd/>
        <w:spacing w:after="0"/>
        <w:textAlignment w:val="auto"/>
      </w:pPr>
    </w:p>
    <w:p w14:paraId="1ECB4984" w14:textId="77777777" w:rsidR="00EF499B" w:rsidRDefault="00EF499B">
      <w:pPr>
        <w:overflowPunct/>
        <w:autoSpaceDE/>
        <w:autoSpaceDN/>
        <w:adjustRightInd/>
        <w:spacing w:after="0"/>
        <w:textAlignment w:val="auto"/>
      </w:pPr>
    </w:p>
    <w:p w14:paraId="77D010E9" w14:textId="77777777" w:rsidR="00A21DE7" w:rsidRDefault="00A21DE7" w:rsidP="00F46716">
      <w:pPr>
        <w:spacing w:after="0"/>
        <w:jc w:val="center"/>
      </w:pPr>
    </w:p>
    <w:p w14:paraId="0425B12F" w14:textId="77777777" w:rsidR="00A21DE7" w:rsidRDefault="00F91C19">
      <w:pPr>
        <w:overflowPunct/>
        <w:autoSpaceDE/>
        <w:autoSpaceDN/>
        <w:adjustRightInd/>
        <w:spacing w:after="0"/>
        <w:textAlignment w:val="auto"/>
      </w:pPr>
      <w:r>
        <w:rPr>
          <w:rFonts w:ascii="Times New Roman" w:hAnsi="Times New Roman"/>
          <w:i/>
          <w:noProof/>
          <w:color w:val="0000FF"/>
        </w:rPr>
        <w:drawing>
          <wp:inline distT="0" distB="0" distL="0" distR="0" wp14:anchorId="55724BC8" wp14:editId="1CD20DAD">
            <wp:extent cx="5724525" cy="5181600"/>
            <wp:effectExtent l="0" t="0" r="0" b="0"/>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cstate="print"/>
                    <a:srcRect/>
                    <a:stretch>
                      <a:fillRect/>
                    </a:stretch>
                  </pic:blipFill>
                  <pic:spPr bwMode="auto">
                    <a:xfrm>
                      <a:off x="0" y="0"/>
                      <a:ext cx="5724525" cy="5181600"/>
                    </a:xfrm>
                    <a:prstGeom prst="rect">
                      <a:avLst/>
                    </a:prstGeom>
                    <a:noFill/>
                    <a:ln w="9525">
                      <a:noFill/>
                      <a:miter lim="800000"/>
                      <a:headEnd/>
                      <a:tailEnd/>
                    </a:ln>
                  </pic:spPr>
                </pic:pic>
              </a:graphicData>
            </a:graphic>
          </wp:inline>
        </w:drawing>
      </w:r>
    </w:p>
    <w:p w14:paraId="350B1956" w14:textId="77777777" w:rsidR="00081D2D" w:rsidRPr="00E14356" w:rsidRDefault="00EE6273" w:rsidP="00EE6273">
      <w:pPr>
        <w:pStyle w:val="Caption"/>
        <w:rPr>
          <w:rFonts w:eastAsia="Calibri"/>
        </w:rPr>
      </w:pPr>
      <w:bookmarkStart w:id="112" w:name="_Toc294006537"/>
      <w:r>
        <w:t xml:space="preserve">Figure </w:t>
      </w:r>
      <w:fldSimple w:instr=" STYLEREF 1 \s ">
        <w:r w:rsidR="00F151F1">
          <w:rPr>
            <w:noProof/>
          </w:rPr>
          <w:t>6</w:t>
        </w:r>
      </w:fldSimple>
      <w:r w:rsidR="00573EF4">
        <w:t>.</w:t>
      </w:r>
      <w:fldSimple w:instr=" SEQ Figure \* ARABIC \s 1 ">
        <w:r w:rsidR="00F151F1">
          <w:rPr>
            <w:noProof/>
          </w:rPr>
          <w:t>3</w:t>
        </w:r>
      </w:fldSimple>
      <w:r>
        <w:t xml:space="preserve"> </w:t>
      </w:r>
      <w:r w:rsidR="006E3058">
        <w:rPr>
          <w:rFonts w:eastAsia="Calibri"/>
        </w:rPr>
        <w:t>-</w:t>
      </w:r>
      <w:r w:rsidR="00081D2D">
        <w:rPr>
          <w:rFonts w:eastAsia="Calibri"/>
        </w:rPr>
        <w:t xml:space="preserve"> </w:t>
      </w:r>
      <w:r w:rsidR="00081D2D" w:rsidRPr="00E14356">
        <w:rPr>
          <w:rFonts w:eastAsia="Calibri"/>
        </w:rPr>
        <w:t>Example Oracle RAC Deployment Diagram</w:t>
      </w:r>
      <w:bookmarkEnd w:id="112"/>
    </w:p>
    <w:p w14:paraId="05D7DA1A" w14:textId="77777777" w:rsidR="00081D2D" w:rsidRDefault="00081D2D">
      <w:pPr>
        <w:overflowPunct/>
        <w:autoSpaceDE/>
        <w:autoSpaceDN/>
        <w:adjustRightInd/>
        <w:spacing w:after="0"/>
        <w:textAlignment w:val="auto"/>
      </w:pPr>
    </w:p>
    <w:p w14:paraId="44D6D377" w14:textId="77777777" w:rsidR="00081D2D" w:rsidRDefault="00081D2D">
      <w:pPr>
        <w:overflowPunct/>
        <w:autoSpaceDE/>
        <w:autoSpaceDN/>
        <w:adjustRightInd/>
        <w:spacing w:after="0"/>
        <w:textAlignment w:val="auto"/>
      </w:pPr>
    </w:p>
    <w:p w14:paraId="007B42AB" w14:textId="77777777" w:rsidR="00475B5F" w:rsidRDefault="00475B5F">
      <w:pPr>
        <w:overflowPunct/>
        <w:autoSpaceDE/>
        <w:autoSpaceDN/>
        <w:adjustRightInd/>
        <w:spacing w:after="0"/>
        <w:textAlignment w:val="auto"/>
      </w:pPr>
      <w:r>
        <w:br w:type="page"/>
      </w:r>
    </w:p>
    <w:p w14:paraId="13B943B6" w14:textId="2370B692" w:rsidR="00475B5F" w:rsidRPr="00475B5F" w:rsidRDefault="00F7465E" w:rsidP="008E60FF">
      <w:pPr>
        <w:pStyle w:val="Heading1"/>
        <w:numPr>
          <w:ilvl w:val="0"/>
          <w:numId w:val="0"/>
        </w:numPr>
        <w:ind w:left="360" w:hanging="360"/>
      </w:pPr>
      <w:bookmarkStart w:id="113" w:name="_Toc292181787"/>
      <w:bookmarkStart w:id="114" w:name="_Toc384028865"/>
      <w:r>
        <w:t xml:space="preserve">Appendix A: </w:t>
      </w:r>
      <w:r w:rsidR="00475B5F" w:rsidRPr="00475B5F">
        <w:t>References</w:t>
      </w:r>
      <w:bookmarkEnd w:id="113"/>
      <w:bookmarkEnd w:id="114"/>
    </w:p>
    <w:p w14:paraId="45674953" w14:textId="77777777" w:rsidR="00475B5F" w:rsidRPr="00475B5F" w:rsidRDefault="00475B5F" w:rsidP="008E60FF">
      <w:pPr>
        <w:pStyle w:val="HUDBText"/>
      </w:pPr>
      <w:r w:rsidRPr="00475B5F">
        <w:t xml:space="preserve">&lt;Insert the name, version number, description, and physical location of any documents referenced in this document. Add rows to the table as necessary.&gt; </w:t>
      </w:r>
    </w:p>
    <w:p w14:paraId="2674E0F0" w14:textId="6FE39CD3" w:rsidR="00475B5F" w:rsidRPr="00475B5F" w:rsidRDefault="00E60800" w:rsidP="00475B5F">
      <w:pPr>
        <w:rPr>
          <w:szCs w:val="22"/>
        </w:rPr>
      </w:pPr>
      <w:r>
        <w:rPr>
          <w:szCs w:val="22"/>
        </w:rPr>
        <w:fldChar w:fldCharType="begin"/>
      </w:r>
      <w:r w:rsidR="008E60FF">
        <w:rPr>
          <w:szCs w:val="22"/>
        </w:rPr>
        <w:instrText xml:space="preserve"> REF _Ref294083913 \h </w:instrText>
      </w:r>
      <w:r>
        <w:rPr>
          <w:szCs w:val="22"/>
        </w:rPr>
      </w:r>
      <w:r>
        <w:rPr>
          <w:szCs w:val="22"/>
        </w:rPr>
        <w:fldChar w:fldCharType="separate"/>
      </w:r>
      <w:r w:rsidR="00F151F1">
        <w:t xml:space="preserve">Table </w:t>
      </w:r>
      <w:r>
        <w:rPr>
          <w:szCs w:val="22"/>
        </w:rPr>
        <w:fldChar w:fldCharType="end"/>
      </w:r>
      <w:r w:rsidR="00F7465E">
        <w:rPr>
          <w:szCs w:val="22"/>
        </w:rPr>
        <w:t>A</w:t>
      </w:r>
      <w:r w:rsidR="00A05A01">
        <w:rPr>
          <w:szCs w:val="22"/>
        </w:rPr>
        <w:t>.1</w:t>
      </w:r>
      <w:r w:rsidR="008E60FF">
        <w:rPr>
          <w:szCs w:val="22"/>
        </w:rPr>
        <w:t xml:space="preserve"> below </w:t>
      </w:r>
      <w:r w:rsidR="00475B5F" w:rsidRPr="00475B5F">
        <w:rPr>
          <w:szCs w:val="22"/>
        </w:rPr>
        <w:t>summarizes the documents referenced in this document.</w:t>
      </w:r>
    </w:p>
    <w:tbl>
      <w:tblPr>
        <w:tblW w:w="50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4"/>
        <w:gridCol w:w="3305"/>
        <w:gridCol w:w="3737"/>
      </w:tblGrid>
      <w:tr w:rsidR="00475B5F" w:rsidRPr="004D0D78" w14:paraId="28DC02EA" w14:textId="77777777" w:rsidTr="004D0D78">
        <w:trPr>
          <w:trHeight w:val="70"/>
        </w:trPr>
        <w:tc>
          <w:tcPr>
            <w:tcW w:w="1361" w:type="pct"/>
            <w:shd w:val="clear" w:color="auto" w:fill="auto"/>
            <w:vAlign w:val="center"/>
          </w:tcPr>
          <w:p w14:paraId="6CE62902" w14:textId="77777777" w:rsidR="00475B5F" w:rsidRPr="004D0D78" w:rsidRDefault="00475B5F" w:rsidP="008E60FF">
            <w:pPr>
              <w:pStyle w:val="HUDTableHeading"/>
              <w:rPr>
                <w:b/>
              </w:rPr>
            </w:pPr>
            <w:r w:rsidRPr="004D0D78">
              <w:rPr>
                <w:b/>
              </w:rPr>
              <w:t>Document Name</w:t>
            </w:r>
          </w:p>
        </w:tc>
        <w:tc>
          <w:tcPr>
            <w:tcW w:w="1708" w:type="pct"/>
            <w:shd w:val="clear" w:color="auto" w:fill="auto"/>
            <w:vAlign w:val="center"/>
          </w:tcPr>
          <w:p w14:paraId="54C0190D" w14:textId="77777777" w:rsidR="00475B5F" w:rsidRPr="004D0D78" w:rsidRDefault="00475B5F" w:rsidP="008E60FF">
            <w:pPr>
              <w:pStyle w:val="HUDTableHeading"/>
              <w:rPr>
                <w:b/>
              </w:rPr>
            </w:pPr>
            <w:r w:rsidRPr="004D0D78">
              <w:rPr>
                <w:b/>
              </w:rPr>
              <w:t>Description</w:t>
            </w:r>
          </w:p>
        </w:tc>
        <w:tc>
          <w:tcPr>
            <w:tcW w:w="1931" w:type="pct"/>
            <w:shd w:val="clear" w:color="auto" w:fill="auto"/>
            <w:vAlign w:val="center"/>
          </w:tcPr>
          <w:p w14:paraId="688DF424" w14:textId="77777777" w:rsidR="00475B5F" w:rsidRPr="004D0D78" w:rsidRDefault="00475B5F" w:rsidP="008E60FF">
            <w:pPr>
              <w:pStyle w:val="HUDTableHeading"/>
              <w:rPr>
                <w:b/>
              </w:rPr>
            </w:pPr>
            <w:r w:rsidRPr="004D0D78">
              <w:rPr>
                <w:b/>
              </w:rPr>
              <w:t>Location</w:t>
            </w:r>
          </w:p>
        </w:tc>
      </w:tr>
      <w:tr w:rsidR="00475B5F" w:rsidRPr="004D0D78" w14:paraId="5D4C581D" w14:textId="77777777" w:rsidTr="004D0D78">
        <w:trPr>
          <w:trHeight w:val="482"/>
        </w:trPr>
        <w:tc>
          <w:tcPr>
            <w:tcW w:w="1361" w:type="pct"/>
            <w:shd w:val="clear" w:color="auto" w:fill="auto"/>
            <w:vAlign w:val="center"/>
          </w:tcPr>
          <w:p w14:paraId="1B688BD3" w14:textId="77777777" w:rsidR="00475B5F" w:rsidRPr="004D0D78" w:rsidRDefault="00475B5F" w:rsidP="004D0D78">
            <w:pPr>
              <w:spacing w:before="60" w:after="60"/>
              <w:rPr>
                <w:i/>
                <w:iCs/>
                <w:color w:val="0000FF"/>
                <w:sz w:val="20"/>
              </w:rPr>
            </w:pPr>
            <w:r w:rsidRPr="004D0D78">
              <w:rPr>
                <w:i/>
                <w:iCs/>
                <w:color w:val="0000FF"/>
                <w:sz w:val="20"/>
              </w:rPr>
              <w:t>&lt;Document Name and Version Number&gt;</w:t>
            </w:r>
          </w:p>
        </w:tc>
        <w:tc>
          <w:tcPr>
            <w:tcW w:w="1708" w:type="pct"/>
            <w:shd w:val="clear" w:color="auto" w:fill="auto"/>
            <w:vAlign w:val="center"/>
          </w:tcPr>
          <w:p w14:paraId="14C8D5B4" w14:textId="77777777" w:rsidR="00475B5F" w:rsidRPr="004D0D78" w:rsidRDefault="00475B5F" w:rsidP="004D0D78">
            <w:pPr>
              <w:spacing w:before="60" w:after="60"/>
              <w:rPr>
                <w:i/>
                <w:iCs/>
                <w:color w:val="0000FF"/>
                <w:sz w:val="20"/>
              </w:rPr>
            </w:pPr>
            <w:r w:rsidRPr="004D0D78">
              <w:rPr>
                <w:i/>
                <w:iCs/>
                <w:color w:val="0000FF"/>
                <w:sz w:val="20"/>
              </w:rPr>
              <w:t>&lt;Document description&gt;</w:t>
            </w:r>
          </w:p>
        </w:tc>
        <w:tc>
          <w:tcPr>
            <w:tcW w:w="1931" w:type="pct"/>
            <w:shd w:val="clear" w:color="auto" w:fill="auto"/>
            <w:vAlign w:val="center"/>
          </w:tcPr>
          <w:p w14:paraId="77BB08C5" w14:textId="77777777" w:rsidR="00475B5F" w:rsidRPr="004D0D78" w:rsidRDefault="00475B5F" w:rsidP="004D0D78">
            <w:pPr>
              <w:spacing w:before="60" w:after="60"/>
              <w:rPr>
                <w:i/>
                <w:iCs/>
                <w:color w:val="0000FF"/>
                <w:sz w:val="20"/>
              </w:rPr>
            </w:pPr>
            <w:r w:rsidRPr="004D0D78">
              <w:rPr>
                <w:i/>
                <w:iCs/>
                <w:color w:val="0000FF"/>
                <w:sz w:val="20"/>
              </w:rPr>
              <w:t>&lt;URL to where document is located&gt;</w:t>
            </w:r>
          </w:p>
        </w:tc>
      </w:tr>
      <w:tr w:rsidR="00475B5F" w:rsidRPr="004D0D78" w14:paraId="2A09AE4C" w14:textId="77777777" w:rsidTr="004D0D78">
        <w:trPr>
          <w:trHeight w:val="70"/>
        </w:trPr>
        <w:tc>
          <w:tcPr>
            <w:tcW w:w="1361" w:type="pct"/>
            <w:shd w:val="clear" w:color="auto" w:fill="auto"/>
            <w:vAlign w:val="center"/>
          </w:tcPr>
          <w:p w14:paraId="54DD35C3" w14:textId="77777777" w:rsidR="00475B5F" w:rsidRPr="004D0D78" w:rsidRDefault="00475B5F" w:rsidP="00475B5F">
            <w:pPr>
              <w:rPr>
                <w:i/>
                <w:color w:val="0000FF"/>
                <w:sz w:val="20"/>
              </w:rPr>
            </w:pPr>
          </w:p>
        </w:tc>
        <w:tc>
          <w:tcPr>
            <w:tcW w:w="1708" w:type="pct"/>
            <w:shd w:val="clear" w:color="auto" w:fill="auto"/>
            <w:vAlign w:val="center"/>
          </w:tcPr>
          <w:p w14:paraId="456462E4" w14:textId="77777777" w:rsidR="00475B5F" w:rsidRPr="004D0D78" w:rsidRDefault="00475B5F" w:rsidP="00475B5F">
            <w:pPr>
              <w:rPr>
                <w:i/>
                <w:color w:val="0000FF"/>
                <w:sz w:val="20"/>
              </w:rPr>
            </w:pPr>
          </w:p>
        </w:tc>
        <w:tc>
          <w:tcPr>
            <w:tcW w:w="1931" w:type="pct"/>
            <w:shd w:val="clear" w:color="auto" w:fill="auto"/>
            <w:vAlign w:val="center"/>
          </w:tcPr>
          <w:p w14:paraId="373291A1" w14:textId="77777777" w:rsidR="00475B5F" w:rsidRPr="004D0D78" w:rsidRDefault="00475B5F" w:rsidP="00475B5F">
            <w:pPr>
              <w:rPr>
                <w:i/>
                <w:color w:val="0000FF"/>
                <w:sz w:val="20"/>
              </w:rPr>
            </w:pPr>
          </w:p>
        </w:tc>
      </w:tr>
      <w:tr w:rsidR="00475B5F" w:rsidRPr="004D0D78" w14:paraId="3176F399" w14:textId="77777777" w:rsidTr="004D0D78">
        <w:trPr>
          <w:trHeight w:val="70"/>
        </w:trPr>
        <w:tc>
          <w:tcPr>
            <w:tcW w:w="1361" w:type="pct"/>
            <w:shd w:val="clear" w:color="auto" w:fill="auto"/>
            <w:vAlign w:val="center"/>
          </w:tcPr>
          <w:p w14:paraId="50706729" w14:textId="77777777" w:rsidR="00475B5F" w:rsidRPr="004D0D78" w:rsidRDefault="00475B5F" w:rsidP="00475B5F">
            <w:pPr>
              <w:rPr>
                <w:i/>
                <w:color w:val="0000FF"/>
                <w:sz w:val="20"/>
              </w:rPr>
            </w:pPr>
          </w:p>
        </w:tc>
        <w:tc>
          <w:tcPr>
            <w:tcW w:w="1708" w:type="pct"/>
            <w:shd w:val="clear" w:color="auto" w:fill="auto"/>
            <w:vAlign w:val="center"/>
          </w:tcPr>
          <w:p w14:paraId="033269AA" w14:textId="77777777" w:rsidR="00475B5F" w:rsidRPr="004D0D78" w:rsidRDefault="00475B5F" w:rsidP="00475B5F">
            <w:pPr>
              <w:rPr>
                <w:i/>
                <w:color w:val="0000FF"/>
                <w:sz w:val="20"/>
              </w:rPr>
            </w:pPr>
          </w:p>
        </w:tc>
        <w:tc>
          <w:tcPr>
            <w:tcW w:w="1931" w:type="pct"/>
            <w:shd w:val="clear" w:color="auto" w:fill="auto"/>
            <w:vAlign w:val="center"/>
          </w:tcPr>
          <w:p w14:paraId="400C4319" w14:textId="77777777" w:rsidR="00475B5F" w:rsidRPr="004D0D78" w:rsidRDefault="00475B5F" w:rsidP="004D0D78">
            <w:pPr>
              <w:keepNext/>
              <w:rPr>
                <w:i/>
                <w:color w:val="0000FF"/>
                <w:sz w:val="20"/>
              </w:rPr>
            </w:pPr>
          </w:p>
        </w:tc>
      </w:tr>
    </w:tbl>
    <w:p w14:paraId="3B6BF313" w14:textId="6059D515" w:rsidR="00475B5F" w:rsidRPr="00475B5F" w:rsidRDefault="008E60FF" w:rsidP="008E60FF">
      <w:pPr>
        <w:pStyle w:val="Caption"/>
        <w:rPr>
          <w:b w:val="0"/>
          <w:bCs w:val="0"/>
        </w:rPr>
      </w:pPr>
      <w:bookmarkStart w:id="115" w:name="_Ref294083913"/>
      <w:bookmarkStart w:id="116" w:name="_Ref294083908"/>
      <w:r>
        <w:t xml:space="preserve">Table </w:t>
      </w:r>
      <w:bookmarkEnd w:id="115"/>
      <w:r w:rsidR="00F7465E">
        <w:t>A</w:t>
      </w:r>
      <w:r w:rsidR="00A05A01">
        <w:t>.1</w:t>
      </w:r>
      <w:r>
        <w:t>: References</w:t>
      </w:r>
      <w:bookmarkEnd w:id="116"/>
    </w:p>
    <w:p w14:paraId="3758E61C" w14:textId="77777777" w:rsidR="00F151F1" w:rsidRDefault="00F151F1">
      <w:pPr>
        <w:overflowPunct/>
        <w:autoSpaceDE/>
        <w:autoSpaceDN/>
        <w:adjustRightInd/>
        <w:spacing w:after="0"/>
        <w:textAlignment w:val="auto"/>
        <w:rPr>
          <w:rFonts w:ascii="Cambria" w:hAnsi="Cambria"/>
          <w:b/>
          <w:bCs/>
          <w:sz w:val="28"/>
          <w:szCs w:val="28"/>
        </w:rPr>
      </w:pPr>
      <w:bookmarkStart w:id="117" w:name="_Toc106079534"/>
      <w:bookmarkStart w:id="118" w:name="_Toc107027581"/>
      <w:bookmarkStart w:id="119" w:name="_Toc107027791"/>
      <w:bookmarkStart w:id="120" w:name="_Toc223162300"/>
      <w:bookmarkStart w:id="121" w:name="_Toc229298514"/>
      <w:bookmarkStart w:id="122" w:name="_Toc279826480"/>
      <w:bookmarkStart w:id="123" w:name="_Toc361134844"/>
      <w:r>
        <w:br w:type="page"/>
      </w:r>
    </w:p>
    <w:p w14:paraId="6880A194" w14:textId="3526FB08" w:rsidR="00B22276" w:rsidRPr="00C86B96" w:rsidRDefault="00B22276" w:rsidP="00B22276">
      <w:pPr>
        <w:pStyle w:val="Heading1"/>
        <w:numPr>
          <w:ilvl w:val="0"/>
          <w:numId w:val="0"/>
        </w:numPr>
        <w:ind w:left="360" w:hanging="360"/>
      </w:pPr>
      <w:bookmarkStart w:id="124" w:name="_Toc384028866"/>
      <w:r w:rsidRPr="00C86B96">
        <w:t>A</w:t>
      </w:r>
      <w:r>
        <w:t xml:space="preserve">ppendix </w:t>
      </w:r>
      <w:r w:rsidR="00F7465E">
        <w:t>B</w:t>
      </w:r>
      <w:r>
        <w:t xml:space="preserve"> </w:t>
      </w:r>
      <w:bookmarkEnd w:id="117"/>
      <w:bookmarkEnd w:id="118"/>
      <w:bookmarkEnd w:id="119"/>
      <w:bookmarkEnd w:id="120"/>
      <w:bookmarkEnd w:id="121"/>
      <w:bookmarkEnd w:id="122"/>
      <w:r w:rsidR="004636F7">
        <w:t xml:space="preserve">- </w:t>
      </w:r>
      <w:r>
        <w:t>Key Terms</w:t>
      </w:r>
      <w:bookmarkEnd w:id="123"/>
      <w:bookmarkEnd w:id="124"/>
    </w:p>
    <w:p w14:paraId="29C389B4" w14:textId="4C0FEA67" w:rsidR="00B22276" w:rsidRDefault="00E60800" w:rsidP="00B22276">
      <w:r>
        <w:fldChar w:fldCharType="begin"/>
      </w:r>
      <w:r w:rsidR="00B22276">
        <w:instrText xml:space="preserve"> REF _Ref294795420 \h </w:instrText>
      </w:r>
      <w:r>
        <w:fldChar w:fldCharType="separate"/>
      </w:r>
      <w:r w:rsidR="00F151F1">
        <w:t xml:space="preserve">Table </w:t>
      </w:r>
      <w:r>
        <w:fldChar w:fldCharType="end"/>
      </w:r>
      <w:r w:rsidR="00F7465E">
        <w:t>B</w:t>
      </w:r>
      <w:r w:rsidR="00A05A01">
        <w:t>.1</w:t>
      </w:r>
      <w:r w:rsidR="00B22276">
        <w:t xml:space="preserve"> below </w:t>
      </w:r>
      <w:r w:rsidR="00B22276" w:rsidRPr="00AD23D3">
        <w:t>provides definitions and explanations for terms and acronyms relevant to the content presented within this document.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200"/>
      </w:tblGrid>
      <w:tr w:rsidR="00B22276" w:rsidRPr="004D0D78" w14:paraId="569E386A" w14:textId="77777777" w:rsidTr="001416E8">
        <w:tc>
          <w:tcPr>
            <w:tcW w:w="2268" w:type="dxa"/>
            <w:shd w:val="clear" w:color="auto" w:fill="4F81BD"/>
          </w:tcPr>
          <w:p w14:paraId="4D867730" w14:textId="77777777" w:rsidR="00B22276" w:rsidRPr="004D0D78" w:rsidRDefault="00B22276" w:rsidP="003E5A2F">
            <w:pPr>
              <w:pStyle w:val="HUDTableHeading"/>
              <w:rPr>
                <w:b/>
                <w:szCs w:val="22"/>
              </w:rPr>
            </w:pPr>
            <w:r w:rsidRPr="004D0D78">
              <w:rPr>
                <w:b/>
                <w:szCs w:val="22"/>
              </w:rPr>
              <w:t>Term</w:t>
            </w:r>
          </w:p>
        </w:tc>
        <w:tc>
          <w:tcPr>
            <w:tcW w:w="7200" w:type="dxa"/>
            <w:shd w:val="clear" w:color="auto" w:fill="4F81BD"/>
          </w:tcPr>
          <w:p w14:paraId="3A973A24" w14:textId="77777777" w:rsidR="00B22276" w:rsidRPr="004D0D78" w:rsidRDefault="00B22276" w:rsidP="003E5A2F">
            <w:pPr>
              <w:pStyle w:val="HUDTableHeading"/>
              <w:rPr>
                <w:b/>
                <w:szCs w:val="22"/>
              </w:rPr>
            </w:pPr>
            <w:r w:rsidRPr="004D0D78">
              <w:rPr>
                <w:b/>
                <w:szCs w:val="22"/>
              </w:rPr>
              <w:t>Definition</w:t>
            </w:r>
          </w:p>
        </w:tc>
      </w:tr>
      <w:tr w:rsidR="00B22276" w:rsidRPr="004D0D78" w14:paraId="35B2F5E3" w14:textId="77777777" w:rsidTr="001416E8">
        <w:tc>
          <w:tcPr>
            <w:tcW w:w="2268" w:type="dxa"/>
            <w:shd w:val="clear" w:color="auto" w:fill="auto"/>
          </w:tcPr>
          <w:p w14:paraId="0EE72356" w14:textId="77777777" w:rsidR="00B22276" w:rsidRPr="004D0D78" w:rsidRDefault="00B22276" w:rsidP="003E5A2F">
            <w:pPr>
              <w:pStyle w:val="HUDBTableText"/>
            </w:pPr>
            <w:r w:rsidRPr="004D0D78">
              <w:t>[Insert Term]</w:t>
            </w:r>
          </w:p>
        </w:tc>
        <w:tc>
          <w:tcPr>
            <w:tcW w:w="7200" w:type="dxa"/>
            <w:shd w:val="clear" w:color="auto" w:fill="auto"/>
          </w:tcPr>
          <w:p w14:paraId="54435223" w14:textId="77777777" w:rsidR="00B22276" w:rsidRPr="004D0D78" w:rsidRDefault="00B22276" w:rsidP="003E5A2F">
            <w:pPr>
              <w:pStyle w:val="HUDBTableText"/>
            </w:pPr>
            <w:r w:rsidRPr="004D0D78">
              <w:t>&lt;Provide definition of term and acronyms used in this document&gt;</w:t>
            </w:r>
          </w:p>
        </w:tc>
      </w:tr>
      <w:tr w:rsidR="00B22276" w:rsidRPr="004D0D78" w14:paraId="73EB73CA" w14:textId="77777777" w:rsidTr="001416E8">
        <w:tc>
          <w:tcPr>
            <w:tcW w:w="2268" w:type="dxa"/>
            <w:shd w:val="clear" w:color="auto" w:fill="auto"/>
            <w:vAlign w:val="center"/>
          </w:tcPr>
          <w:p w14:paraId="2D8FD1E5" w14:textId="77777777" w:rsidR="00B22276" w:rsidRPr="004D0D78" w:rsidRDefault="00F06031" w:rsidP="003E5A2F">
            <w:pPr>
              <w:pStyle w:val="HUDBTableText"/>
            </w:pPr>
            <w:r w:rsidRPr="004D0D78">
              <w:t>Architectural attributes</w:t>
            </w:r>
          </w:p>
        </w:tc>
        <w:tc>
          <w:tcPr>
            <w:tcW w:w="7200" w:type="dxa"/>
            <w:shd w:val="clear" w:color="auto" w:fill="auto"/>
            <w:vAlign w:val="center"/>
          </w:tcPr>
          <w:p w14:paraId="0173FC29" w14:textId="77777777" w:rsidR="001416E8" w:rsidRPr="004D0D78" w:rsidRDefault="007B1DE3" w:rsidP="001416E8">
            <w:pPr>
              <w:pStyle w:val="HUDBTableText"/>
            </w:pPr>
            <w:r w:rsidRPr="004D0D78">
              <w:t>Non-functional requirements are often called qualities of a system. Other terms for non-functional requirements are "constraints", "quality attributes", "quality goals", "quality of service requirements" and "non-behavioral requi</w:t>
            </w:r>
            <w:r w:rsidR="00E70D8D" w:rsidRPr="004D0D78">
              <w:t>rements".</w:t>
            </w:r>
            <w:r w:rsidRPr="004D0D78">
              <w:t xml:space="preserve"> Informally these are sometimes called the "ilities", from attributes like stability and portability. Qualities, that is non-functional requirements, can be divided into two main categories:</w:t>
            </w:r>
          </w:p>
          <w:p w14:paraId="599D6CB0" w14:textId="77777777" w:rsidR="007B1DE3" w:rsidRPr="004D0D78" w:rsidRDefault="007B1DE3" w:rsidP="001416E8">
            <w:pPr>
              <w:pStyle w:val="HUDBTableText"/>
            </w:pPr>
            <w:r w:rsidRPr="004D0D78">
              <w:t>Execution qualities, such as security and usability, which are observable at run time.</w:t>
            </w:r>
          </w:p>
          <w:p w14:paraId="075F73D5" w14:textId="77777777" w:rsidR="00B22276" w:rsidRPr="004D0D78" w:rsidRDefault="007B1DE3" w:rsidP="001416E8">
            <w:pPr>
              <w:pStyle w:val="HUDBTableText"/>
            </w:pPr>
            <w:r w:rsidRPr="004D0D78">
              <w:t>Evolution qualities, such as testability, maintainability, extensibility and scalability, which are embodied in the static structure of the software system.</w:t>
            </w:r>
          </w:p>
        </w:tc>
      </w:tr>
      <w:tr w:rsidR="00B22276" w:rsidRPr="004D0D78" w14:paraId="1E4C9698" w14:textId="77777777" w:rsidTr="001416E8">
        <w:tc>
          <w:tcPr>
            <w:tcW w:w="2268" w:type="dxa"/>
            <w:shd w:val="clear" w:color="auto" w:fill="auto"/>
            <w:vAlign w:val="center"/>
          </w:tcPr>
          <w:p w14:paraId="2AC5FC2D" w14:textId="77777777" w:rsidR="00B22276" w:rsidRPr="004D0D78" w:rsidRDefault="002F36A6" w:rsidP="003E5A2F">
            <w:pPr>
              <w:pStyle w:val="HUDBTableText"/>
            </w:pPr>
            <w:r w:rsidRPr="004D0D78">
              <w:t>Common service attributes</w:t>
            </w:r>
          </w:p>
        </w:tc>
        <w:tc>
          <w:tcPr>
            <w:tcW w:w="7200" w:type="dxa"/>
            <w:shd w:val="clear" w:color="auto" w:fill="auto"/>
            <w:vAlign w:val="center"/>
          </w:tcPr>
          <w:p w14:paraId="0868247D" w14:textId="77777777" w:rsidR="00B22276" w:rsidRPr="004D0D78" w:rsidRDefault="002F36A6" w:rsidP="003E5A2F">
            <w:pPr>
              <w:pStyle w:val="HUDBTableText"/>
            </w:pPr>
            <w:r w:rsidRPr="004D0D78">
              <w:t>A service is defined by a set of attributes. Some attributes are common to all service instances created from one service definition, and are therefore set during service definition time. Other attributes are specific to a service instance and must be set in that instance. Some attributes can be set either in the service definition or in the instance; in such cases it is up to the service designer to determine when the attribute will be set.</w:t>
            </w:r>
          </w:p>
        </w:tc>
      </w:tr>
    </w:tbl>
    <w:p w14:paraId="7B3A0E1F" w14:textId="0755A051" w:rsidR="00B22276" w:rsidRDefault="00B22276" w:rsidP="00B22276">
      <w:pPr>
        <w:pStyle w:val="Caption"/>
      </w:pPr>
      <w:bookmarkStart w:id="125" w:name="_Ref294795420"/>
      <w:r>
        <w:t xml:space="preserve">Table </w:t>
      </w:r>
      <w:bookmarkEnd w:id="125"/>
      <w:r w:rsidR="00F7465E">
        <w:t>B</w:t>
      </w:r>
      <w:r w:rsidR="00A05A01">
        <w:t xml:space="preserve">.1 - Appendix </w:t>
      </w:r>
      <w:r w:rsidR="00F7465E">
        <w:t>B</w:t>
      </w:r>
      <w:r>
        <w:t>: Key Terms</w:t>
      </w:r>
    </w:p>
    <w:p w14:paraId="7D3CB158" w14:textId="77777777" w:rsidR="00B22276" w:rsidRDefault="00B22276" w:rsidP="00B22276"/>
    <w:p w14:paraId="1C6C875D" w14:textId="77777777" w:rsidR="0001205C" w:rsidRDefault="0001205C" w:rsidP="00B22276"/>
    <w:p w14:paraId="0A91C125" w14:textId="77777777" w:rsidR="0001205C" w:rsidRDefault="0001205C" w:rsidP="00B22276"/>
    <w:p w14:paraId="14AB716D" w14:textId="77777777" w:rsidR="0001205C" w:rsidRDefault="0001205C" w:rsidP="00B22276"/>
    <w:p w14:paraId="102B12EE" w14:textId="77777777" w:rsidR="0001205C" w:rsidRDefault="0001205C" w:rsidP="00B22276"/>
    <w:p w14:paraId="5F81EE01" w14:textId="77777777" w:rsidR="00F151F1" w:rsidRDefault="00F151F1">
      <w:pPr>
        <w:overflowPunct/>
        <w:autoSpaceDE/>
        <w:autoSpaceDN/>
        <w:adjustRightInd/>
        <w:spacing w:after="0"/>
        <w:textAlignment w:val="auto"/>
        <w:rPr>
          <w:rFonts w:ascii="Cambria" w:hAnsi="Cambria"/>
          <w:b/>
          <w:bCs/>
          <w:sz w:val="28"/>
          <w:szCs w:val="28"/>
        </w:rPr>
      </w:pPr>
      <w:r>
        <w:br w:type="page"/>
      </w:r>
    </w:p>
    <w:p w14:paraId="16948963" w14:textId="7DEBFB39" w:rsidR="00ED7663" w:rsidRPr="00C86B96" w:rsidRDefault="00ED7663" w:rsidP="00ED7663">
      <w:pPr>
        <w:pStyle w:val="Heading1"/>
        <w:numPr>
          <w:ilvl w:val="0"/>
          <w:numId w:val="0"/>
        </w:numPr>
        <w:ind w:left="360" w:hanging="360"/>
      </w:pPr>
      <w:bookmarkStart w:id="126" w:name="_Toc384028867"/>
      <w:r w:rsidRPr="00C86B96">
        <w:t>A</w:t>
      </w:r>
      <w:r>
        <w:t xml:space="preserve">ppendix </w:t>
      </w:r>
      <w:r w:rsidR="00F7465E">
        <w:t>C</w:t>
      </w:r>
      <w:r>
        <w:t xml:space="preserve"> – Conceptual and Logical Data Model</w:t>
      </w:r>
      <w:bookmarkEnd w:id="126"/>
    </w:p>
    <w:p w14:paraId="5B675974" w14:textId="7E8F02FA" w:rsidR="00ED7663" w:rsidRPr="00CE3C2D" w:rsidRDefault="00ED7663" w:rsidP="0001205C">
      <w:pPr>
        <w:rPr>
          <w:szCs w:val="22"/>
        </w:rPr>
      </w:pPr>
      <w:r w:rsidRPr="00CE3C2D">
        <w:rPr>
          <w:szCs w:val="22"/>
        </w:rPr>
        <w:fldChar w:fldCharType="begin"/>
      </w:r>
      <w:r w:rsidRPr="00CE3C2D">
        <w:rPr>
          <w:szCs w:val="22"/>
        </w:rPr>
        <w:instrText xml:space="preserve"> REF _Ref294795420 \h </w:instrText>
      </w:r>
      <w:r w:rsidR="00F151F1" w:rsidRPr="00CE3C2D">
        <w:rPr>
          <w:szCs w:val="22"/>
        </w:rPr>
        <w:instrText xml:space="preserve"> \* MERGEFORMAT </w:instrText>
      </w:r>
      <w:r w:rsidRPr="00CE3C2D">
        <w:rPr>
          <w:szCs w:val="22"/>
        </w:rPr>
      </w:r>
      <w:r w:rsidRPr="00CE3C2D">
        <w:rPr>
          <w:szCs w:val="22"/>
        </w:rPr>
        <w:fldChar w:fldCharType="separate"/>
      </w:r>
      <w:r w:rsidR="00A05A01" w:rsidRPr="00CE3C2D">
        <w:rPr>
          <w:szCs w:val="22"/>
        </w:rPr>
        <w:t xml:space="preserve">Figure </w:t>
      </w:r>
      <w:r w:rsidR="00F7465E">
        <w:rPr>
          <w:szCs w:val="22"/>
        </w:rPr>
        <w:t>C</w:t>
      </w:r>
      <w:r w:rsidR="00A05A01" w:rsidRPr="00CE3C2D">
        <w:rPr>
          <w:szCs w:val="22"/>
        </w:rPr>
        <w:t>.1</w:t>
      </w:r>
      <w:r w:rsidRPr="00CE3C2D">
        <w:rPr>
          <w:szCs w:val="22"/>
        </w:rPr>
        <w:fldChar w:fldCharType="end"/>
      </w:r>
      <w:r w:rsidRPr="00CE3C2D">
        <w:rPr>
          <w:szCs w:val="22"/>
        </w:rPr>
        <w:t xml:space="preserve"> below provides definitions and explanations for terms relevant to C</w:t>
      </w:r>
      <w:r w:rsidR="0001205C" w:rsidRPr="00CE3C2D">
        <w:rPr>
          <w:szCs w:val="22"/>
        </w:rPr>
        <w:t xml:space="preserve">onceptual and </w:t>
      </w:r>
      <w:r w:rsidR="00E622AE" w:rsidRPr="00CE3C2D">
        <w:rPr>
          <w:szCs w:val="22"/>
        </w:rPr>
        <w:t xml:space="preserve">Logical </w:t>
      </w:r>
      <w:r w:rsidR="0001205C" w:rsidRPr="00CE3C2D">
        <w:rPr>
          <w:szCs w:val="22"/>
        </w:rPr>
        <w:t>Data Model.</w:t>
      </w:r>
    </w:p>
    <w:p w14:paraId="26DFA3B7" w14:textId="0B81C791" w:rsidR="00ED7663" w:rsidRPr="00CE3C2D" w:rsidRDefault="00ED7663" w:rsidP="00ED7663">
      <w:pPr>
        <w:spacing w:before="100" w:beforeAutospacing="1" w:after="100" w:afterAutospacing="1"/>
        <w:rPr>
          <w:szCs w:val="22"/>
        </w:rPr>
      </w:pPr>
      <w:r w:rsidRPr="00CE3C2D">
        <w:rPr>
          <w:szCs w:val="22"/>
        </w:rPr>
        <w:t>A conceptual and logical data model should not be done in one step.  A conceptual model should be a step to a logical model and it provides a good checkpoint of understanding the data requirements between the business stakeholders and the database designed.  It is suggested that the Conceptual model be developed in the Planning Phase.</w:t>
      </w:r>
    </w:p>
    <w:p w14:paraId="6C985E86" w14:textId="77777777" w:rsidR="00ED7663" w:rsidRPr="00CE3C2D" w:rsidRDefault="00ED7663" w:rsidP="00ED7663">
      <w:pPr>
        <w:spacing w:before="100" w:beforeAutospacing="1" w:after="100" w:afterAutospacing="1"/>
        <w:rPr>
          <w:szCs w:val="22"/>
        </w:rPr>
      </w:pPr>
      <w:r w:rsidRPr="00CE3C2D">
        <w:rPr>
          <w:szCs w:val="22"/>
        </w:rPr>
        <w:t xml:space="preserve"> A </w:t>
      </w:r>
      <w:r w:rsidRPr="00CE3C2D">
        <w:rPr>
          <w:i/>
          <w:iCs/>
          <w:szCs w:val="22"/>
        </w:rPr>
        <w:t>conceptual data model (CDM)</w:t>
      </w:r>
      <w:r w:rsidRPr="00CE3C2D">
        <w:rPr>
          <w:szCs w:val="22"/>
        </w:rPr>
        <w:t xml:space="preserve"> helps you analyze the conceptual structure of an information system, to identify the principal entities to be represented, their attributes, and the relationships between them. A CDM is more abstract than a logical (LDM) or physical (PDM) data model. </w:t>
      </w:r>
    </w:p>
    <w:p w14:paraId="2C6F199E" w14:textId="770F89D5" w:rsidR="00F151F1" w:rsidRDefault="00EB5671" w:rsidP="00ED7663">
      <w:pPr>
        <w:spacing w:before="100" w:beforeAutospacing="1" w:after="100" w:afterAutospacing="1"/>
        <w:rPr>
          <w:rFonts w:ascii="Times New Roman" w:hAnsi="Times New Roman"/>
          <w:noProof/>
          <w:sz w:val="24"/>
          <w:szCs w:val="24"/>
        </w:rPr>
      </w:pPr>
      <w:r w:rsidRPr="00CE3C2D">
        <w:rPr>
          <w:noProof/>
          <w:szCs w:val="22"/>
        </w:rPr>
        <mc:AlternateContent>
          <mc:Choice Requires="wps">
            <w:drawing>
              <wp:anchor distT="0" distB="0" distL="114300" distR="114300" simplePos="0" relativeHeight="251658752" behindDoc="0" locked="0" layoutInCell="1" allowOverlap="1" wp14:anchorId="41636D68" wp14:editId="247D5416">
                <wp:simplePos x="0" y="0"/>
                <wp:positionH relativeFrom="column">
                  <wp:posOffset>1965960</wp:posOffset>
                </wp:positionH>
                <wp:positionV relativeFrom="paragraph">
                  <wp:posOffset>4405630</wp:posOffset>
                </wp:positionV>
                <wp:extent cx="2621280" cy="236220"/>
                <wp:effectExtent l="3810" t="0" r="3810" b="0"/>
                <wp:wrapNone/>
                <wp:docPr id="1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1280" cy="236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4143FE" w14:textId="698AB39D" w:rsidR="00F7465E" w:rsidRPr="002E7078" w:rsidRDefault="00F7465E" w:rsidP="002E7078">
                            <w:pPr>
                              <w:rPr>
                                <w:b/>
                                <w:szCs w:val="22"/>
                              </w:rPr>
                            </w:pPr>
                            <w:r w:rsidRPr="002E7078">
                              <w:rPr>
                                <w:b/>
                                <w:szCs w:val="22"/>
                              </w:rPr>
                              <w:t xml:space="preserve">Figure </w:t>
                            </w:r>
                            <w:r>
                              <w:rPr>
                                <w:b/>
                                <w:szCs w:val="22"/>
                              </w:rPr>
                              <w:t>C</w:t>
                            </w:r>
                            <w:r w:rsidRPr="002E7078">
                              <w:rPr>
                                <w:b/>
                                <w:szCs w:val="22"/>
                              </w:rPr>
                              <w:t xml:space="preserve">.1 Conceptual and Data Model </w:t>
                            </w:r>
                          </w:p>
                          <w:p w14:paraId="55DA0DB6" w14:textId="77777777" w:rsidR="00F7465E" w:rsidRPr="002E7078" w:rsidRDefault="00F7465E">
                            <w:pPr>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1636D68" id="Text Box 12" o:spid="_x0000_s1034" type="#_x0000_t202" style="position:absolute;margin-left:154.8pt;margin-top:346.9pt;width:206.4pt;height:18.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" stroked="f">
                <v:textbox>
                  <w:txbxContent>
                    <w:p w14:paraId="0F4143FE" w14:textId="698AB39D" w:rsidR="00F7465E" w:rsidRPr="002E7078" w:rsidRDefault="00F7465E" w:rsidP="002E7078">
                      <w:pPr>
                        <w:rPr>
                          <w:b/>
                          <w:szCs w:val="22"/>
                        </w:rPr>
                      </w:pPr>
                      <w:r w:rsidRPr="002E7078">
                        <w:rPr>
                          <w:b/>
                          <w:szCs w:val="22"/>
                        </w:rPr>
                        <w:t xml:space="preserve">Figure </w:t>
                      </w:r>
                      <w:r>
                        <w:rPr>
                          <w:b/>
                          <w:szCs w:val="22"/>
                        </w:rPr>
                        <w:t>C</w:t>
                      </w:r>
                      <w:r w:rsidRPr="002E7078">
                        <w:rPr>
                          <w:b/>
                          <w:szCs w:val="22"/>
                        </w:rPr>
                        <w:t xml:space="preserve">.1 Conceptual and Data Model </w:t>
                      </w:r>
                    </w:p>
                    <w:p w14:paraId="55DA0DB6" w14:textId="77777777" w:rsidR="00F7465E" w:rsidRPr="002E7078" w:rsidRDefault="00F7465E">
                      <w:pPr>
                        <w:rPr>
                          <w:szCs w:val="22"/>
                        </w:rPr>
                      </w:pPr>
                    </w:p>
                  </w:txbxContent>
                </v:textbox>
              </v:shape>
            </w:pict>
          </mc:Fallback>
        </mc:AlternateContent>
      </w:r>
      <w:r w:rsidRPr="00CE3C2D">
        <w:rPr>
          <w:noProof/>
          <w:szCs w:val="22"/>
        </w:rPr>
        <mc:AlternateContent>
          <mc:Choice Requires="wps">
            <w:drawing>
              <wp:anchor distT="0" distB="0" distL="114300" distR="114300" simplePos="0" relativeHeight="251657728" behindDoc="0" locked="0" layoutInCell="1" allowOverlap="1" wp14:anchorId="1E68F42B" wp14:editId="79220CB6">
                <wp:simplePos x="0" y="0"/>
                <wp:positionH relativeFrom="column">
                  <wp:posOffset>342900</wp:posOffset>
                </wp:positionH>
                <wp:positionV relativeFrom="paragraph">
                  <wp:posOffset>1161415</wp:posOffset>
                </wp:positionV>
                <wp:extent cx="5527040" cy="3555365"/>
                <wp:effectExtent l="9525" t="10160" r="6985" b="6350"/>
                <wp:wrapSquare wrapText="bothSides"/>
                <wp:docPr id="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7040" cy="3555365"/>
                        </a:xfrm>
                        <a:prstGeom prst="rect">
                          <a:avLst/>
                        </a:prstGeom>
                        <a:solidFill>
                          <a:srgbClr val="FFFFFF"/>
                        </a:solidFill>
                        <a:ln w="9525">
                          <a:solidFill>
                            <a:srgbClr val="000000"/>
                          </a:solidFill>
                          <a:miter lim="800000"/>
                          <a:headEnd/>
                          <a:tailEnd/>
                        </a:ln>
                      </wps:spPr>
                      <wps:txbx>
                        <w:txbxContent>
                          <w:p w14:paraId="053754A7" w14:textId="77777777" w:rsidR="00F7465E" w:rsidRPr="00F67007" w:rsidRDefault="00F7465E" w:rsidP="00612EF7">
                            <w:pPr>
                              <w:spacing w:before="100" w:beforeAutospacing="1" w:after="100" w:afterAutospacing="1"/>
                              <w:jc w:val="center"/>
                              <w:rPr>
                                <w:rFonts w:ascii="Times New Roman" w:hAnsi="Times New Roman"/>
                                <w:noProof/>
                                <w:sz w:val="24"/>
                                <w:szCs w:val="24"/>
                              </w:rPr>
                            </w:pPr>
                            <w:r>
                              <w:rPr>
                                <w:rFonts w:ascii="Times New Roman" w:hAnsi="Times New Roman"/>
                                <w:noProof/>
                                <w:sz w:val="24"/>
                                <w:szCs w:val="24"/>
                              </w:rPr>
                              <w:drawing>
                                <wp:inline distT="0" distB="0" distL="0" distR="0" wp14:anchorId="347FCF6C" wp14:editId="264535A2">
                                  <wp:extent cx="5305425" cy="3276600"/>
                                  <wp:effectExtent l="19050" t="0" r="9525" b="0"/>
                                  <wp:docPr id="12" name="rad1305812141868__image_69978EE03CFA403AAEEC431B1A1F8C2A" descr="http://infocenter.sybase.com/help/topic/com.sybase.infocenter.dc38094.1610/doc/image/pencam1322868889579_5-rad1232020032889.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d1305812141868__image_69978EE03CFA403AAEEC431B1A1F8C2A" descr="http://infocenter.sybase.com/help/topic/com.sybase.infocenter.dc38094.1610/doc/image/pencam1322868889579_5-rad1232020032889.image"/>
                                          <pic:cNvPicPr>
                                            <a:picLocks noChangeAspect="1" noChangeArrowheads="1"/>
                                          </pic:cNvPicPr>
                                        </pic:nvPicPr>
                                        <pic:blipFill>
                                          <a:blip r:embed="rId32"/>
                                          <a:srcRect/>
                                          <a:stretch>
                                            <a:fillRect/>
                                          </a:stretch>
                                        </pic:blipFill>
                                        <pic:spPr bwMode="auto">
                                          <a:xfrm>
                                            <a:off x="0" y="0"/>
                                            <a:ext cx="5305425" cy="327660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E68F42B" id="Text Box 11" o:spid="_x0000_s1035" type="#_x0000_t202" style="position:absolute;margin-left:27pt;margin-top:91.45pt;width:435.2pt;height:279.9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">
                <v:textbox style="mso-fit-shape-to-text:t">
                  <w:txbxContent>
                    <w:p w14:paraId="053754A7" w14:textId="77777777" w:rsidR="00F7465E" w:rsidRPr="00F67007" w:rsidRDefault="00F7465E" w:rsidP="00612EF7">
                      <w:pPr>
                        <w:spacing w:before="100" w:beforeAutospacing="1" w:after="100" w:afterAutospacing="1"/>
                        <w:jc w:val="center"/>
                        <w:rPr>
                          <w:rFonts w:ascii="Times New Roman" w:hAnsi="Times New Roman"/>
                          <w:noProof/>
                          <w:sz w:val="24"/>
                          <w:szCs w:val="24"/>
                        </w:rPr>
                      </w:pPr>
                      <w:r>
                        <w:rPr>
                          <w:rFonts w:ascii="Times New Roman" w:hAnsi="Times New Roman"/>
                          <w:noProof/>
                          <w:sz w:val="24"/>
                          <w:szCs w:val="24"/>
                        </w:rPr>
                        <w:drawing>
                          <wp:inline distT="0" distB="0" distL="0" distR="0" wp14:anchorId="347FCF6C" wp14:editId="264535A2">
                            <wp:extent cx="5305425" cy="3276600"/>
                            <wp:effectExtent l="19050" t="0" r="9525" b="0"/>
                            <wp:docPr id="12" name="rad1305812141868__image_69978EE03CFA403AAEEC431B1A1F8C2A" descr="http://infocenter.sybase.com/help/topic/com.sybase.infocenter.dc38094.1610/doc/image/pencam1322868889579_5-rad1232020032889.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d1305812141868__image_69978EE03CFA403AAEEC431B1A1F8C2A" descr="http://infocenter.sybase.com/help/topic/com.sybase.infocenter.dc38094.1610/doc/image/pencam1322868889579_5-rad1232020032889.image"/>
                                    <pic:cNvPicPr>
                                      <a:picLocks noChangeAspect="1" noChangeArrowheads="1"/>
                                    </pic:cNvPicPr>
                                  </pic:nvPicPr>
                                  <pic:blipFill>
                                    <a:blip r:embed="rId33"/>
                                    <a:srcRect/>
                                    <a:stretch>
                                      <a:fillRect/>
                                    </a:stretch>
                                  </pic:blipFill>
                                  <pic:spPr bwMode="auto">
                                    <a:xfrm>
                                      <a:off x="0" y="0"/>
                                      <a:ext cx="5305425" cy="3276600"/>
                                    </a:xfrm>
                                    <a:prstGeom prst="rect">
                                      <a:avLst/>
                                    </a:prstGeom>
                                    <a:noFill/>
                                    <a:ln w="9525">
                                      <a:noFill/>
                                      <a:miter lim="800000"/>
                                      <a:headEnd/>
                                      <a:tailEnd/>
                                    </a:ln>
                                  </pic:spPr>
                                </pic:pic>
                              </a:graphicData>
                            </a:graphic>
                          </wp:inline>
                        </w:drawing>
                      </w:r>
                    </w:p>
                  </w:txbxContent>
                </v:textbox>
                <w10:wrap type="square"/>
              </v:shape>
            </w:pict>
          </mc:Fallback>
        </mc:AlternateContent>
      </w:r>
      <w:r w:rsidR="00ED7663" w:rsidRPr="00CE3C2D">
        <w:rPr>
          <w:szCs w:val="22"/>
        </w:rPr>
        <w:t xml:space="preserve">A </w:t>
      </w:r>
      <w:r w:rsidR="00ED7663" w:rsidRPr="00CE3C2D">
        <w:rPr>
          <w:i/>
          <w:iCs/>
          <w:szCs w:val="22"/>
        </w:rPr>
        <w:t>logical data model (LDM)</w:t>
      </w:r>
      <w:r w:rsidR="00ED7663" w:rsidRPr="00CE3C2D">
        <w:rPr>
          <w:szCs w:val="22"/>
        </w:rPr>
        <w:t xml:space="preserve"> helps you analyze the structure of an information system, independent of any specific physical database implementation. An LDM has migrated entity identifiers and is less abstract than a conceptual data model (CDM), but does not allow you to model views, indexes and other elements that are available in the more concrete physical data model (PDM).</w:t>
      </w:r>
      <w:r w:rsidR="00F151F1" w:rsidRPr="00F151F1">
        <w:rPr>
          <w:rFonts w:ascii="Times New Roman" w:hAnsi="Times New Roman"/>
          <w:noProof/>
          <w:sz w:val="24"/>
          <w:szCs w:val="24"/>
        </w:rPr>
        <w:t xml:space="preserve"> </w:t>
      </w:r>
    </w:p>
    <w:p w14:paraId="3D367B45" w14:textId="77777777" w:rsidR="0001205C" w:rsidRPr="0001205C" w:rsidRDefault="0001205C" w:rsidP="0001205C">
      <w:pPr>
        <w:spacing w:after="0"/>
        <w:rPr>
          <w:rFonts w:ascii="Times New Roman" w:hAnsi="Times New Roman"/>
          <w:sz w:val="24"/>
          <w:szCs w:val="24"/>
        </w:rPr>
      </w:pPr>
    </w:p>
    <w:p w14:paraId="708B41E0" w14:textId="3645E5DF" w:rsidR="009F7197" w:rsidRPr="004D0D78" w:rsidRDefault="009F7197" w:rsidP="00F7465E">
      <w:pPr>
        <w:pStyle w:val="Heading2"/>
        <w:numPr>
          <w:ilvl w:val="0"/>
          <w:numId w:val="0"/>
        </w:numPr>
        <w:overflowPunct/>
        <w:autoSpaceDE/>
        <w:autoSpaceDN/>
        <w:adjustRightInd/>
        <w:spacing w:before="0" w:after="0"/>
        <w:ind w:left="90"/>
        <w:textAlignment w:val="auto"/>
        <w:rPr>
          <w:sz w:val="28"/>
          <w:szCs w:val="28"/>
        </w:rPr>
      </w:pPr>
      <w:bookmarkStart w:id="127" w:name="_Toc384028868"/>
      <w:r w:rsidRPr="0001205C">
        <w:rPr>
          <w:sz w:val="28"/>
          <w:szCs w:val="28"/>
        </w:rPr>
        <w:t xml:space="preserve">Appendix </w:t>
      </w:r>
      <w:r w:rsidR="00F7465E">
        <w:rPr>
          <w:sz w:val="28"/>
          <w:szCs w:val="28"/>
        </w:rPr>
        <w:t>D</w:t>
      </w:r>
      <w:r w:rsidRPr="0001205C">
        <w:rPr>
          <w:sz w:val="28"/>
          <w:szCs w:val="28"/>
        </w:rPr>
        <w:t xml:space="preserve">: </w:t>
      </w:r>
      <w:r w:rsidRPr="004D0D78">
        <w:rPr>
          <w:sz w:val="28"/>
          <w:szCs w:val="28"/>
        </w:rPr>
        <w:t>Map System Data Elements M</w:t>
      </w:r>
      <w:r w:rsidR="0001205C" w:rsidRPr="004D0D78">
        <w:rPr>
          <w:sz w:val="28"/>
          <w:szCs w:val="28"/>
        </w:rPr>
        <w:t>atrix - System Data Elements to</w:t>
      </w:r>
      <w:r w:rsidR="00F7465E">
        <w:rPr>
          <w:sz w:val="28"/>
          <w:szCs w:val="28"/>
        </w:rPr>
        <w:t xml:space="preserve"> </w:t>
      </w:r>
      <w:r w:rsidRPr="004D0D78">
        <w:rPr>
          <w:sz w:val="28"/>
          <w:szCs w:val="28"/>
        </w:rPr>
        <w:t>LDM</w:t>
      </w:r>
      <w:r w:rsidR="0001205C" w:rsidRPr="004D0D78">
        <w:rPr>
          <w:sz w:val="28"/>
          <w:szCs w:val="28"/>
        </w:rPr>
        <w:t xml:space="preserve"> </w:t>
      </w:r>
      <w:r w:rsidRPr="004D0D78">
        <w:rPr>
          <w:sz w:val="28"/>
          <w:szCs w:val="28"/>
        </w:rPr>
        <w:t>Table Example</w:t>
      </w:r>
      <w:bookmarkEnd w:id="127"/>
    </w:p>
    <w:p w14:paraId="296B17A7" w14:textId="77777777" w:rsidR="009F7197" w:rsidRDefault="00F91C19">
      <w:pPr>
        <w:overflowPunct/>
        <w:autoSpaceDE/>
        <w:autoSpaceDN/>
        <w:adjustRightInd/>
        <w:spacing w:after="0"/>
        <w:textAlignment w:val="auto"/>
        <w:rPr>
          <w:noProof/>
        </w:rPr>
      </w:pPr>
      <w:r>
        <w:rPr>
          <w:noProof/>
        </w:rPr>
        <w:drawing>
          <wp:inline distT="0" distB="0" distL="0" distR="0" wp14:anchorId="3B6BD0BD" wp14:editId="3233C890">
            <wp:extent cx="5943600" cy="3143250"/>
            <wp:effectExtent l="19050" t="0" r="0" b="0"/>
            <wp:docPr id="11" name="Picture 26"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2"/>
                    <pic:cNvPicPr>
                      <a:picLocks noChangeAspect="1" noChangeArrowheads="1"/>
                    </pic:cNvPicPr>
                  </pic:nvPicPr>
                  <pic:blipFill>
                    <a:blip r:embed="rId34" cstate="print"/>
                    <a:srcRect t="14934" r="11192" b="22400"/>
                    <a:stretch>
                      <a:fillRect/>
                    </a:stretch>
                  </pic:blipFill>
                  <pic:spPr bwMode="auto">
                    <a:xfrm>
                      <a:off x="0" y="0"/>
                      <a:ext cx="5943600" cy="3143250"/>
                    </a:xfrm>
                    <a:prstGeom prst="rect">
                      <a:avLst/>
                    </a:prstGeom>
                    <a:noFill/>
                    <a:ln w="9525">
                      <a:noFill/>
                      <a:miter lim="800000"/>
                      <a:headEnd/>
                      <a:tailEnd/>
                    </a:ln>
                  </pic:spPr>
                </pic:pic>
              </a:graphicData>
            </a:graphic>
          </wp:inline>
        </w:drawing>
      </w:r>
    </w:p>
    <w:p w14:paraId="0C771D17" w14:textId="523FD425" w:rsidR="002E7078" w:rsidRPr="00612EF7" w:rsidRDefault="002E7078" w:rsidP="002E7078">
      <w:pPr>
        <w:pStyle w:val="Heading2"/>
        <w:numPr>
          <w:ilvl w:val="0"/>
          <w:numId w:val="0"/>
        </w:numPr>
        <w:overflowPunct/>
        <w:autoSpaceDE/>
        <w:autoSpaceDN/>
        <w:adjustRightInd/>
        <w:spacing w:before="0" w:after="0"/>
        <w:ind w:left="432" w:hanging="432"/>
        <w:jc w:val="center"/>
        <w:textAlignment w:val="auto"/>
        <w:rPr>
          <w:rFonts w:ascii="Calibri" w:hAnsi="Calibri"/>
          <w:sz w:val="22"/>
          <w:szCs w:val="22"/>
        </w:rPr>
      </w:pPr>
      <w:bookmarkStart w:id="128" w:name="_Toc384028869"/>
      <w:r w:rsidRPr="00612EF7">
        <w:rPr>
          <w:rFonts w:ascii="Calibri" w:hAnsi="Calibri"/>
          <w:sz w:val="22"/>
          <w:szCs w:val="22"/>
        </w:rPr>
        <w:t xml:space="preserve">Figure </w:t>
      </w:r>
      <w:r w:rsidR="00F7465E">
        <w:rPr>
          <w:rFonts w:ascii="Calibri" w:hAnsi="Calibri"/>
          <w:sz w:val="22"/>
          <w:szCs w:val="22"/>
        </w:rPr>
        <w:t>D</w:t>
      </w:r>
      <w:r w:rsidRPr="00612EF7">
        <w:rPr>
          <w:rFonts w:ascii="Calibri" w:hAnsi="Calibri"/>
          <w:sz w:val="22"/>
          <w:szCs w:val="22"/>
        </w:rPr>
        <w:t>.1 Data Elements Matrix - System Data Elements to</w:t>
      </w:r>
      <w:bookmarkEnd w:id="128"/>
    </w:p>
    <w:p w14:paraId="50A3B067" w14:textId="77777777" w:rsidR="002E7078" w:rsidRPr="00612EF7" w:rsidRDefault="002E7078" w:rsidP="002E7078">
      <w:pPr>
        <w:pStyle w:val="Heading2"/>
        <w:numPr>
          <w:ilvl w:val="0"/>
          <w:numId w:val="0"/>
        </w:numPr>
        <w:overflowPunct/>
        <w:autoSpaceDE/>
        <w:autoSpaceDN/>
        <w:adjustRightInd/>
        <w:spacing w:before="0" w:after="0"/>
        <w:ind w:left="432" w:hanging="432"/>
        <w:jc w:val="center"/>
        <w:textAlignment w:val="auto"/>
        <w:rPr>
          <w:rFonts w:ascii="Calibri" w:hAnsi="Calibri"/>
          <w:sz w:val="22"/>
          <w:szCs w:val="22"/>
        </w:rPr>
      </w:pPr>
      <w:bookmarkStart w:id="129" w:name="_Toc384028870"/>
      <w:r w:rsidRPr="00612EF7">
        <w:rPr>
          <w:rFonts w:ascii="Calibri" w:hAnsi="Calibri"/>
          <w:sz w:val="22"/>
          <w:szCs w:val="22"/>
        </w:rPr>
        <w:t>LDM Table Example.</w:t>
      </w:r>
      <w:bookmarkEnd w:id="129"/>
    </w:p>
    <w:p w14:paraId="32B35056" w14:textId="77777777" w:rsidR="002E7078" w:rsidRDefault="002E7078" w:rsidP="002E7078">
      <w:pPr>
        <w:jc w:val="center"/>
      </w:pPr>
    </w:p>
    <w:sectPr w:rsidR="002E7078" w:rsidSect="00C60B49">
      <w:headerReference w:type="default" r:id="rId3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048264" w14:textId="77777777" w:rsidR="001C5265" w:rsidRDefault="001C5265" w:rsidP="00641F4A">
      <w:pPr>
        <w:spacing w:after="0"/>
      </w:pPr>
      <w:r>
        <w:separator/>
      </w:r>
    </w:p>
  </w:endnote>
  <w:endnote w:type="continuationSeparator" w:id="0">
    <w:p w14:paraId="05EB90A7" w14:textId="77777777" w:rsidR="001C5265" w:rsidRDefault="001C5265" w:rsidP="00641F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0DD02" w14:textId="6BFCEC18" w:rsidR="00F7465E" w:rsidRDefault="00F7465E" w:rsidP="00E37108">
    <w:pPr>
      <w:pStyle w:val="Footer"/>
      <w:pBdr>
        <w:top w:val="single" w:sz="12" w:space="1" w:color="auto"/>
      </w:pBdr>
      <w:rPr>
        <w:noProof/>
      </w:rPr>
    </w:pPr>
    <w:r>
      <w:t xml:space="preserve">PPM V2.0 </w:t>
    </w:r>
    <w:r w:rsidRPr="00644C14">
      <w:t xml:space="preserve"> </w:t>
    </w:r>
    <w:r w:rsidRPr="00644C14">
      <w:sym w:font="Wingdings" w:char="F09F"/>
    </w:r>
    <w:r w:rsidRPr="00644C14">
      <w:t xml:space="preserve"> </w:t>
    </w:r>
    <w:r>
      <w:t>March 2014</w:t>
    </w:r>
    <w:r w:rsidRPr="00C617D7">
      <w:tab/>
    </w:r>
    <w:r w:rsidRPr="00C617D7">
      <w:tab/>
    </w:r>
    <w:r>
      <w:t xml:space="preserve">Page </w:t>
    </w:r>
    <w:r>
      <w:fldChar w:fldCharType="begin"/>
    </w:r>
    <w:r>
      <w:instrText xml:space="preserve"> PAGE   \* MERGEFORMAT </w:instrText>
    </w:r>
    <w:r>
      <w:fldChar w:fldCharType="separate"/>
    </w:r>
    <w:r w:rsidR="001874CA">
      <w:rPr>
        <w:noProof/>
      </w:rPr>
      <w:t>22</w:t>
    </w:r>
    <w:r>
      <w:rPr>
        <w:noProof/>
      </w:rPr>
      <w:fldChar w:fldCharType="end"/>
    </w:r>
  </w:p>
  <w:p w14:paraId="643B678C" w14:textId="77777777" w:rsidR="00F7465E" w:rsidRDefault="00F7465E" w:rsidP="00E37108">
    <w:pPr>
      <w:pStyle w:val="Footer"/>
      <w:pBdr>
        <w:top w:val="single" w:sz="12" w:space="1"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DF06B" w14:textId="4A850F99" w:rsidR="00F7465E" w:rsidRDefault="00F7465E">
    <w:pPr>
      <w:pStyle w:val="Footer"/>
    </w:pPr>
    <w:r>
      <w:t xml:space="preserve">PPM V2.0 </w:t>
    </w:r>
    <w:r w:rsidRPr="00644C14">
      <w:t xml:space="preserve"> </w:t>
    </w:r>
    <w:r w:rsidRPr="00644C14">
      <w:sym w:font="Wingdings" w:char="F09F"/>
    </w:r>
    <w:r w:rsidRPr="00644C14">
      <w:t xml:space="preserve"> </w:t>
    </w:r>
    <w:r>
      <w:t>March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12A038" w14:textId="77777777" w:rsidR="001C5265" w:rsidRDefault="001C5265" w:rsidP="00641F4A">
      <w:pPr>
        <w:spacing w:after="0"/>
      </w:pPr>
      <w:r>
        <w:separator/>
      </w:r>
    </w:p>
  </w:footnote>
  <w:footnote w:type="continuationSeparator" w:id="0">
    <w:p w14:paraId="6368F222" w14:textId="77777777" w:rsidR="001C5265" w:rsidRDefault="001C5265" w:rsidP="00641F4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AD869" w14:textId="77777777" w:rsidR="00F7465E" w:rsidRDefault="00F7465E" w:rsidP="00E37108">
    <w:pPr>
      <w:pStyle w:val="Header"/>
      <w:pBdr>
        <w:bottom w:val="single" w:sz="12" w:space="1" w:color="auto"/>
      </w:pBdr>
      <w:tabs>
        <w:tab w:val="clear" w:pos="4680"/>
        <w:tab w:val="center" w:pos="8550"/>
        <w:tab w:val="left" w:pos="9360"/>
      </w:tabs>
    </w:pPr>
    <w:r>
      <w:rPr>
        <w:noProof/>
      </w:rPr>
      <w:drawing>
        <wp:inline distT="0" distB="0" distL="0" distR="0" wp14:anchorId="3569A424" wp14:editId="30CABFD0">
          <wp:extent cx="552450" cy="552450"/>
          <wp:effectExtent l="19050" t="0" r="0" b="0"/>
          <wp:docPr id="13"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U_S__Department_of_H#5CB584.eps"/>
                  <pic:cNvPicPr>
                    <a:picLocks noChangeAspect="1" noChangeArrowheads="1"/>
                  </pic:cNvPicPr>
                </pic:nvPicPr>
                <pic:blipFill>
                  <a:blip r:embed="rId1"/>
                  <a:srcRect/>
                  <a:stretch>
                    <a:fillRect/>
                  </a:stretch>
                </pic:blipFill>
                <pic:spPr bwMode="auto">
                  <a:xfrm>
                    <a:off x="0" y="0"/>
                    <a:ext cx="552450" cy="552450"/>
                  </a:xfrm>
                  <a:prstGeom prst="rect">
                    <a:avLst/>
                  </a:prstGeom>
                  <a:noFill/>
                  <a:ln w="9525">
                    <a:noFill/>
                    <a:miter lim="800000"/>
                    <a:headEnd/>
                    <a:tailEnd/>
                  </a:ln>
                </pic:spPr>
              </pic:pic>
            </a:graphicData>
          </a:graphic>
        </wp:inline>
      </w:drawing>
    </w:r>
    <w:r>
      <w:rPr>
        <w:b/>
      </w:rPr>
      <w:tab/>
      <w:t>Solution Architecture</w:t>
    </w:r>
  </w:p>
  <w:p w14:paraId="025D1974" w14:textId="77777777" w:rsidR="00F7465E" w:rsidRPr="00E37108" w:rsidRDefault="00F7465E" w:rsidP="00E3710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23B698" w14:textId="77777777" w:rsidR="00F7465E" w:rsidRDefault="00F7465E" w:rsidP="00E37108">
    <w:pPr>
      <w:pStyle w:val="Header"/>
      <w:pBdr>
        <w:bottom w:val="single" w:sz="12" w:space="1" w:color="auto"/>
      </w:pBdr>
      <w:tabs>
        <w:tab w:val="clear" w:pos="4680"/>
        <w:tab w:val="center" w:pos="8550"/>
        <w:tab w:val="left" w:pos="9360"/>
      </w:tabs>
    </w:pPr>
    <w:r>
      <w:rPr>
        <w:noProof/>
      </w:rPr>
      <w:drawing>
        <wp:inline distT="0" distB="0" distL="0" distR="0" wp14:anchorId="6D2D5405" wp14:editId="7EFD2C43">
          <wp:extent cx="552450" cy="552450"/>
          <wp:effectExtent l="19050" t="0" r="0" b="0"/>
          <wp:docPr id="14"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U_S__Department_of_H#5CB584.eps"/>
                  <pic:cNvPicPr>
                    <a:picLocks noChangeAspect="1" noChangeArrowheads="1"/>
                  </pic:cNvPicPr>
                </pic:nvPicPr>
                <pic:blipFill>
                  <a:blip r:embed="rId1"/>
                  <a:srcRect/>
                  <a:stretch>
                    <a:fillRect/>
                  </a:stretch>
                </pic:blipFill>
                <pic:spPr bwMode="auto">
                  <a:xfrm>
                    <a:off x="0" y="0"/>
                    <a:ext cx="552450" cy="552450"/>
                  </a:xfrm>
                  <a:prstGeom prst="rect">
                    <a:avLst/>
                  </a:prstGeom>
                  <a:noFill/>
                  <a:ln w="9525">
                    <a:noFill/>
                    <a:miter lim="800000"/>
                    <a:headEnd/>
                    <a:tailEnd/>
                  </a:ln>
                </pic:spPr>
              </pic:pic>
            </a:graphicData>
          </a:graphic>
        </wp:inline>
      </w:drawing>
    </w:r>
    <w:r>
      <w:rPr>
        <w:b/>
      </w:rPr>
      <w:tab/>
      <w:t>Solution Architecture</w:t>
    </w:r>
  </w:p>
  <w:p w14:paraId="3120C341" w14:textId="77777777" w:rsidR="00F7465E" w:rsidRPr="00E37108" w:rsidRDefault="00F7465E" w:rsidP="00E371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46C66E8"/>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3"/>
    <w:multiLevelType w:val="singleLevel"/>
    <w:tmpl w:val="F42AA2CA"/>
    <w:lvl w:ilvl="0">
      <w:start w:val="1"/>
      <w:numFmt w:val="bullet"/>
      <w:pStyle w:val="ListBullet2"/>
      <w:lvlText w:val="o"/>
      <w:lvlJc w:val="left"/>
      <w:pPr>
        <w:ind w:left="720" w:hanging="360"/>
      </w:pPr>
      <w:rPr>
        <w:rFonts w:ascii="Courier New" w:hAnsi="Courier New" w:cs="Courier New" w:hint="default"/>
      </w:rPr>
    </w:lvl>
  </w:abstractNum>
  <w:abstractNum w:abstractNumId="2">
    <w:nsid w:val="FFFFFF88"/>
    <w:multiLevelType w:val="singleLevel"/>
    <w:tmpl w:val="61C09772"/>
    <w:lvl w:ilvl="0">
      <w:start w:val="1"/>
      <w:numFmt w:val="decimal"/>
      <w:pStyle w:val="ListNumber"/>
      <w:lvlText w:val="%1."/>
      <w:lvlJc w:val="left"/>
      <w:pPr>
        <w:ind w:left="720" w:hanging="360"/>
      </w:pPr>
      <w:rPr>
        <w:rFonts w:hint="default"/>
      </w:rPr>
    </w:lvl>
  </w:abstractNum>
  <w:abstractNum w:abstractNumId="3">
    <w:nsid w:val="FFFFFF89"/>
    <w:multiLevelType w:val="singleLevel"/>
    <w:tmpl w:val="2F425C86"/>
    <w:lvl w:ilvl="0">
      <w:start w:val="1"/>
      <w:numFmt w:val="bullet"/>
      <w:pStyle w:val="ListBullet"/>
      <w:lvlText w:val=""/>
      <w:lvlJc w:val="left"/>
      <w:pPr>
        <w:ind w:left="720" w:hanging="360"/>
      </w:pPr>
      <w:rPr>
        <w:rFonts w:ascii="Symbol" w:hAnsi="Symbol" w:hint="default"/>
      </w:rPr>
    </w:lvl>
  </w:abstractNum>
  <w:abstractNum w:abstractNumId="4">
    <w:nsid w:val="03C13AFE"/>
    <w:multiLevelType w:val="hybridMultilevel"/>
    <w:tmpl w:val="BBD0A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122FFE"/>
    <w:multiLevelType w:val="multilevel"/>
    <w:tmpl w:val="24A08030"/>
    <w:numStyleLink w:val="HUDTasks"/>
  </w:abstractNum>
  <w:abstractNum w:abstractNumId="6">
    <w:nsid w:val="0B950277"/>
    <w:multiLevelType w:val="multilevel"/>
    <w:tmpl w:val="D5025052"/>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178653B"/>
    <w:multiLevelType w:val="multilevel"/>
    <w:tmpl w:val="73307E52"/>
    <w:styleLink w:val="P1NumberingList"/>
    <w:lvl w:ilvl="0">
      <w:start w:val="1"/>
      <w:numFmt w:val="decimal"/>
      <w:pStyle w:val="List"/>
      <w:lvlText w:val="%1."/>
      <w:lvlJc w:val="left"/>
      <w:pPr>
        <w:ind w:left="720" w:hanging="360"/>
      </w:pPr>
      <w:rPr>
        <w:rFonts w:hint="default"/>
      </w:rPr>
    </w:lvl>
    <w:lvl w:ilvl="1">
      <w:start w:val="1"/>
      <w:numFmt w:val="decimal"/>
      <w:pStyle w:val="ListNumber2"/>
      <w:lvlText w:val="%1.%2."/>
      <w:lvlJc w:val="left"/>
      <w:pPr>
        <w:ind w:left="1224" w:hanging="504"/>
      </w:pPr>
      <w:rPr>
        <w:rFonts w:hint="default"/>
      </w:rPr>
    </w:lvl>
    <w:lvl w:ilvl="2">
      <w:start w:val="1"/>
      <w:numFmt w:val="decimal"/>
      <w:pStyle w:val="ListNumber3"/>
      <w:lvlText w:val="%1.%2.%3."/>
      <w:lvlJc w:val="left"/>
      <w:pPr>
        <w:ind w:left="1800" w:hanging="72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8">
    <w:nsid w:val="16B3004D"/>
    <w:multiLevelType w:val="multilevel"/>
    <w:tmpl w:val="24A08030"/>
    <w:numStyleLink w:val="HUDTasks"/>
  </w:abstractNum>
  <w:abstractNum w:abstractNumId="9">
    <w:nsid w:val="1A16765A"/>
    <w:multiLevelType w:val="multilevel"/>
    <w:tmpl w:val="1C0E8EA6"/>
    <w:lvl w:ilvl="0">
      <w:start w:val="1"/>
      <w:numFmt w:val="decimal"/>
      <w:lvlText w:val="%1."/>
      <w:lvlJc w:val="left"/>
      <w:pPr>
        <w:ind w:left="765" w:hanging="360"/>
      </w:pPr>
      <w:rPr>
        <w:rFonts w:hint="default"/>
      </w:rPr>
    </w:lvl>
    <w:lvl w:ilvl="1">
      <w:start w:val="1"/>
      <w:numFmt w:val="decimal"/>
      <w:isLgl/>
      <w:lvlText w:val="%1.%2"/>
      <w:lvlJc w:val="left"/>
      <w:pPr>
        <w:ind w:left="765" w:hanging="360"/>
      </w:pPr>
      <w:rPr>
        <w:rFonts w:hint="default"/>
      </w:rPr>
    </w:lvl>
    <w:lvl w:ilvl="2">
      <w:start w:val="1"/>
      <w:numFmt w:val="decimal"/>
      <w:isLgl/>
      <w:lvlText w:val="%1.%2.%3"/>
      <w:lvlJc w:val="left"/>
      <w:pPr>
        <w:ind w:left="1125" w:hanging="720"/>
      </w:pPr>
      <w:rPr>
        <w:rFonts w:hint="default"/>
      </w:rPr>
    </w:lvl>
    <w:lvl w:ilvl="3">
      <w:start w:val="1"/>
      <w:numFmt w:val="decimal"/>
      <w:isLgl/>
      <w:lvlText w:val="%1.%2.%3.%4"/>
      <w:lvlJc w:val="left"/>
      <w:pPr>
        <w:ind w:left="1485" w:hanging="1080"/>
      </w:pPr>
      <w:rPr>
        <w:rFonts w:hint="default"/>
      </w:rPr>
    </w:lvl>
    <w:lvl w:ilvl="4">
      <w:start w:val="1"/>
      <w:numFmt w:val="decimal"/>
      <w:isLgl/>
      <w:lvlText w:val="%1.%2.%3.%4.%5"/>
      <w:lvlJc w:val="left"/>
      <w:pPr>
        <w:ind w:left="1485" w:hanging="1080"/>
      </w:pPr>
      <w:rPr>
        <w:rFonts w:hint="default"/>
      </w:rPr>
    </w:lvl>
    <w:lvl w:ilvl="5">
      <w:start w:val="1"/>
      <w:numFmt w:val="decimal"/>
      <w:isLgl/>
      <w:lvlText w:val="%1.%2.%3.%4.%5.%6"/>
      <w:lvlJc w:val="left"/>
      <w:pPr>
        <w:ind w:left="1845" w:hanging="1440"/>
      </w:pPr>
      <w:rPr>
        <w:rFonts w:hint="default"/>
      </w:rPr>
    </w:lvl>
    <w:lvl w:ilvl="6">
      <w:start w:val="1"/>
      <w:numFmt w:val="decimal"/>
      <w:isLgl/>
      <w:lvlText w:val="%1.%2.%3.%4.%5.%6.%7"/>
      <w:lvlJc w:val="left"/>
      <w:pPr>
        <w:ind w:left="1845" w:hanging="1440"/>
      </w:pPr>
      <w:rPr>
        <w:rFonts w:hint="default"/>
      </w:rPr>
    </w:lvl>
    <w:lvl w:ilvl="7">
      <w:start w:val="1"/>
      <w:numFmt w:val="decimal"/>
      <w:isLgl/>
      <w:lvlText w:val="%1.%2.%3.%4.%5.%6.%7.%8"/>
      <w:lvlJc w:val="left"/>
      <w:pPr>
        <w:ind w:left="2205" w:hanging="1800"/>
      </w:pPr>
      <w:rPr>
        <w:rFonts w:hint="default"/>
      </w:rPr>
    </w:lvl>
    <w:lvl w:ilvl="8">
      <w:start w:val="1"/>
      <w:numFmt w:val="decimal"/>
      <w:isLgl/>
      <w:lvlText w:val="%1.%2.%3.%4.%5.%6.%7.%8.%9"/>
      <w:lvlJc w:val="left"/>
      <w:pPr>
        <w:ind w:left="2205" w:hanging="1800"/>
      </w:pPr>
      <w:rPr>
        <w:rFonts w:hint="default"/>
      </w:rPr>
    </w:lvl>
  </w:abstractNum>
  <w:abstractNum w:abstractNumId="10">
    <w:nsid w:val="1C0342EB"/>
    <w:multiLevelType w:val="multilevel"/>
    <w:tmpl w:val="24A08030"/>
    <w:numStyleLink w:val="HUDTasks"/>
  </w:abstractNum>
  <w:abstractNum w:abstractNumId="11">
    <w:nsid w:val="24EB1139"/>
    <w:multiLevelType w:val="hybridMultilevel"/>
    <w:tmpl w:val="ED56A6AE"/>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2">
    <w:nsid w:val="27C9019F"/>
    <w:multiLevelType w:val="multilevel"/>
    <w:tmpl w:val="DBFC14B8"/>
    <w:numStyleLink w:val="P1BulletedList"/>
  </w:abstractNum>
  <w:abstractNum w:abstractNumId="13">
    <w:nsid w:val="2BFA56D6"/>
    <w:multiLevelType w:val="multilevel"/>
    <w:tmpl w:val="DBFC14B8"/>
    <w:numStyleLink w:val="P1BulletedList"/>
  </w:abstractNum>
  <w:abstractNum w:abstractNumId="14">
    <w:nsid w:val="2EF77223"/>
    <w:multiLevelType w:val="multilevel"/>
    <w:tmpl w:val="DEA855A4"/>
    <w:styleLink w:val="StyleNumbered1"/>
    <w:lvl w:ilvl="0">
      <w:start w:val="1"/>
      <w:numFmt w:val="decimal"/>
      <w:lvlText w:val="%1."/>
      <w:lvlJc w:val="left"/>
      <w:pPr>
        <w:tabs>
          <w:tab w:val="num" w:pos="1080"/>
        </w:tabs>
        <w:ind w:left="108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27A3938"/>
    <w:multiLevelType w:val="hybridMultilevel"/>
    <w:tmpl w:val="ECF03B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FD470B"/>
    <w:multiLevelType w:val="multilevel"/>
    <w:tmpl w:val="DBFC14B8"/>
    <w:styleLink w:val="P1BulletedList"/>
    <w:lvl w:ilvl="0">
      <w:start w:val="1"/>
      <w:numFmt w:val="bullet"/>
      <w:pStyle w:val="HUDBulletLevel1"/>
      <w:lvlText w:val=""/>
      <w:lvlJc w:val="left"/>
      <w:pPr>
        <w:ind w:left="720" w:hanging="360"/>
      </w:pPr>
      <w:rPr>
        <w:rFonts w:ascii="Symbol" w:hAnsi="Symbol" w:hint="default"/>
        <w:color w:val="auto"/>
      </w:rPr>
    </w:lvl>
    <w:lvl w:ilvl="1">
      <w:start w:val="1"/>
      <w:numFmt w:val="bullet"/>
      <w:pStyle w:val="HUDBulletLevel2"/>
      <w:lvlText w:val=""/>
      <w:lvlJc w:val="left"/>
      <w:pPr>
        <w:ind w:left="1080" w:hanging="216"/>
      </w:pPr>
      <w:rPr>
        <w:rFonts w:ascii="Symbol" w:hAnsi="Symbol" w:hint="default"/>
        <w:color w:val="auto"/>
        <w:sz w:val="22"/>
      </w:rPr>
    </w:lvl>
    <w:lvl w:ilvl="2">
      <w:start w:val="1"/>
      <w:numFmt w:val="bullet"/>
      <w:pStyle w:val="HUDBulletLevel3"/>
      <w:lvlText w:val=""/>
      <w:lvlJc w:val="left"/>
      <w:pPr>
        <w:ind w:left="1440" w:hanging="360"/>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7">
    <w:nsid w:val="44332C39"/>
    <w:multiLevelType w:val="multilevel"/>
    <w:tmpl w:val="17AA5DCA"/>
    <w:numStyleLink w:val="P1TableBullets"/>
  </w:abstractNum>
  <w:abstractNum w:abstractNumId="18">
    <w:nsid w:val="47693C14"/>
    <w:multiLevelType w:val="multilevel"/>
    <w:tmpl w:val="73307E52"/>
    <w:numStyleLink w:val="P1NumberingList"/>
  </w:abstractNum>
  <w:abstractNum w:abstractNumId="19">
    <w:nsid w:val="4A182CFF"/>
    <w:multiLevelType w:val="multilevel"/>
    <w:tmpl w:val="1C0E8EA6"/>
    <w:lvl w:ilvl="0">
      <w:start w:val="1"/>
      <w:numFmt w:val="decimal"/>
      <w:lvlText w:val="%1."/>
      <w:lvlJc w:val="left"/>
      <w:pPr>
        <w:ind w:left="765" w:hanging="360"/>
      </w:pPr>
      <w:rPr>
        <w:rFonts w:hint="default"/>
      </w:rPr>
    </w:lvl>
    <w:lvl w:ilvl="1">
      <w:start w:val="1"/>
      <w:numFmt w:val="decimal"/>
      <w:isLgl/>
      <w:lvlText w:val="%1.%2"/>
      <w:lvlJc w:val="left"/>
      <w:pPr>
        <w:ind w:left="765" w:hanging="360"/>
      </w:pPr>
      <w:rPr>
        <w:rFonts w:hint="default"/>
      </w:rPr>
    </w:lvl>
    <w:lvl w:ilvl="2">
      <w:start w:val="1"/>
      <w:numFmt w:val="decimal"/>
      <w:isLgl/>
      <w:lvlText w:val="%1.%2.%3"/>
      <w:lvlJc w:val="left"/>
      <w:pPr>
        <w:ind w:left="1125" w:hanging="720"/>
      </w:pPr>
      <w:rPr>
        <w:rFonts w:hint="default"/>
      </w:rPr>
    </w:lvl>
    <w:lvl w:ilvl="3">
      <w:start w:val="1"/>
      <w:numFmt w:val="decimal"/>
      <w:isLgl/>
      <w:lvlText w:val="%1.%2.%3.%4"/>
      <w:lvlJc w:val="left"/>
      <w:pPr>
        <w:ind w:left="1485" w:hanging="1080"/>
      </w:pPr>
      <w:rPr>
        <w:rFonts w:hint="default"/>
      </w:rPr>
    </w:lvl>
    <w:lvl w:ilvl="4">
      <w:start w:val="1"/>
      <w:numFmt w:val="decimal"/>
      <w:isLgl/>
      <w:lvlText w:val="%1.%2.%3.%4.%5"/>
      <w:lvlJc w:val="left"/>
      <w:pPr>
        <w:ind w:left="1485" w:hanging="1080"/>
      </w:pPr>
      <w:rPr>
        <w:rFonts w:hint="default"/>
      </w:rPr>
    </w:lvl>
    <w:lvl w:ilvl="5">
      <w:start w:val="1"/>
      <w:numFmt w:val="decimal"/>
      <w:isLgl/>
      <w:lvlText w:val="%1.%2.%3.%4.%5.%6"/>
      <w:lvlJc w:val="left"/>
      <w:pPr>
        <w:ind w:left="1845" w:hanging="1440"/>
      </w:pPr>
      <w:rPr>
        <w:rFonts w:hint="default"/>
      </w:rPr>
    </w:lvl>
    <w:lvl w:ilvl="6">
      <w:start w:val="1"/>
      <w:numFmt w:val="decimal"/>
      <w:isLgl/>
      <w:lvlText w:val="%1.%2.%3.%4.%5.%6.%7"/>
      <w:lvlJc w:val="left"/>
      <w:pPr>
        <w:ind w:left="1845" w:hanging="1440"/>
      </w:pPr>
      <w:rPr>
        <w:rFonts w:hint="default"/>
      </w:rPr>
    </w:lvl>
    <w:lvl w:ilvl="7">
      <w:start w:val="1"/>
      <w:numFmt w:val="decimal"/>
      <w:isLgl/>
      <w:lvlText w:val="%1.%2.%3.%4.%5.%6.%7.%8"/>
      <w:lvlJc w:val="left"/>
      <w:pPr>
        <w:ind w:left="2205" w:hanging="1800"/>
      </w:pPr>
      <w:rPr>
        <w:rFonts w:hint="default"/>
      </w:rPr>
    </w:lvl>
    <w:lvl w:ilvl="8">
      <w:start w:val="1"/>
      <w:numFmt w:val="decimal"/>
      <w:isLgl/>
      <w:lvlText w:val="%1.%2.%3.%4.%5.%6.%7.%8.%9"/>
      <w:lvlJc w:val="left"/>
      <w:pPr>
        <w:ind w:left="2205" w:hanging="1800"/>
      </w:pPr>
      <w:rPr>
        <w:rFonts w:hint="default"/>
      </w:rPr>
    </w:lvl>
  </w:abstractNum>
  <w:abstractNum w:abstractNumId="20">
    <w:nsid w:val="4A835B45"/>
    <w:multiLevelType w:val="multilevel"/>
    <w:tmpl w:val="E938B654"/>
    <w:numStyleLink w:val="P1Headings"/>
  </w:abstractNum>
  <w:abstractNum w:abstractNumId="21">
    <w:nsid w:val="4FEE2CE1"/>
    <w:multiLevelType w:val="hybridMultilevel"/>
    <w:tmpl w:val="D4B6D1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C86B52"/>
    <w:multiLevelType w:val="multilevel"/>
    <w:tmpl w:val="17AA5DCA"/>
    <w:styleLink w:val="P1TableBullets"/>
    <w:lvl w:ilvl="0">
      <w:start w:val="1"/>
      <w:numFmt w:val="bullet"/>
      <w:pStyle w:val="HUDTableBullet1"/>
      <w:lvlText w:val=""/>
      <w:lvlJc w:val="left"/>
      <w:pPr>
        <w:ind w:left="216" w:hanging="216"/>
      </w:pPr>
      <w:rPr>
        <w:rFonts w:ascii="Symbol" w:hAnsi="Symbol" w:hint="default"/>
        <w:color w:val="auto"/>
      </w:rPr>
    </w:lvl>
    <w:lvl w:ilvl="1">
      <w:start w:val="1"/>
      <w:numFmt w:val="bullet"/>
      <w:pStyle w:val="TableBullet2"/>
      <w:lvlText w:val=""/>
      <w:lvlJc w:val="left"/>
      <w:pPr>
        <w:ind w:left="504" w:hanging="288"/>
      </w:pPr>
      <w:rPr>
        <w:rFonts w:ascii="Symbol" w:hAnsi="Symbol" w:hint="default"/>
        <w:color w:val="auto"/>
        <w:sz w:val="18"/>
      </w:rPr>
    </w:lvl>
    <w:lvl w:ilvl="2">
      <w:start w:val="1"/>
      <w:numFmt w:val="bullet"/>
      <w:lvlText w:val=""/>
      <w:lvlJc w:val="left"/>
      <w:pPr>
        <w:ind w:left="936" w:hanging="288"/>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3">
    <w:nsid w:val="56AE2021"/>
    <w:multiLevelType w:val="hybridMultilevel"/>
    <w:tmpl w:val="8CBEB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D0562D9"/>
    <w:multiLevelType w:val="multilevel"/>
    <w:tmpl w:val="E938B654"/>
    <w:styleLink w:val="P1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432" w:hanging="432"/>
      </w:pPr>
      <w:rPr>
        <w:rFonts w:hint="default"/>
      </w:rPr>
    </w:lvl>
    <w:lvl w:ilvl="2">
      <w:start w:val="1"/>
      <w:numFmt w:val="decimal"/>
      <w:pStyle w:val="Heading3"/>
      <w:lvlText w:val="%1.%2.%3"/>
      <w:lvlJc w:val="left"/>
      <w:pPr>
        <w:ind w:left="648" w:hanging="648"/>
      </w:pPr>
      <w:rPr>
        <w:rFonts w:hint="default"/>
      </w:rPr>
    </w:lvl>
    <w:lvl w:ilvl="3">
      <w:start w:val="1"/>
      <w:numFmt w:val="none"/>
      <w:lvlText w:val=""/>
      <w:lvlJc w:val="left"/>
      <w:pPr>
        <w:ind w:left="792" w:hanging="792"/>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5F034E54"/>
    <w:multiLevelType w:val="hybridMultilevel"/>
    <w:tmpl w:val="37483AF8"/>
    <w:lvl w:ilvl="0" w:tplc="04090001">
      <w:start w:val="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DA05806"/>
    <w:multiLevelType w:val="hybridMultilevel"/>
    <w:tmpl w:val="62CCB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DA51E74"/>
    <w:multiLevelType w:val="multilevel"/>
    <w:tmpl w:val="24A08030"/>
    <w:numStyleLink w:val="HUDTasks"/>
  </w:abstractNum>
  <w:abstractNum w:abstractNumId="28">
    <w:nsid w:val="7605737A"/>
    <w:multiLevelType w:val="multilevel"/>
    <w:tmpl w:val="24A08030"/>
    <w:styleLink w:val="HUDTasks"/>
    <w:lvl w:ilvl="0">
      <w:start w:val="1"/>
      <w:numFmt w:val="decimal"/>
      <w:pStyle w:val="HUDTaskNumbering"/>
      <w:lvlText w:val="T6-%1"/>
      <w:lvlJc w:val="left"/>
      <w:pPr>
        <w:ind w:left="648" w:hanging="648"/>
      </w:pPr>
      <w:rPr>
        <w:rFonts w:hint="default"/>
        <w:b/>
        <w:i w:val="0"/>
      </w:rPr>
    </w:lvl>
    <w:lvl w:ilvl="1">
      <w:start w:val="1"/>
      <w:numFmt w:val="decimal"/>
      <w:pStyle w:val="HUDSub-TaskNumbering"/>
      <w:lvlText w:val="T6-%1.%2"/>
      <w:lvlJc w:val="left"/>
      <w:pPr>
        <w:ind w:left="720" w:hanging="720"/>
      </w:pPr>
      <w:rPr>
        <w:rFonts w:hint="default"/>
        <w:b/>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14"/>
  </w:num>
  <w:num w:numId="3">
    <w:abstractNumId w:val="16"/>
  </w:num>
  <w:num w:numId="4">
    <w:abstractNumId w:val="7"/>
  </w:num>
  <w:num w:numId="5">
    <w:abstractNumId w:val="22"/>
  </w:num>
  <w:num w:numId="6">
    <w:abstractNumId w:val="28"/>
  </w:num>
  <w:num w:numId="7">
    <w:abstractNumId w:val="24"/>
  </w:num>
  <w:num w:numId="8">
    <w:abstractNumId w:val="3"/>
  </w:num>
  <w:num w:numId="9">
    <w:abstractNumId w:val="2"/>
  </w:num>
  <w:num w:numId="10">
    <w:abstractNumId w:val="1"/>
  </w:num>
  <w:num w:numId="11">
    <w:abstractNumId w:val="18"/>
    <w:lvlOverride w:ilvl="0">
      <w:lvl w:ilvl="0">
        <w:start w:val="1"/>
        <w:numFmt w:val="decimal"/>
        <w:pStyle w:val="List"/>
        <w:lvlText w:val="%1."/>
        <w:lvlJc w:val="left"/>
        <w:pPr>
          <w:ind w:left="720" w:hanging="360"/>
        </w:pPr>
        <w:rPr>
          <w:rFonts w:hint="default"/>
          <w:color w:val="3333FF"/>
        </w:rPr>
      </w:lvl>
    </w:lvlOverride>
  </w:num>
  <w:num w:numId="12">
    <w:abstractNumId w:val="20"/>
    <w:lvlOverride w:ilvl="0">
      <w:lvl w:ilvl="0">
        <w:start w:val="1"/>
        <w:numFmt w:val="decimal"/>
        <w:pStyle w:val="Heading1"/>
        <w:lvlText w:val="%1."/>
        <w:lvlJc w:val="left"/>
        <w:pPr>
          <w:ind w:left="360" w:hanging="360"/>
        </w:pPr>
        <w:rPr>
          <w:rFonts w:hint="default"/>
          <w:color w:val="auto"/>
        </w:rPr>
      </w:lvl>
    </w:lvlOverride>
    <w:lvlOverride w:ilvl="1">
      <w:lvl w:ilvl="1">
        <w:start w:val="1"/>
        <w:numFmt w:val="decimal"/>
        <w:pStyle w:val="Heading2"/>
        <w:lvlText w:val="%1.%2"/>
        <w:lvlJc w:val="left"/>
        <w:pPr>
          <w:ind w:left="432" w:hanging="432"/>
        </w:pPr>
        <w:rPr>
          <w:rFonts w:hint="default"/>
        </w:rPr>
      </w:lvl>
    </w:lvlOverride>
    <w:lvlOverride w:ilvl="2">
      <w:lvl w:ilvl="2">
        <w:start w:val="1"/>
        <w:numFmt w:val="decimal"/>
        <w:pStyle w:val="Heading3"/>
        <w:lvlText w:val="%1.%2.%3"/>
        <w:lvlJc w:val="left"/>
        <w:pPr>
          <w:ind w:left="648" w:hanging="648"/>
        </w:pPr>
        <w:rPr>
          <w:rFonts w:hint="default"/>
        </w:rPr>
      </w:lvl>
    </w:lvlOverride>
  </w:num>
  <w:num w:numId="13">
    <w:abstractNumId w:val="17"/>
  </w:num>
  <w:num w:numId="14">
    <w:abstractNumId w:val="8"/>
  </w:num>
  <w:num w:numId="15">
    <w:abstractNumId w:val="13"/>
  </w:num>
  <w:num w:numId="16">
    <w:abstractNumId w:val="23"/>
  </w:num>
  <w:num w:numId="17">
    <w:abstractNumId w:val="26"/>
  </w:num>
  <w:num w:numId="18">
    <w:abstractNumId w:val="11"/>
  </w:num>
  <w:num w:numId="19">
    <w:abstractNumId w:val="6"/>
  </w:num>
  <w:num w:numId="20">
    <w:abstractNumId w:val="19"/>
  </w:num>
  <w:num w:numId="21">
    <w:abstractNumId w:val="9"/>
  </w:num>
  <w:num w:numId="22">
    <w:abstractNumId w:val="12"/>
    <w:lvlOverride w:ilvl="0">
      <w:lvl w:ilvl="0">
        <w:start w:val="1"/>
        <w:numFmt w:val="bullet"/>
        <w:pStyle w:val="HUDBulletLevel1"/>
        <w:lvlText w:val=""/>
        <w:lvlJc w:val="left"/>
        <w:pPr>
          <w:ind w:left="720" w:hanging="360"/>
        </w:pPr>
        <w:rPr>
          <w:rFonts w:ascii="Symbol" w:hAnsi="Symbol" w:hint="default"/>
          <w:color w:val="0000FF"/>
        </w:rPr>
      </w:lvl>
    </w:lvlOverride>
  </w:num>
  <w:num w:numId="23">
    <w:abstractNumId w:val="20"/>
  </w:num>
  <w:num w:numId="24">
    <w:abstractNumId w:val="20"/>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432" w:hanging="432"/>
        </w:pPr>
        <w:rPr>
          <w:rFonts w:hint="default"/>
        </w:rPr>
      </w:lvl>
    </w:lvlOverride>
    <w:lvlOverride w:ilvl="2">
      <w:lvl w:ilvl="2">
        <w:start w:val="1"/>
        <w:numFmt w:val="decimal"/>
        <w:pStyle w:val="Heading3"/>
        <w:lvlText w:val="%1.%2.%3"/>
        <w:lvlJc w:val="left"/>
        <w:pPr>
          <w:ind w:left="648" w:hanging="648"/>
        </w:pPr>
        <w:rPr>
          <w:rFonts w:hint="default"/>
        </w:rPr>
      </w:lvl>
    </w:lvlOverride>
    <w:lvlOverride w:ilvl="3">
      <w:lvl w:ilvl="3">
        <w:start w:val="1"/>
        <w:numFmt w:val="none"/>
        <w:lvlText w:val=""/>
        <w:lvlJc w:val="left"/>
        <w:pPr>
          <w:ind w:left="792" w:hanging="792"/>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4"/>
    <w:lvlOverride w:ilvl="0">
      <w:lvl w:ilvl="0">
        <w:numFmt w:val="decimal"/>
        <w:pStyle w:val="Heading1"/>
        <w:lvlText w:val=""/>
        <w:lvlJc w:val="left"/>
      </w:lvl>
    </w:lvlOverride>
    <w:lvlOverride w:ilvl="1">
      <w:lvl w:ilvl="1">
        <w:start w:val="1"/>
        <w:numFmt w:val="decimal"/>
        <w:pStyle w:val="Heading2"/>
        <w:lvlText w:val="%1.%2"/>
        <w:lvlJc w:val="left"/>
        <w:pPr>
          <w:ind w:left="432" w:hanging="432"/>
        </w:pPr>
        <w:rPr>
          <w:rFonts w:hint="default"/>
        </w:rPr>
      </w:lvl>
    </w:lvlOverride>
  </w:num>
  <w:num w:numId="26">
    <w:abstractNumId w:val="27"/>
  </w:num>
  <w:num w:numId="27">
    <w:abstractNumId w:val="10"/>
    <w:lvlOverride w:ilvl="0">
      <w:lvl w:ilvl="0">
        <w:numFmt w:val="decimal"/>
        <w:lvlText w:val=""/>
        <w:lvlJc w:val="left"/>
      </w:lvl>
    </w:lvlOverride>
    <w:lvlOverride w:ilvl="1">
      <w:lvl w:ilvl="1">
        <w:start w:val="1"/>
        <w:numFmt w:val="decimal"/>
        <w:lvlText w:val="T4-%1.%2"/>
        <w:lvlJc w:val="left"/>
        <w:pPr>
          <w:ind w:left="720" w:hanging="720"/>
        </w:pPr>
        <w:rPr>
          <w:rFonts w:hint="default"/>
          <w:b/>
          <w:i w:val="0"/>
        </w:rPr>
      </w:lvl>
    </w:lvlOverride>
  </w:num>
  <w:num w:numId="28">
    <w:abstractNumId w:val="5"/>
  </w:num>
  <w:num w:numId="29">
    <w:abstractNumId w:val="12"/>
  </w:num>
  <w:num w:numId="30">
    <w:abstractNumId w:val="4"/>
  </w:num>
  <w:num w:numId="31">
    <w:abstractNumId w:val="20"/>
    <w:lvlOverride w:ilvl="0">
      <w:startOverride w:val="1"/>
      <w:lvl w:ilvl="0">
        <w:start w:val="1"/>
        <w:numFmt w:val="decimal"/>
        <w:pStyle w:val="Heading1"/>
        <w:lvlText w:val="%1."/>
        <w:lvlJc w:val="left"/>
        <w:pPr>
          <w:ind w:left="360" w:hanging="360"/>
        </w:pPr>
        <w:rPr>
          <w:rFonts w:hint="default"/>
        </w:rPr>
      </w:lvl>
    </w:lvlOverride>
    <w:lvlOverride w:ilvl="1">
      <w:startOverride w:val="1"/>
      <w:lvl w:ilvl="1">
        <w:start w:val="1"/>
        <w:numFmt w:val="decimal"/>
        <w:pStyle w:val="Heading2"/>
        <w:lvlText w:val="%1.%2"/>
        <w:lvlJc w:val="left"/>
        <w:pPr>
          <w:ind w:left="432" w:hanging="432"/>
        </w:pPr>
        <w:rPr>
          <w:rFonts w:hint="default"/>
        </w:rPr>
      </w:lvl>
    </w:lvlOverride>
    <w:lvlOverride w:ilvl="2">
      <w:startOverride w:val="1"/>
      <w:lvl w:ilvl="2">
        <w:start w:val="1"/>
        <w:numFmt w:val="decimal"/>
        <w:pStyle w:val="Heading3"/>
        <w:lvlText w:val="%1.%2.%3"/>
        <w:lvlJc w:val="left"/>
        <w:pPr>
          <w:ind w:left="648" w:hanging="648"/>
        </w:pPr>
        <w:rPr>
          <w:rFonts w:hint="default"/>
        </w:rPr>
      </w:lvl>
    </w:lvlOverride>
    <w:lvlOverride w:ilvl="3">
      <w:startOverride w:val="1"/>
      <w:lvl w:ilvl="3">
        <w:start w:val="1"/>
        <w:numFmt w:val="none"/>
        <w:lvlText w:val=""/>
        <w:lvlJc w:val="left"/>
        <w:pPr>
          <w:ind w:left="792" w:hanging="792"/>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2">
    <w:abstractNumId w:val="20"/>
    <w:lvlOverride w:ilvl="0">
      <w:startOverride w:val="3"/>
      <w:lvl w:ilvl="0">
        <w:start w:val="3"/>
        <w:numFmt w:val="decimal"/>
        <w:pStyle w:val="Heading1"/>
        <w:lvlText w:val="%1."/>
        <w:lvlJc w:val="left"/>
        <w:pPr>
          <w:ind w:left="360" w:hanging="360"/>
        </w:pPr>
        <w:rPr>
          <w:rFonts w:hint="default"/>
        </w:rPr>
      </w:lvl>
    </w:lvlOverride>
    <w:lvlOverride w:ilvl="1">
      <w:startOverride w:val="3"/>
      <w:lvl w:ilvl="1">
        <w:start w:val="3"/>
        <w:numFmt w:val="decimal"/>
        <w:pStyle w:val="Heading2"/>
        <w:lvlText w:val="%1.%2"/>
        <w:lvlJc w:val="left"/>
        <w:pPr>
          <w:ind w:left="432" w:hanging="432"/>
        </w:pPr>
        <w:rPr>
          <w:rFonts w:hint="default"/>
        </w:rPr>
      </w:lvl>
    </w:lvlOverride>
  </w:num>
  <w:num w:numId="33">
    <w:abstractNumId w:val="20"/>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432" w:hanging="432"/>
        </w:pPr>
        <w:rPr>
          <w:rFonts w:hint="default"/>
        </w:rPr>
      </w:lvl>
    </w:lvlOverride>
    <w:lvlOverride w:ilvl="2">
      <w:lvl w:ilvl="2">
        <w:start w:val="1"/>
        <w:numFmt w:val="decimal"/>
        <w:pStyle w:val="Heading3"/>
        <w:lvlText w:val="%1.%2.%3"/>
        <w:lvlJc w:val="left"/>
        <w:pPr>
          <w:ind w:left="648" w:hanging="648"/>
        </w:pPr>
        <w:rPr>
          <w:rFonts w:hint="default"/>
        </w:rPr>
      </w:lvl>
    </w:lvlOverride>
    <w:lvlOverride w:ilvl="3">
      <w:lvl w:ilvl="3">
        <w:start w:val="1"/>
        <w:numFmt w:val="none"/>
        <w:lvlText w:val=""/>
        <w:lvlJc w:val="left"/>
        <w:pPr>
          <w:ind w:left="792" w:hanging="792"/>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4">
    <w:abstractNumId w:val="20"/>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432" w:hanging="432"/>
        </w:pPr>
        <w:rPr>
          <w:rFonts w:hint="default"/>
        </w:rPr>
      </w:lvl>
    </w:lvlOverride>
    <w:lvlOverride w:ilvl="2">
      <w:lvl w:ilvl="2">
        <w:start w:val="1"/>
        <w:numFmt w:val="decimal"/>
        <w:pStyle w:val="Heading3"/>
        <w:lvlText w:val="%1.%2.%3"/>
        <w:lvlJc w:val="left"/>
        <w:pPr>
          <w:ind w:left="648" w:hanging="648"/>
        </w:pPr>
        <w:rPr>
          <w:rFonts w:hint="default"/>
        </w:rPr>
      </w:lvl>
    </w:lvlOverride>
    <w:lvlOverride w:ilvl="3">
      <w:lvl w:ilvl="3">
        <w:start w:val="1"/>
        <w:numFmt w:val="none"/>
        <w:lvlText w:val=""/>
        <w:lvlJc w:val="left"/>
        <w:pPr>
          <w:ind w:left="792" w:hanging="792"/>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5">
    <w:abstractNumId w:val="15"/>
  </w:num>
  <w:num w:numId="36">
    <w:abstractNumId w:val="25"/>
  </w:num>
  <w:num w:numId="37">
    <w:abstractNumId w:val="21"/>
  </w:num>
  <w:num w:numId="38">
    <w:abstractNumId w:val="20"/>
    <w:lvlOverride w:ilvl="0">
      <w:startOverride w:val="1"/>
      <w:lvl w:ilvl="0">
        <w:start w:val="1"/>
        <w:numFmt w:val="decimal"/>
        <w:pStyle w:val="Heading1"/>
        <w:lvlText w:val="%1."/>
        <w:lvlJc w:val="left"/>
        <w:pPr>
          <w:ind w:left="360" w:hanging="360"/>
        </w:pPr>
        <w:rPr>
          <w:rFonts w:hint="default"/>
        </w:rPr>
      </w:lvl>
    </w:lvlOverride>
    <w:lvlOverride w:ilvl="1">
      <w:startOverride w:val="3"/>
      <w:lvl w:ilvl="1">
        <w:start w:val="3"/>
        <w:numFmt w:val="decimal"/>
        <w:pStyle w:val="Heading2"/>
        <w:lvlText w:val="%1.%2"/>
        <w:lvlJc w:val="left"/>
        <w:pPr>
          <w:ind w:left="432" w:hanging="432"/>
        </w:pPr>
        <w:rPr>
          <w:rFonts w:hint="default"/>
        </w:rPr>
      </w:lvl>
    </w:lvlOverride>
  </w:num>
  <w:num w:numId="39">
    <w:abstractNumId w:val="20"/>
    <w:lvlOverride w:ilvl="0">
      <w:startOverride w:val="1"/>
      <w:lvl w:ilvl="0">
        <w:start w:val="1"/>
        <w:numFmt w:val="decimal"/>
        <w:pStyle w:val="Heading1"/>
        <w:lvlText w:val="%1."/>
        <w:lvlJc w:val="left"/>
        <w:pPr>
          <w:ind w:left="360" w:hanging="360"/>
        </w:pPr>
        <w:rPr>
          <w:rFonts w:hint="default"/>
        </w:rPr>
      </w:lvl>
    </w:lvlOverride>
    <w:lvlOverride w:ilvl="1">
      <w:startOverride w:val="2"/>
      <w:lvl w:ilvl="1">
        <w:start w:val="2"/>
        <w:numFmt w:val="decimal"/>
        <w:pStyle w:val="Heading2"/>
        <w:lvlText w:val="%1.%2"/>
        <w:lvlJc w:val="left"/>
        <w:pPr>
          <w:ind w:left="432" w:hanging="432"/>
        </w:pPr>
        <w:rPr>
          <w:rFonts w:hint="default"/>
        </w:rPr>
      </w:lvl>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attachedTemplate r:id="rId1"/>
  <w:linkStyles/>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F2B"/>
    <w:rsid w:val="00000EE6"/>
    <w:rsid w:val="00004643"/>
    <w:rsid w:val="00005D50"/>
    <w:rsid w:val="00006C5C"/>
    <w:rsid w:val="0001205C"/>
    <w:rsid w:val="00014AD0"/>
    <w:rsid w:val="000310AF"/>
    <w:rsid w:val="00031AE7"/>
    <w:rsid w:val="00035585"/>
    <w:rsid w:val="00042824"/>
    <w:rsid w:val="0004738F"/>
    <w:rsid w:val="00052EC1"/>
    <w:rsid w:val="000818D0"/>
    <w:rsid w:val="00081D2D"/>
    <w:rsid w:val="00084E20"/>
    <w:rsid w:val="00095EB3"/>
    <w:rsid w:val="000A390C"/>
    <w:rsid w:val="000A4888"/>
    <w:rsid w:val="000B3010"/>
    <w:rsid w:val="000B4832"/>
    <w:rsid w:val="000B727A"/>
    <w:rsid w:val="000C33C5"/>
    <w:rsid w:val="000C41C9"/>
    <w:rsid w:val="000C4B4B"/>
    <w:rsid w:val="000C7E50"/>
    <w:rsid w:val="000E621C"/>
    <w:rsid w:val="000F683E"/>
    <w:rsid w:val="0010753D"/>
    <w:rsid w:val="00110BCB"/>
    <w:rsid w:val="00112523"/>
    <w:rsid w:val="001157FA"/>
    <w:rsid w:val="001234DF"/>
    <w:rsid w:val="00127805"/>
    <w:rsid w:val="00132F6D"/>
    <w:rsid w:val="001416E8"/>
    <w:rsid w:val="00151BE6"/>
    <w:rsid w:val="00157110"/>
    <w:rsid w:val="00164557"/>
    <w:rsid w:val="0018185E"/>
    <w:rsid w:val="001819A8"/>
    <w:rsid w:val="001824F7"/>
    <w:rsid w:val="001874CA"/>
    <w:rsid w:val="001A0125"/>
    <w:rsid w:val="001A2FF2"/>
    <w:rsid w:val="001A5E1C"/>
    <w:rsid w:val="001B48DC"/>
    <w:rsid w:val="001B63BF"/>
    <w:rsid w:val="001B6A9D"/>
    <w:rsid w:val="001B70D8"/>
    <w:rsid w:val="001C247E"/>
    <w:rsid w:val="001C3056"/>
    <w:rsid w:val="001C5265"/>
    <w:rsid w:val="001C745C"/>
    <w:rsid w:val="001C7F7A"/>
    <w:rsid w:val="001D20DB"/>
    <w:rsid w:val="001D5CF5"/>
    <w:rsid w:val="001E2F7C"/>
    <w:rsid w:val="001E3FAA"/>
    <w:rsid w:val="001E642B"/>
    <w:rsid w:val="001F22CF"/>
    <w:rsid w:val="001F6511"/>
    <w:rsid w:val="00202E22"/>
    <w:rsid w:val="00204224"/>
    <w:rsid w:val="002134E3"/>
    <w:rsid w:val="00214A6A"/>
    <w:rsid w:val="00216A3E"/>
    <w:rsid w:val="0021738F"/>
    <w:rsid w:val="0022052C"/>
    <w:rsid w:val="00223694"/>
    <w:rsid w:val="0022463E"/>
    <w:rsid w:val="00245F09"/>
    <w:rsid w:val="002526F6"/>
    <w:rsid w:val="002625C7"/>
    <w:rsid w:val="00265465"/>
    <w:rsid w:val="002702F6"/>
    <w:rsid w:val="0027661A"/>
    <w:rsid w:val="002806D5"/>
    <w:rsid w:val="002919F5"/>
    <w:rsid w:val="00296D27"/>
    <w:rsid w:val="002A1B4C"/>
    <w:rsid w:val="002B09B3"/>
    <w:rsid w:val="002B6AC8"/>
    <w:rsid w:val="002B7B03"/>
    <w:rsid w:val="002C3F50"/>
    <w:rsid w:val="002D2D22"/>
    <w:rsid w:val="002E46A3"/>
    <w:rsid w:val="002E7078"/>
    <w:rsid w:val="002E70AB"/>
    <w:rsid w:val="002F36A6"/>
    <w:rsid w:val="00301070"/>
    <w:rsid w:val="00302832"/>
    <w:rsid w:val="00306866"/>
    <w:rsid w:val="0030786E"/>
    <w:rsid w:val="00310D39"/>
    <w:rsid w:val="00312F8F"/>
    <w:rsid w:val="00313074"/>
    <w:rsid w:val="00314946"/>
    <w:rsid w:val="00314A33"/>
    <w:rsid w:val="00315A48"/>
    <w:rsid w:val="00325F27"/>
    <w:rsid w:val="00330014"/>
    <w:rsid w:val="0033595B"/>
    <w:rsid w:val="00337B4A"/>
    <w:rsid w:val="003437F9"/>
    <w:rsid w:val="00345669"/>
    <w:rsid w:val="003508AE"/>
    <w:rsid w:val="00355AB2"/>
    <w:rsid w:val="00356839"/>
    <w:rsid w:val="00357D02"/>
    <w:rsid w:val="00360DA5"/>
    <w:rsid w:val="0036351C"/>
    <w:rsid w:val="003638ED"/>
    <w:rsid w:val="00371B91"/>
    <w:rsid w:val="003729B4"/>
    <w:rsid w:val="003806A2"/>
    <w:rsid w:val="00386812"/>
    <w:rsid w:val="00390CF8"/>
    <w:rsid w:val="00392935"/>
    <w:rsid w:val="00393F49"/>
    <w:rsid w:val="00394362"/>
    <w:rsid w:val="003D0EF0"/>
    <w:rsid w:val="003D0F43"/>
    <w:rsid w:val="003D3415"/>
    <w:rsid w:val="003D37B1"/>
    <w:rsid w:val="003D44C8"/>
    <w:rsid w:val="003E0C78"/>
    <w:rsid w:val="003E3047"/>
    <w:rsid w:val="003E5A2F"/>
    <w:rsid w:val="003E701E"/>
    <w:rsid w:val="003F4579"/>
    <w:rsid w:val="003F5469"/>
    <w:rsid w:val="00402FA2"/>
    <w:rsid w:val="004061DC"/>
    <w:rsid w:val="00407B56"/>
    <w:rsid w:val="004110B0"/>
    <w:rsid w:val="004176B3"/>
    <w:rsid w:val="00421E4D"/>
    <w:rsid w:val="004268FD"/>
    <w:rsid w:val="00443A9D"/>
    <w:rsid w:val="004445E4"/>
    <w:rsid w:val="00450B20"/>
    <w:rsid w:val="0045690D"/>
    <w:rsid w:val="00456B61"/>
    <w:rsid w:val="0046236F"/>
    <w:rsid w:val="004636F7"/>
    <w:rsid w:val="0046407C"/>
    <w:rsid w:val="004649D9"/>
    <w:rsid w:val="00474C4B"/>
    <w:rsid w:val="00475B5F"/>
    <w:rsid w:val="00476D1A"/>
    <w:rsid w:val="0048446D"/>
    <w:rsid w:val="00487EAB"/>
    <w:rsid w:val="004967F7"/>
    <w:rsid w:val="00496831"/>
    <w:rsid w:val="004A0CEE"/>
    <w:rsid w:val="004A0F5D"/>
    <w:rsid w:val="004A22D1"/>
    <w:rsid w:val="004B1C52"/>
    <w:rsid w:val="004B2E7C"/>
    <w:rsid w:val="004B7767"/>
    <w:rsid w:val="004B77A4"/>
    <w:rsid w:val="004C0F6B"/>
    <w:rsid w:val="004C3246"/>
    <w:rsid w:val="004C3C76"/>
    <w:rsid w:val="004C4F6B"/>
    <w:rsid w:val="004C513C"/>
    <w:rsid w:val="004C7E92"/>
    <w:rsid w:val="004D0D78"/>
    <w:rsid w:val="004D5F29"/>
    <w:rsid w:val="004D6428"/>
    <w:rsid w:val="004E12B3"/>
    <w:rsid w:val="004E389B"/>
    <w:rsid w:val="004F778B"/>
    <w:rsid w:val="0050716B"/>
    <w:rsid w:val="00510850"/>
    <w:rsid w:val="00513792"/>
    <w:rsid w:val="00521C4D"/>
    <w:rsid w:val="00523C1A"/>
    <w:rsid w:val="0052663C"/>
    <w:rsid w:val="005400E5"/>
    <w:rsid w:val="00541768"/>
    <w:rsid w:val="00543C50"/>
    <w:rsid w:val="005508B2"/>
    <w:rsid w:val="00562F1C"/>
    <w:rsid w:val="00566768"/>
    <w:rsid w:val="005721BB"/>
    <w:rsid w:val="00573EF4"/>
    <w:rsid w:val="00581F80"/>
    <w:rsid w:val="00585E57"/>
    <w:rsid w:val="00596672"/>
    <w:rsid w:val="005A3913"/>
    <w:rsid w:val="005B2C02"/>
    <w:rsid w:val="005B4A3B"/>
    <w:rsid w:val="005C2C40"/>
    <w:rsid w:val="005D132B"/>
    <w:rsid w:val="005D32FD"/>
    <w:rsid w:val="005E34D4"/>
    <w:rsid w:val="005F108E"/>
    <w:rsid w:val="005F400B"/>
    <w:rsid w:val="00607739"/>
    <w:rsid w:val="00607F19"/>
    <w:rsid w:val="00612EF7"/>
    <w:rsid w:val="00614A6E"/>
    <w:rsid w:val="00624F5D"/>
    <w:rsid w:val="006313B2"/>
    <w:rsid w:val="00641F4A"/>
    <w:rsid w:val="00644C14"/>
    <w:rsid w:val="00647C04"/>
    <w:rsid w:val="00651C70"/>
    <w:rsid w:val="00654B79"/>
    <w:rsid w:val="0066146E"/>
    <w:rsid w:val="006668B3"/>
    <w:rsid w:val="00666E0E"/>
    <w:rsid w:val="00675F07"/>
    <w:rsid w:val="006774EB"/>
    <w:rsid w:val="00696C09"/>
    <w:rsid w:val="006A2547"/>
    <w:rsid w:val="006A7A61"/>
    <w:rsid w:val="006B4189"/>
    <w:rsid w:val="006C2409"/>
    <w:rsid w:val="006C5E4F"/>
    <w:rsid w:val="006C615C"/>
    <w:rsid w:val="006C7777"/>
    <w:rsid w:val="006D2AE0"/>
    <w:rsid w:val="006D4E40"/>
    <w:rsid w:val="006D66CD"/>
    <w:rsid w:val="006E3058"/>
    <w:rsid w:val="006E69CB"/>
    <w:rsid w:val="006F1A23"/>
    <w:rsid w:val="00702DE0"/>
    <w:rsid w:val="0070554F"/>
    <w:rsid w:val="00714EAD"/>
    <w:rsid w:val="00717423"/>
    <w:rsid w:val="00717A9E"/>
    <w:rsid w:val="0073772D"/>
    <w:rsid w:val="00741C22"/>
    <w:rsid w:val="00743E5E"/>
    <w:rsid w:val="00760917"/>
    <w:rsid w:val="00772F9E"/>
    <w:rsid w:val="007741CC"/>
    <w:rsid w:val="00781138"/>
    <w:rsid w:val="007818EF"/>
    <w:rsid w:val="00783D93"/>
    <w:rsid w:val="00784917"/>
    <w:rsid w:val="00785F3F"/>
    <w:rsid w:val="007874D5"/>
    <w:rsid w:val="00787AB3"/>
    <w:rsid w:val="0079179F"/>
    <w:rsid w:val="007927E9"/>
    <w:rsid w:val="007949D4"/>
    <w:rsid w:val="00796A11"/>
    <w:rsid w:val="00797AA0"/>
    <w:rsid w:val="007A2B7C"/>
    <w:rsid w:val="007A3A3E"/>
    <w:rsid w:val="007B1DE3"/>
    <w:rsid w:val="007C58CC"/>
    <w:rsid w:val="007D0B7A"/>
    <w:rsid w:val="007D4016"/>
    <w:rsid w:val="007E06BE"/>
    <w:rsid w:val="007F3183"/>
    <w:rsid w:val="007F342C"/>
    <w:rsid w:val="007F4D31"/>
    <w:rsid w:val="00800A26"/>
    <w:rsid w:val="00816DC4"/>
    <w:rsid w:val="0081790E"/>
    <w:rsid w:val="008261FF"/>
    <w:rsid w:val="0083234C"/>
    <w:rsid w:val="00832AAD"/>
    <w:rsid w:val="00847DE4"/>
    <w:rsid w:val="008534FF"/>
    <w:rsid w:val="00855DCD"/>
    <w:rsid w:val="00865846"/>
    <w:rsid w:val="0088199C"/>
    <w:rsid w:val="0088548F"/>
    <w:rsid w:val="00897495"/>
    <w:rsid w:val="008A04B3"/>
    <w:rsid w:val="008A0D61"/>
    <w:rsid w:val="008B277B"/>
    <w:rsid w:val="008B431A"/>
    <w:rsid w:val="008B484B"/>
    <w:rsid w:val="008B6A46"/>
    <w:rsid w:val="008C2795"/>
    <w:rsid w:val="008D0437"/>
    <w:rsid w:val="008D5924"/>
    <w:rsid w:val="008E60FF"/>
    <w:rsid w:val="008F337C"/>
    <w:rsid w:val="008F42D7"/>
    <w:rsid w:val="008F5663"/>
    <w:rsid w:val="008F5A1A"/>
    <w:rsid w:val="00901105"/>
    <w:rsid w:val="00906FF7"/>
    <w:rsid w:val="009175AF"/>
    <w:rsid w:val="00923571"/>
    <w:rsid w:val="00931ECC"/>
    <w:rsid w:val="0094120D"/>
    <w:rsid w:val="00941A7F"/>
    <w:rsid w:val="00943008"/>
    <w:rsid w:val="00944665"/>
    <w:rsid w:val="009815A6"/>
    <w:rsid w:val="009831E4"/>
    <w:rsid w:val="009911DB"/>
    <w:rsid w:val="009A1608"/>
    <w:rsid w:val="009C2A39"/>
    <w:rsid w:val="009C5394"/>
    <w:rsid w:val="009C7C49"/>
    <w:rsid w:val="009D228C"/>
    <w:rsid w:val="009D3347"/>
    <w:rsid w:val="009D4B05"/>
    <w:rsid w:val="009E35C0"/>
    <w:rsid w:val="009F3011"/>
    <w:rsid w:val="009F7197"/>
    <w:rsid w:val="009F7270"/>
    <w:rsid w:val="00A00402"/>
    <w:rsid w:val="00A0478C"/>
    <w:rsid w:val="00A05A01"/>
    <w:rsid w:val="00A102B0"/>
    <w:rsid w:val="00A10C14"/>
    <w:rsid w:val="00A14E7C"/>
    <w:rsid w:val="00A21DE7"/>
    <w:rsid w:val="00A22336"/>
    <w:rsid w:val="00A34345"/>
    <w:rsid w:val="00A5183E"/>
    <w:rsid w:val="00A541F8"/>
    <w:rsid w:val="00A57D2F"/>
    <w:rsid w:val="00A604AD"/>
    <w:rsid w:val="00A66437"/>
    <w:rsid w:val="00A66944"/>
    <w:rsid w:val="00A70773"/>
    <w:rsid w:val="00A778BB"/>
    <w:rsid w:val="00A81444"/>
    <w:rsid w:val="00A82734"/>
    <w:rsid w:val="00A85F14"/>
    <w:rsid w:val="00A91B52"/>
    <w:rsid w:val="00A94B79"/>
    <w:rsid w:val="00A95793"/>
    <w:rsid w:val="00A95864"/>
    <w:rsid w:val="00AA36BB"/>
    <w:rsid w:val="00AA3FF3"/>
    <w:rsid w:val="00AC2802"/>
    <w:rsid w:val="00AC66BA"/>
    <w:rsid w:val="00AC69C3"/>
    <w:rsid w:val="00AC6AAF"/>
    <w:rsid w:val="00AD0C1B"/>
    <w:rsid w:val="00AD3EDE"/>
    <w:rsid w:val="00AD7030"/>
    <w:rsid w:val="00AD7500"/>
    <w:rsid w:val="00AE01B6"/>
    <w:rsid w:val="00AE1C7C"/>
    <w:rsid w:val="00AF0813"/>
    <w:rsid w:val="00AF4A0C"/>
    <w:rsid w:val="00AF579A"/>
    <w:rsid w:val="00AF6171"/>
    <w:rsid w:val="00AF7507"/>
    <w:rsid w:val="00B015FD"/>
    <w:rsid w:val="00B22276"/>
    <w:rsid w:val="00B41839"/>
    <w:rsid w:val="00B42ACD"/>
    <w:rsid w:val="00B47CD4"/>
    <w:rsid w:val="00B51406"/>
    <w:rsid w:val="00B60B34"/>
    <w:rsid w:val="00B617B5"/>
    <w:rsid w:val="00B7408E"/>
    <w:rsid w:val="00B7534C"/>
    <w:rsid w:val="00B77C24"/>
    <w:rsid w:val="00B80BB8"/>
    <w:rsid w:val="00B82E8D"/>
    <w:rsid w:val="00B91450"/>
    <w:rsid w:val="00B92343"/>
    <w:rsid w:val="00B96ADF"/>
    <w:rsid w:val="00BA0044"/>
    <w:rsid w:val="00BA0DAA"/>
    <w:rsid w:val="00BA72C5"/>
    <w:rsid w:val="00BB25D2"/>
    <w:rsid w:val="00BB2D18"/>
    <w:rsid w:val="00BC0E5C"/>
    <w:rsid w:val="00BE3BFA"/>
    <w:rsid w:val="00BE4E4A"/>
    <w:rsid w:val="00BF0925"/>
    <w:rsid w:val="00BF7FA8"/>
    <w:rsid w:val="00C00A48"/>
    <w:rsid w:val="00C07B27"/>
    <w:rsid w:val="00C11B2C"/>
    <w:rsid w:val="00C17130"/>
    <w:rsid w:val="00C20332"/>
    <w:rsid w:val="00C30C75"/>
    <w:rsid w:val="00C33D72"/>
    <w:rsid w:val="00C404EC"/>
    <w:rsid w:val="00C40CE4"/>
    <w:rsid w:val="00C45164"/>
    <w:rsid w:val="00C46590"/>
    <w:rsid w:val="00C47DBE"/>
    <w:rsid w:val="00C51B5F"/>
    <w:rsid w:val="00C555B2"/>
    <w:rsid w:val="00C60B49"/>
    <w:rsid w:val="00C617D7"/>
    <w:rsid w:val="00C61D4D"/>
    <w:rsid w:val="00C6234C"/>
    <w:rsid w:val="00C82BC6"/>
    <w:rsid w:val="00C858A7"/>
    <w:rsid w:val="00C85A66"/>
    <w:rsid w:val="00C87ED8"/>
    <w:rsid w:val="00C95C62"/>
    <w:rsid w:val="00C95D73"/>
    <w:rsid w:val="00C9679B"/>
    <w:rsid w:val="00C96889"/>
    <w:rsid w:val="00C96ABB"/>
    <w:rsid w:val="00C979F2"/>
    <w:rsid w:val="00C97A9A"/>
    <w:rsid w:val="00CA2CFB"/>
    <w:rsid w:val="00CC5456"/>
    <w:rsid w:val="00CC7571"/>
    <w:rsid w:val="00CD2285"/>
    <w:rsid w:val="00CD392D"/>
    <w:rsid w:val="00CE229A"/>
    <w:rsid w:val="00CE27DE"/>
    <w:rsid w:val="00CE3C2D"/>
    <w:rsid w:val="00CE4FB1"/>
    <w:rsid w:val="00CE590E"/>
    <w:rsid w:val="00CE6E0F"/>
    <w:rsid w:val="00CF456A"/>
    <w:rsid w:val="00CF4C92"/>
    <w:rsid w:val="00D33197"/>
    <w:rsid w:val="00D42FA4"/>
    <w:rsid w:val="00D517B5"/>
    <w:rsid w:val="00D523C5"/>
    <w:rsid w:val="00D57A0F"/>
    <w:rsid w:val="00D61A14"/>
    <w:rsid w:val="00D623C9"/>
    <w:rsid w:val="00D64BFD"/>
    <w:rsid w:val="00D73556"/>
    <w:rsid w:val="00D73B0F"/>
    <w:rsid w:val="00D74B54"/>
    <w:rsid w:val="00D77E25"/>
    <w:rsid w:val="00D90161"/>
    <w:rsid w:val="00D919FE"/>
    <w:rsid w:val="00D93827"/>
    <w:rsid w:val="00D94E83"/>
    <w:rsid w:val="00D968CB"/>
    <w:rsid w:val="00D97DAB"/>
    <w:rsid w:val="00DA121A"/>
    <w:rsid w:val="00DA6C94"/>
    <w:rsid w:val="00DB0CB8"/>
    <w:rsid w:val="00DC0591"/>
    <w:rsid w:val="00DC572F"/>
    <w:rsid w:val="00DC5897"/>
    <w:rsid w:val="00DD2AFC"/>
    <w:rsid w:val="00DE4B1A"/>
    <w:rsid w:val="00DF2461"/>
    <w:rsid w:val="00DF6CB6"/>
    <w:rsid w:val="00E05F2B"/>
    <w:rsid w:val="00E11E7A"/>
    <w:rsid w:val="00E14356"/>
    <w:rsid w:val="00E208CB"/>
    <w:rsid w:val="00E22687"/>
    <w:rsid w:val="00E27F0A"/>
    <w:rsid w:val="00E342E9"/>
    <w:rsid w:val="00E342EC"/>
    <w:rsid w:val="00E345E3"/>
    <w:rsid w:val="00E37108"/>
    <w:rsid w:val="00E47C7F"/>
    <w:rsid w:val="00E505B1"/>
    <w:rsid w:val="00E52F9D"/>
    <w:rsid w:val="00E54B41"/>
    <w:rsid w:val="00E54D2A"/>
    <w:rsid w:val="00E60800"/>
    <w:rsid w:val="00E622AE"/>
    <w:rsid w:val="00E640F5"/>
    <w:rsid w:val="00E67429"/>
    <w:rsid w:val="00E70D8D"/>
    <w:rsid w:val="00E83EA7"/>
    <w:rsid w:val="00E912AF"/>
    <w:rsid w:val="00E92F21"/>
    <w:rsid w:val="00E9572B"/>
    <w:rsid w:val="00E9671E"/>
    <w:rsid w:val="00EA25D7"/>
    <w:rsid w:val="00EA367A"/>
    <w:rsid w:val="00EA4797"/>
    <w:rsid w:val="00EB5671"/>
    <w:rsid w:val="00EC4FA8"/>
    <w:rsid w:val="00ED0A04"/>
    <w:rsid w:val="00ED7663"/>
    <w:rsid w:val="00EE4C79"/>
    <w:rsid w:val="00EE5CE9"/>
    <w:rsid w:val="00EE6273"/>
    <w:rsid w:val="00EF499B"/>
    <w:rsid w:val="00F018B5"/>
    <w:rsid w:val="00F06031"/>
    <w:rsid w:val="00F151F1"/>
    <w:rsid w:val="00F21F1E"/>
    <w:rsid w:val="00F2449F"/>
    <w:rsid w:val="00F37B11"/>
    <w:rsid w:val="00F435CA"/>
    <w:rsid w:val="00F46716"/>
    <w:rsid w:val="00F638E8"/>
    <w:rsid w:val="00F642F6"/>
    <w:rsid w:val="00F739A4"/>
    <w:rsid w:val="00F7465E"/>
    <w:rsid w:val="00F86E50"/>
    <w:rsid w:val="00F91C19"/>
    <w:rsid w:val="00F928A5"/>
    <w:rsid w:val="00F95089"/>
    <w:rsid w:val="00F97D55"/>
    <w:rsid w:val="00FA2017"/>
    <w:rsid w:val="00FA36A3"/>
    <w:rsid w:val="00FA3E60"/>
    <w:rsid w:val="00FB12E7"/>
    <w:rsid w:val="00FB24B6"/>
    <w:rsid w:val="00FB2D96"/>
    <w:rsid w:val="00FB784B"/>
    <w:rsid w:val="00FC0BF2"/>
    <w:rsid w:val="00FC6FE3"/>
    <w:rsid w:val="00FD2BD5"/>
    <w:rsid w:val="00FD4385"/>
    <w:rsid w:val="00FD60A2"/>
    <w:rsid w:val="00FE4A32"/>
    <w:rsid w:val="00FF0ACE"/>
    <w:rsid w:val="00FF1A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274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7"/>
    <w:lsdException w:name="footer" w:qFormat="1"/>
    <w:lsdException w:name="caption" w:uiPriority="0" w:qFormat="1"/>
    <w:lsdException w:name="List" w:qFormat="1"/>
    <w:lsdException w:name="List Bullet" w:uiPriority="0" w:qFormat="1"/>
    <w:lsdException w:name="List Number" w:qFormat="1"/>
    <w:lsdException w:name="List Bullet 2" w:qFormat="1"/>
    <w:lsdException w:name="List Bullet 5" w:uiPriority="0"/>
    <w:lsdException w:name="List Number 2" w:semiHidden="0" w:unhideWhenUsed="0" w:qFormat="1"/>
    <w:lsdException w:name="List Number 3" w:semiHidden="0" w:unhideWhenUsed="0" w:qFormat="1"/>
    <w:lsdException w:name="List Number 4" w:unhideWhenUsed="0"/>
    <w:lsdException w:name="Title" w:semiHidden="0" w:uiPriority="10" w:unhideWhenUsed="0"/>
    <w:lsdException w:name="Default Paragraph Font" w:uiPriority="1"/>
    <w:lsdException w:name="Body Text" w:uiPriority="0"/>
    <w:lsdException w:name="Subtitle" w:semiHidden="0" w:uiPriority="11" w:unhideWhenUsed="0"/>
    <w:lsdException w:name="Hyperlink"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HUD Normal"/>
    <w:qFormat/>
    <w:rsid w:val="00E37108"/>
    <w:pPr>
      <w:overflowPunct w:val="0"/>
      <w:autoSpaceDE w:val="0"/>
      <w:autoSpaceDN w:val="0"/>
      <w:adjustRightInd w:val="0"/>
      <w:spacing w:after="120"/>
      <w:textAlignment w:val="baseline"/>
    </w:pPr>
    <w:rPr>
      <w:rFonts w:eastAsia="Times New Roman"/>
      <w:sz w:val="22"/>
    </w:rPr>
  </w:style>
  <w:style w:type="paragraph" w:styleId="Heading1">
    <w:name w:val="heading 1"/>
    <w:aliases w:val="HUD Heading 1"/>
    <w:basedOn w:val="Normal"/>
    <w:next w:val="Normal"/>
    <w:link w:val="Heading1Char"/>
    <w:uiPriority w:val="9"/>
    <w:qFormat/>
    <w:rsid w:val="00E37108"/>
    <w:pPr>
      <w:keepNext/>
      <w:keepLines/>
      <w:numPr>
        <w:numId w:val="24"/>
      </w:numPr>
      <w:spacing w:before="240"/>
      <w:outlineLvl w:val="0"/>
    </w:pPr>
    <w:rPr>
      <w:rFonts w:ascii="Cambria" w:hAnsi="Cambria"/>
      <w:b/>
      <w:bCs/>
      <w:sz w:val="28"/>
      <w:szCs w:val="28"/>
    </w:rPr>
  </w:style>
  <w:style w:type="paragraph" w:styleId="Heading2">
    <w:name w:val="heading 2"/>
    <w:aliases w:val="HUD Heading 2"/>
    <w:basedOn w:val="Normal"/>
    <w:next w:val="Normal"/>
    <w:link w:val="Heading2Char"/>
    <w:qFormat/>
    <w:rsid w:val="00E37108"/>
    <w:pPr>
      <w:keepNext/>
      <w:keepLines/>
      <w:numPr>
        <w:ilvl w:val="1"/>
        <w:numId w:val="24"/>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uiPriority w:val="9"/>
    <w:qFormat/>
    <w:rsid w:val="00E37108"/>
    <w:pPr>
      <w:keepNext/>
      <w:keepLines/>
      <w:numPr>
        <w:ilvl w:val="2"/>
        <w:numId w:val="24"/>
      </w:numPr>
      <w:spacing w:before="240"/>
      <w:outlineLvl w:val="2"/>
    </w:pPr>
    <w:rPr>
      <w:rFonts w:ascii="Cambria" w:hAnsi="Cambria"/>
      <w:b/>
      <w:bCs/>
    </w:rPr>
  </w:style>
  <w:style w:type="paragraph" w:styleId="Heading4">
    <w:name w:val="heading 4"/>
    <w:aliases w:val="HUD Heading 4"/>
    <w:basedOn w:val="Normal"/>
    <w:next w:val="Normal"/>
    <w:link w:val="Heading4Char"/>
    <w:uiPriority w:val="9"/>
    <w:qFormat/>
    <w:rsid w:val="00E37108"/>
    <w:pPr>
      <w:keepNext/>
      <w:keepLines/>
      <w:spacing w:before="240"/>
      <w:outlineLvl w:val="3"/>
    </w:pPr>
    <w:rPr>
      <w:rFonts w:ascii="Cambria" w:hAnsi="Cambria"/>
      <w:b/>
      <w:bCs/>
      <w:i/>
      <w:iCs/>
    </w:rPr>
  </w:style>
  <w:style w:type="paragraph" w:styleId="Heading5">
    <w:name w:val="heading 5"/>
    <w:basedOn w:val="Normal"/>
    <w:next w:val="Normal"/>
    <w:link w:val="Heading5Char"/>
    <w:uiPriority w:val="9"/>
    <w:semiHidden/>
    <w:rsid w:val="00E37108"/>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qFormat/>
    <w:rsid w:val="00E37108"/>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E37108"/>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E37108"/>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iPriority w:val="9"/>
    <w:semiHidden/>
    <w:unhideWhenUsed/>
    <w:qFormat/>
    <w:rsid w:val="00E37108"/>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eading 1 Char"/>
    <w:link w:val="Heading1"/>
    <w:uiPriority w:val="9"/>
    <w:rsid w:val="00E37108"/>
    <w:rPr>
      <w:rFonts w:ascii="Cambria" w:eastAsia="Times New Roman" w:hAnsi="Cambria"/>
      <w:b/>
      <w:bCs/>
      <w:sz w:val="28"/>
      <w:szCs w:val="28"/>
    </w:rPr>
  </w:style>
  <w:style w:type="character" w:customStyle="1" w:styleId="Heading2Char">
    <w:name w:val="Heading 2 Char"/>
    <w:aliases w:val="HUD Heading 2 Char"/>
    <w:link w:val="Heading2"/>
    <w:rsid w:val="00E37108"/>
    <w:rPr>
      <w:rFonts w:ascii="Cambria" w:eastAsia="Times New Roman" w:hAnsi="Cambria"/>
      <w:b/>
      <w:bCs/>
      <w:sz w:val="26"/>
      <w:szCs w:val="26"/>
    </w:rPr>
  </w:style>
  <w:style w:type="character" w:customStyle="1" w:styleId="Heading3Char">
    <w:name w:val="Heading 3 Char"/>
    <w:aliases w:val="HUD Heading 3 Char"/>
    <w:link w:val="Heading3"/>
    <w:uiPriority w:val="9"/>
    <w:rsid w:val="00E37108"/>
    <w:rPr>
      <w:rFonts w:ascii="Cambria" w:eastAsia="Times New Roman" w:hAnsi="Cambria"/>
      <w:b/>
      <w:bCs/>
      <w:sz w:val="22"/>
    </w:rPr>
  </w:style>
  <w:style w:type="character" w:customStyle="1" w:styleId="Heading4Char">
    <w:name w:val="Heading 4 Char"/>
    <w:aliases w:val="HUD Heading 4 Char"/>
    <w:link w:val="Heading4"/>
    <w:uiPriority w:val="9"/>
    <w:rsid w:val="00E37108"/>
    <w:rPr>
      <w:rFonts w:ascii="Cambria" w:eastAsia="Times New Roman" w:hAnsi="Cambria"/>
      <w:b/>
      <w:bCs/>
      <w:i/>
      <w:iCs/>
      <w:sz w:val="22"/>
    </w:rPr>
  </w:style>
  <w:style w:type="character" w:customStyle="1" w:styleId="Heading5Char">
    <w:name w:val="Heading 5 Char"/>
    <w:link w:val="Heading5"/>
    <w:uiPriority w:val="9"/>
    <w:semiHidden/>
    <w:rsid w:val="00E37108"/>
    <w:rPr>
      <w:rFonts w:ascii="Cambria" w:eastAsia="Times New Roman" w:hAnsi="Cambria"/>
      <w:color w:val="243F60"/>
      <w:sz w:val="22"/>
    </w:rPr>
  </w:style>
  <w:style w:type="character" w:customStyle="1" w:styleId="Heading6Char">
    <w:name w:val="Heading 6 Char"/>
    <w:link w:val="Heading6"/>
    <w:uiPriority w:val="9"/>
    <w:semiHidden/>
    <w:rsid w:val="00E37108"/>
    <w:rPr>
      <w:rFonts w:ascii="Cambria" w:eastAsia="Times New Roman" w:hAnsi="Cambria"/>
      <w:i/>
      <w:iCs/>
      <w:color w:val="243F60"/>
      <w:sz w:val="22"/>
    </w:rPr>
  </w:style>
  <w:style w:type="character" w:customStyle="1" w:styleId="Heading7Char">
    <w:name w:val="Heading 7 Char"/>
    <w:link w:val="Heading7"/>
    <w:uiPriority w:val="9"/>
    <w:semiHidden/>
    <w:rsid w:val="00E37108"/>
    <w:rPr>
      <w:rFonts w:ascii="Cambria" w:eastAsia="Times New Roman" w:hAnsi="Cambria"/>
      <w:i/>
      <w:iCs/>
      <w:color w:val="404040"/>
      <w:sz w:val="22"/>
    </w:rPr>
  </w:style>
  <w:style w:type="character" w:customStyle="1" w:styleId="Heading8Char">
    <w:name w:val="Heading 8 Char"/>
    <w:link w:val="Heading8"/>
    <w:uiPriority w:val="9"/>
    <w:semiHidden/>
    <w:rsid w:val="00E37108"/>
    <w:rPr>
      <w:rFonts w:ascii="Cambria" w:eastAsia="Times New Roman" w:hAnsi="Cambria"/>
      <w:color w:val="4F81BD"/>
    </w:rPr>
  </w:style>
  <w:style w:type="character" w:customStyle="1" w:styleId="Heading9Char">
    <w:name w:val="Heading 9 Char"/>
    <w:link w:val="Heading9"/>
    <w:uiPriority w:val="9"/>
    <w:semiHidden/>
    <w:rsid w:val="00E37108"/>
    <w:rPr>
      <w:rFonts w:ascii="Cambria" w:eastAsia="Times New Roman" w:hAnsi="Cambria"/>
      <w:i/>
      <w:iCs/>
      <w:color w:val="404040"/>
    </w:rPr>
  </w:style>
  <w:style w:type="paragraph" w:styleId="Caption">
    <w:name w:val="caption"/>
    <w:aliases w:val="HUD Caption"/>
    <w:basedOn w:val="Normal"/>
    <w:next w:val="Normal"/>
    <w:qFormat/>
    <w:rsid w:val="00E37108"/>
    <w:pPr>
      <w:jc w:val="center"/>
    </w:pPr>
    <w:rPr>
      <w:b/>
      <w:bCs/>
      <w:sz w:val="20"/>
      <w:szCs w:val="18"/>
    </w:rPr>
  </w:style>
  <w:style w:type="paragraph" w:styleId="Title">
    <w:name w:val="Title"/>
    <w:basedOn w:val="Normal"/>
    <w:next w:val="Normal"/>
    <w:link w:val="TitleChar"/>
    <w:uiPriority w:val="10"/>
    <w:semiHidden/>
    <w:rsid w:val="00E37108"/>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link w:val="Title"/>
    <w:uiPriority w:val="10"/>
    <w:semiHidden/>
    <w:rsid w:val="00E37108"/>
    <w:rPr>
      <w:rFonts w:ascii="Cambria" w:eastAsia="Times New Roman" w:hAnsi="Cambria"/>
      <w:color w:val="17365D"/>
      <w:spacing w:val="5"/>
      <w:kern w:val="28"/>
      <w:sz w:val="52"/>
      <w:szCs w:val="52"/>
    </w:rPr>
  </w:style>
  <w:style w:type="paragraph" w:styleId="Subtitle">
    <w:name w:val="Subtitle"/>
    <w:basedOn w:val="Normal"/>
    <w:next w:val="Normal"/>
    <w:link w:val="SubtitleChar"/>
    <w:uiPriority w:val="11"/>
    <w:semiHidden/>
    <w:unhideWhenUsed/>
    <w:rsid w:val="00E37108"/>
    <w:pPr>
      <w:numPr>
        <w:ilvl w:val="1"/>
      </w:numPr>
    </w:pPr>
    <w:rPr>
      <w:rFonts w:ascii="Cambria" w:hAnsi="Cambria"/>
      <w:i/>
      <w:iCs/>
      <w:color w:val="4F81BD"/>
      <w:spacing w:val="15"/>
      <w:szCs w:val="24"/>
    </w:rPr>
  </w:style>
  <w:style w:type="character" w:customStyle="1" w:styleId="SubtitleChar">
    <w:name w:val="Subtitle Char"/>
    <w:link w:val="Subtitle"/>
    <w:uiPriority w:val="11"/>
    <w:semiHidden/>
    <w:rsid w:val="00E37108"/>
    <w:rPr>
      <w:rFonts w:ascii="Cambria" w:eastAsia="Times New Roman" w:hAnsi="Cambria"/>
      <w:i/>
      <w:iCs/>
      <w:color w:val="4F81BD"/>
      <w:spacing w:val="15"/>
      <w:sz w:val="22"/>
      <w:szCs w:val="24"/>
    </w:rPr>
  </w:style>
  <w:style w:type="character" w:styleId="Strong">
    <w:name w:val="Strong"/>
    <w:uiPriority w:val="22"/>
    <w:semiHidden/>
    <w:unhideWhenUsed/>
    <w:rsid w:val="00E37108"/>
    <w:rPr>
      <w:b/>
      <w:bCs/>
    </w:rPr>
  </w:style>
  <w:style w:type="character" w:styleId="Emphasis">
    <w:name w:val="Emphasis"/>
    <w:uiPriority w:val="20"/>
    <w:semiHidden/>
    <w:qFormat/>
    <w:rsid w:val="00E37108"/>
    <w:rPr>
      <w:i/>
      <w:iCs/>
    </w:rPr>
  </w:style>
  <w:style w:type="paragraph" w:styleId="NoSpacing">
    <w:name w:val="No Spacing"/>
    <w:uiPriority w:val="1"/>
    <w:semiHidden/>
    <w:unhideWhenUsed/>
    <w:rsid w:val="00E37108"/>
    <w:rPr>
      <w:sz w:val="22"/>
      <w:szCs w:val="22"/>
      <w:lang w:bidi="en-US"/>
    </w:rPr>
  </w:style>
  <w:style w:type="paragraph" w:styleId="ListParagraph">
    <w:name w:val="List Paragraph"/>
    <w:aliases w:val="3,POCG Table Text"/>
    <w:basedOn w:val="Normal"/>
    <w:next w:val="Normal"/>
    <w:uiPriority w:val="34"/>
    <w:qFormat/>
    <w:rsid w:val="00E37108"/>
    <w:pPr>
      <w:spacing w:after="0"/>
    </w:pPr>
    <w:rPr>
      <w:sz w:val="20"/>
    </w:rPr>
  </w:style>
  <w:style w:type="paragraph" w:styleId="Quote">
    <w:name w:val="Quote"/>
    <w:basedOn w:val="Normal"/>
    <w:next w:val="Normal"/>
    <w:link w:val="QuoteChar"/>
    <w:uiPriority w:val="29"/>
    <w:semiHidden/>
    <w:unhideWhenUsed/>
    <w:rsid w:val="00E37108"/>
    <w:rPr>
      <w:i/>
      <w:iCs/>
      <w:color w:val="000000"/>
    </w:rPr>
  </w:style>
  <w:style w:type="character" w:customStyle="1" w:styleId="QuoteChar">
    <w:name w:val="Quote Char"/>
    <w:link w:val="Quote"/>
    <w:uiPriority w:val="29"/>
    <w:semiHidden/>
    <w:rsid w:val="00E37108"/>
    <w:rPr>
      <w:rFonts w:ascii="Calibri" w:eastAsia="Times New Roman" w:hAnsi="Calibri"/>
      <w:i/>
      <w:iCs/>
      <w:color w:val="000000"/>
      <w:sz w:val="22"/>
    </w:rPr>
  </w:style>
  <w:style w:type="paragraph" w:styleId="IntenseQuote">
    <w:name w:val="Intense Quote"/>
    <w:basedOn w:val="Normal"/>
    <w:next w:val="Normal"/>
    <w:link w:val="IntenseQuoteChar"/>
    <w:uiPriority w:val="30"/>
    <w:semiHidden/>
    <w:unhideWhenUsed/>
    <w:rsid w:val="00E37108"/>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E37108"/>
    <w:rPr>
      <w:rFonts w:ascii="Calibri" w:eastAsia="Times New Roman" w:hAnsi="Calibri"/>
      <w:b/>
      <w:bCs/>
      <w:i/>
      <w:iCs/>
      <w:color w:val="4F81BD"/>
      <w:sz w:val="22"/>
    </w:rPr>
  </w:style>
  <w:style w:type="character" w:styleId="SubtleEmphasis">
    <w:name w:val="Subtle Emphasis"/>
    <w:uiPriority w:val="19"/>
    <w:semiHidden/>
    <w:unhideWhenUsed/>
    <w:rsid w:val="00E37108"/>
    <w:rPr>
      <w:i/>
      <w:iCs/>
      <w:color w:val="808080"/>
    </w:rPr>
  </w:style>
  <w:style w:type="character" w:styleId="IntenseEmphasis">
    <w:name w:val="Intense Emphasis"/>
    <w:uiPriority w:val="21"/>
    <w:semiHidden/>
    <w:unhideWhenUsed/>
    <w:rsid w:val="00E37108"/>
    <w:rPr>
      <w:b/>
      <w:bCs/>
      <w:i/>
      <w:iCs/>
      <w:color w:val="4F81BD"/>
    </w:rPr>
  </w:style>
  <w:style w:type="character" w:styleId="SubtleReference">
    <w:name w:val="Subtle Reference"/>
    <w:uiPriority w:val="31"/>
    <w:semiHidden/>
    <w:unhideWhenUsed/>
    <w:rsid w:val="00E37108"/>
    <w:rPr>
      <w:smallCaps/>
      <w:color w:val="C0504D"/>
      <w:u w:val="single"/>
    </w:rPr>
  </w:style>
  <w:style w:type="character" w:styleId="IntenseReference">
    <w:name w:val="Intense Reference"/>
    <w:uiPriority w:val="32"/>
    <w:semiHidden/>
    <w:unhideWhenUsed/>
    <w:rsid w:val="00E37108"/>
    <w:rPr>
      <w:b/>
      <w:bCs/>
      <w:smallCaps/>
      <w:color w:val="C0504D"/>
      <w:spacing w:val="5"/>
      <w:u w:val="single"/>
    </w:rPr>
  </w:style>
  <w:style w:type="numbering" w:customStyle="1" w:styleId="P1BulletedList">
    <w:name w:val="P1 Bulleted List"/>
    <w:uiPriority w:val="99"/>
    <w:rsid w:val="00E37108"/>
    <w:pPr>
      <w:numPr>
        <w:numId w:val="3"/>
      </w:numPr>
    </w:pPr>
  </w:style>
  <w:style w:type="paragraph" w:styleId="TOCHeading">
    <w:name w:val="TOC Heading"/>
    <w:basedOn w:val="Heading1"/>
    <w:next w:val="Normal"/>
    <w:uiPriority w:val="39"/>
    <w:semiHidden/>
    <w:qFormat/>
    <w:rsid w:val="00E37108"/>
    <w:pPr>
      <w:outlineLvl w:val="9"/>
    </w:pPr>
  </w:style>
  <w:style w:type="paragraph" w:styleId="Footer">
    <w:name w:val="footer"/>
    <w:aliases w:val="HUD Footer,P1 Footer,POCG Footer"/>
    <w:basedOn w:val="Normal"/>
    <w:link w:val="FooterChar"/>
    <w:uiPriority w:val="99"/>
    <w:qFormat/>
    <w:rsid w:val="00E37108"/>
    <w:pPr>
      <w:tabs>
        <w:tab w:val="center" w:pos="4680"/>
        <w:tab w:val="right" w:pos="9360"/>
      </w:tabs>
      <w:spacing w:after="0"/>
    </w:pPr>
    <w:rPr>
      <w:b/>
      <w:sz w:val="20"/>
    </w:rPr>
  </w:style>
  <w:style w:type="character" w:customStyle="1" w:styleId="FooterChar">
    <w:name w:val="Footer Char"/>
    <w:aliases w:val="HUD Footer Char,P1 Footer Char,POCG Footer Char"/>
    <w:link w:val="Footer"/>
    <w:uiPriority w:val="99"/>
    <w:rsid w:val="00E37108"/>
    <w:rPr>
      <w:rFonts w:ascii="Calibri" w:eastAsia="Times New Roman" w:hAnsi="Calibri"/>
      <w:b/>
    </w:rPr>
  </w:style>
  <w:style w:type="paragraph" w:styleId="Header">
    <w:name w:val="header"/>
    <w:aliases w:val="HUD Header"/>
    <w:basedOn w:val="Normal"/>
    <w:link w:val="HeaderChar"/>
    <w:uiPriority w:val="97"/>
    <w:rsid w:val="00E37108"/>
    <w:pPr>
      <w:tabs>
        <w:tab w:val="center" w:pos="4680"/>
        <w:tab w:val="right" w:pos="9360"/>
      </w:tabs>
      <w:spacing w:after="0"/>
    </w:pPr>
    <w:rPr>
      <w:sz w:val="20"/>
    </w:rPr>
  </w:style>
  <w:style w:type="character" w:customStyle="1" w:styleId="HeaderChar">
    <w:name w:val="Header Char"/>
    <w:aliases w:val="HUD Header Char"/>
    <w:link w:val="Header"/>
    <w:uiPriority w:val="97"/>
    <w:rsid w:val="00E37108"/>
    <w:rPr>
      <w:rFonts w:ascii="Calibri" w:eastAsia="Times New Roman" w:hAnsi="Calibri"/>
    </w:rPr>
  </w:style>
  <w:style w:type="numbering" w:customStyle="1" w:styleId="P1NumberingList">
    <w:name w:val="P1 Numbering List"/>
    <w:uiPriority w:val="99"/>
    <w:rsid w:val="00E37108"/>
    <w:pPr>
      <w:numPr>
        <w:numId w:val="4"/>
      </w:numPr>
    </w:pPr>
  </w:style>
  <w:style w:type="paragraph" w:styleId="ListBullet2">
    <w:name w:val="List Bullet 2"/>
    <w:aliases w:val="P1 List Bullet 2,POCG List Bullet 2"/>
    <w:basedOn w:val="Normal"/>
    <w:uiPriority w:val="99"/>
    <w:semiHidden/>
    <w:qFormat/>
    <w:rsid w:val="00E37108"/>
    <w:pPr>
      <w:numPr>
        <w:numId w:val="10"/>
      </w:numPr>
      <w:ind w:left="1080"/>
    </w:pPr>
  </w:style>
  <w:style w:type="paragraph" w:styleId="ListBullet3">
    <w:name w:val="List Bullet 3"/>
    <w:basedOn w:val="Normal"/>
    <w:uiPriority w:val="99"/>
    <w:semiHidden/>
    <w:unhideWhenUsed/>
    <w:rsid w:val="00E37108"/>
    <w:pPr>
      <w:numPr>
        <w:numId w:val="1"/>
      </w:numPr>
    </w:pPr>
  </w:style>
  <w:style w:type="paragraph" w:styleId="ListNumber">
    <w:name w:val="List Number"/>
    <w:aliases w:val="j,P1 List Number,POCG List Number"/>
    <w:basedOn w:val="Normal"/>
    <w:next w:val="List2"/>
    <w:uiPriority w:val="99"/>
    <w:semiHidden/>
    <w:qFormat/>
    <w:rsid w:val="00E37108"/>
    <w:pPr>
      <w:numPr>
        <w:numId w:val="9"/>
      </w:numPr>
    </w:pPr>
    <w:rPr>
      <w:color w:val="000000"/>
    </w:rPr>
  </w:style>
  <w:style w:type="paragraph" w:styleId="NormalWeb">
    <w:name w:val="Normal (Web)"/>
    <w:basedOn w:val="Normal"/>
    <w:uiPriority w:val="99"/>
    <w:unhideWhenUsed/>
    <w:rsid w:val="00E37108"/>
    <w:rPr>
      <w:rFonts w:ascii="Times New Roman" w:hAnsi="Times New Roman"/>
      <w:szCs w:val="24"/>
    </w:rPr>
  </w:style>
  <w:style w:type="table" w:styleId="TableGrid">
    <w:name w:val="Table Grid"/>
    <w:basedOn w:val="TableNormal"/>
    <w:uiPriority w:val="59"/>
    <w:rsid w:val="00E371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DTableText">
    <w:name w:val="HUD Table Text"/>
    <w:basedOn w:val="Normal"/>
    <w:qFormat/>
    <w:rsid w:val="00E37108"/>
    <w:pPr>
      <w:spacing w:before="60" w:after="60"/>
    </w:pPr>
    <w:rPr>
      <w:sz w:val="20"/>
    </w:rPr>
  </w:style>
  <w:style w:type="paragraph" w:styleId="List2">
    <w:name w:val="List 2"/>
    <w:basedOn w:val="Normal"/>
    <w:uiPriority w:val="99"/>
    <w:semiHidden/>
    <w:unhideWhenUsed/>
    <w:rsid w:val="00E37108"/>
    <w:pPr>
      <w:ind w:left="720" w:hanging="360"/>
      <w:contextualSpacing/>
    </w:pPr>
  </w:style>
  <w:style w:type="paragraph" w:styleId="List">
    <w:name w:val="List"/>
    <w:aliases w:val="HUD List Number 1"/>
    <w:basedOn w:val="Normal"/>
    <w:uiPriority w:val="99"/>
    <w:qFormat/>
    <w:rsid w:val="00E37108"/>
    <w:pPr>
      <w:numPr>
        <w:numId w:val="11"/>
      </w:numPr>
    </w:pPr>
  </w:style>
  <w:style w:type="paragraph" w:styleId="List4">
    <w:name w:val="List 4"/>
    <w:basedOn w:val="Normal"/>
    <w:uiPriority w:val="99"/>
    <w:semiHidden/>
    <w:unhideWhenUsed/>
    <w:rsid w:val="00E37108"/>
    <w:pPr>
      <w:ind w:left="1440" w:hanging="360"/>
      <w:contextualSpacing/>
    </w:pPr>
  </w:style>
  <w:style w:type="paragraph" w:styleId="Index1">
    <w:name w:val="index 1"/>
    <w:basedOn w:val="Normal"/>
    <w:next w:val="Normal"/>
    <w:autoRedefine/>
    <w:uiPriority w:val="99"/>
    <w:semiHidden/>
    <w:unhideWhenUsed/>
    <w:rsid w:val="00E37108"/>
    <w:pPr>
      <w:spacing w:after="0"/>
      <w:ind w:left="240" w:hanging="240"/>
    </w:pPr>
  </w:style>
  <w:style w:type="paragraph" w:styleId="Index2">
    <w:name w:val="index 2"/>
    <w:basedOn w:val="Normal"/>
    <w:next w:val="Normal"/>
    <w:autoRedefine/>
    <w:uiPriority w:val="99"/>
    <w:semiHidden/>
    <w:unhideWhenUsed/>
    <w:rsid w:val="00E37108"/>
    <w:pPr>
      <w:spacing w:after="0"/>
      <w:ind w:left="480" w:hanging="240"/>
    </w:pPr>
  </w:style>
  <w:style w:type="paragraph" w:styleId="Index3">
    <w:name w:val="index 3"/>
    <w:basedOn w:val="Normal"/>
    <w:next w:val="Normal"/>
    <w:autoRedefine/>
    <w:uiPriority w:val="99"/>
    <w:semiHidden/>
    <w:unhideWhenUsed/>
    <w:rsid w:val="00E37108"/>
    <w:pPr>
      <w:spacing w:after="0"/>
      <w:ind w:left="720" w:hanging="240"/>
    </w:pPr>
  </w:style>
  <w:style w:type="paragraph" w:styleId="Index4">
    <w:name w:val="index 4"/>
    <w:basedOn w:val="Normal"/>
    <w:next w:val="Normal"/>
    <w:autoRedefine/>
    <w:uiPriority w:val="99"/>
    <w:semiHidden/>
    <w:unhideWhenUsed/>
    <w:rsid w:val="00E37108"/>
    <w:pPr>
      <w:spacing w:after="0"/>
      <w:ind w:left="960" w:hanging="240"/>
    </w:pPr>
  </w:style>
  <w:style w:type="paragraph" w:styleId="Index5">
    <w:name w:val="index 5"/>
    <w:basedOn w:val="Normal"/>
    <w:next w:val="Normal"/>
    <w:autoRedefine/>
    <w:uiPriority w:val="99"/>
    <w:semiHidden/>
    <w:unhideWhenUsed/>
    <w:rsid w:val="00E37108"/>
    <w:pPr>
      <w:spacing w:after="0"/>
      <w:ind w:left="1200" w:hanging="240"/>
    </w:pPr>
  </w:style>
  <w:style w:type="paragraph" w:styleId="Index6">
    <w:name w:val="index 6"/>
    <w:basedOn w:val="Normal"/>
    <w:next w:val="Normal"/>
    <w:autoRedefine/>
    <w:uiPriority w:val="99"/>
    <w:semiHidden/>
    <w:unhideWhenUsed/>
    <w:rsid w:val="00E37108"/>
    <w:pPr>
      <w:spacing w:after="0"/>
      <w:ind w:left="1440" w:hanging="240"/>
    </w:pPr>
  </w:style>
  <w:style w:type="paragraph" w:styleId="Index7">
    <w:name w:val="index 7"/>
    <w:basedOn w:val="Normal"/>
    <w:next w:val="Normal"/>
    <w:autoRedefine/>
    <w:uiPriority w:val="99"/>
    <w:semiHidden/>
    <w:unhideWhenUsed/>
    <w:rsid w:val="00E37108"/>
    <w:pPr>
      <w:spacing w:after="0"/>
      <w:ind w:left="1680" w:hanging="240"/>
    </w:pPr>
  </w:style>
  <w:style w:type="paragraph" w:styleId="Index8">
    <w:name w:val="index 8"/>
    <w:basedOn w:val="Normal"/>
    <w:next w:val="Normal"/>
    <w:autoRedefine/>
    <w:uiPriority w:val="99"/>
    <w:semiHidden/>
    <w:unhideWhenUsed/>
    <w:rsid w:val="00E37108"/>
    <w:pPr>
      <w:spacing w:after="0"/>
      <w:ind w:left="1920" w:hanging="240"/>
    </w:pPr>
  </w:style>
  <w:style w:type="paragraph" w:styleId="Index9">
    <w:name w:val="index 9"/>
    <w:basedOn w:val="Normal"/>
    <w:next w:val="Normal"/>
    <w:autoRedefine/>
    <w:uiPriority w:val="99"/>
    <w:semiHidden/>
    <w:unhideWhenUsed/>
    <w:rsid w:val="00E37108"/>
    <w:pPr>
      <w:spacing w:after="0"/>
      <w:ind w:left="2160" w:hanging="240"/>
    </w:pPr>
  </w:style>
  <w:style w:type="paragraph" w:customStyle="1" w:styleId="HUDTableofContentsHeading">
    <w:name w:val="HUD Table of Contents Heading"/>
    <w:basedOn w:val="Heading1"/>
    <w:qFormat/>
    <w:rsid w:val="00E37108"/>
    <w:pPr>
      <w:numPr>
        <w:numId w:val="0"/>
      </w:numPr>
    </w:pPr>
  </w:style>
  <w:style w:type="paragraph" w:customStyle="1" w:styleId="TableofContentsHeading">
    <w:name w:val="Table of Contents Heading"/>
    <w:basedOn w:val="Heading1"/>
    <w:semiHidden/>
    <w:rsid w:val="00E37108"/>
    <w:pPr>
      <w:numPr>
        <w:numId w:val="0"/>
      </w:numPr>
    </w:pPr>
  </w:style>
  <w:style w:type="paragraph" w:customStyle="1" w:styleId="POCGTableofContentsHeading">
    <w:name w:val="POCG Table of Contents Heading"/>
    <w:basedOn w:val="Heading1"/>
    <w:semiHidden/>
    <w:rsid w:val="00E37108"/>
    <w:pPr>
      <w:numPr>
        <w:numId w:val="0"/>
      </w:numPr>
      <w:spacing w:before="0"/>
    </w:pPr>
  </w:style>
  <w:style w:type="paragraph" w:styleId="TOC2">
    <w:name w:val="toc 2"/>
    <w:basedOn w:val="Normal"/>
    <w:next w:val="Normal"/>
    <w:autoRedefine/>
    <w:uiPriority w:val="39"/>
    <w:rsid w:val="00E37108"/>
    <w:pPr>
      <w:spacing w:after="100"/>
      <w:ind w:left="240"/>
    </w:pPr>
  </w:style>
  <w:style w:type="paragraph" w:styleId="TOC3">
    <w:name w:val="toc 3"/>
    <w:basedOn w:val="Normal"/>
    <w:next w:val="Normal"/>
    <w:autoRedefine/>
    <w:uiPriority w:val="39"/>
    <w:rsid w:val="00E37108"/>
    <w:pPr>
      <w:spacing w:after="100"/>
      <w:ind w:left="480"/>
    </w:pPr>
  </w:style>
  <w:style w:type="paragraph" w:styleId="ListNumber2">
    <w:name w:val="List Number 2"/>
    <w:aliases w:val="HUD List Number 2"/>
    <w:basedOn w:val="Normal"/>
    <w:uiPriority w:val="99"/>
    <w:qFormat/>
    <w:rsid w:val="00E37108"/>
    <w:pPr>
      <w:numPr>
        <w:ilvl w:val="1"/>
        <w:numId w:val="11"/>
      </w:numPr>
      <w:contextualSpacing/>
    </w:pPr>
  </w:style>
  <w:style w:type="paragraph" w:customStyle="1" w:styleId="SubparagraphHeader">
    <w:name w:val="Subparagraph Header"/>
    <w:basedOn w:val="Normal"/>
    <w:next w:val="Normal"/>
    <w:semiHidden/>
    <w:unhideWhenUsed/>
    <w:rsid w:val="00E37108"/>
    <w:pPr>
      <w:keepNext/>
    </w:pPr>
    <w:rPr>
      <w:rFonts w:ascii="Times New Roman" w:hAnsi="Times New Roman"/>
      <w:i/>
      <w:u w:val="single"/>
    </w:rPr>
  </w:style>
  <w:style w:type="numbering" w:customStyle="1" w:styleId="StyleNumbered1">
    <w:name w:val="Style Numbered1"/>
    <w:basedOn w:val="NoList"/>
    <w:rsid w:val="00E37108"/>
    <w:pPr>
      <w:numPr>
        <w:numId w:val="2"/>
      </w:numPr>
    </w:pPr>
  </w:style>
  <w:style w:type="paragraph" w:styleId="BalloonText">
    <w:name w:val="Balloon Text"/>
    <w:basedOn w:val="Normal"/>
    <w:link w:val="BalloonTextChar"/>
    <w:uiPriority w:val="99"/>
    <w:semiHidden/>
    <w:unhideWhenUsed/>
    <w:rsid w:val="00E37108"/>
    <w:pPr>
      <w:spacing w:after="0"/>
    </w:pPr>
    <w:rPr>
      <w:rFonts w:ascii="Tahoma" w:hAnsi="Tahoma" w:cs="Tahoma"/>
      <w:sz w:val="16"/>
      <w:szCs w:val="16"/>
    </w:rPr>
  </w:style>
  <w:style w:type="character" w:customStyle="1" w:styleId="BalloonTextChar">
    <w:name w:val="Balloon Text Char"/>
    <w:link w:val="BalloonText"/>
    <w:uiPriority w:val="99"/>
    <w:semiHidden/>
    <w:rsid w:val="00E37108"/>
    <w:rPr>
      <w:rFonts w:ascii="Tahoma" w:eastAsia="Times New Roman" w:hAnsi="Tahoma" w:cs="Tahoma"/>
      <w:sz w:val="16"/>
      <w:szCs w:val="16"/>
    </w:rPr>
  </w:style>
  <w:style w:type="paragraph" w:styleId="ListNumber3">
    <w:name w:val="List Number 3"/>
    <w:aliases w:val="HUD List Number 3"/>
    <w:basedOn w:val="Normal"/>
    <w:uiPriority w:val="99"/>
    <w:qFormat/>
    <w:rsid w:val="00E37108"/>
    <w:pPr>
      <w:numPr>
        <w:ilvl w:val="2"/>
        <w:numId w:val="11"/>
      </w:numPr>
      <w:contextualSpacing/>
    </w:pPr>
  </w:style>
  <w:style w:type="paragraph" w:styleId="TOC1">
    <w:name w:val="toc 1"/>
    <w:aliases w:val="HUD TOC 1"/>
    <w:basedOn w:val="Normal"/>
    <w:next w:val="Normal"/>
    <w:autoRedefine/>
    <w:uiPriority w:val="39"/>
    <w:unhideWhenUsed/>
    <w:qFormat/>
    <w:rsid w:val="00E37108"/>
    <w:pPr>
      <w:tabs>
        <w:tab w:val="right" w:leader="dot" w:pos="9350"/>
      </w:tabs>
      <w:spacing w:after="100"/>
    </w:pPr>
  </w:style>
  <w:style w:type="character" w:styleId="Hyperlink">
    <w:name w:val="Hyperlink"/>
    <w:aliases w:val="HUD Hyperlink"/>
    <w:uiPriority w:val="99"/>
    <w:qFormat/>
    <w:rsid w:val="00E37108"/>
    <w:rPr>
      <w:rFonts w:ascii="Calibri" w:hAnsi="Calibri"/>
      <w:color w:val="0000FF"/>
      <w:sz w:val="22"/>
      <w:u w:val="single"/>
    </w:rPr>
  </w:style>
  <w:style w:type="paragraph" w:customStyle="1" w:styleId="Default">
    <w:name w:val="Default"/>
    <w:semiHidden/>
    <w:rsid w:val="00E37108"/>
    <w:pPr>
      <w:autoSpaceDE w:val="0"/>
      <w:autoSpaceDN w:val="0"/>
      <w:adjustRightInd w:val="0"/>
    </w:pPr>
    <w:rPr>
      <w:rFonts w:ascii="Arial" w:eastAsia="Times New Roman" w:hAnsi="Arial" w:cs="Arial"/>
      <w:color w:val="000000"/>
      <w:sz w:val="24"/>
      <w:szCs w:val="24"/>
    </w:rPr>
  </w:style>
  <w:style w:type="character" w:customStyle="1" w:styleId="apple-style-span">
    <w:name w:val="apple-style-span"/>
    <w:basedOn w:val="DefaultParagraphFont"/>
    <w:semiHidden/>
    <w:rsid w:val="00E37108"/>
  </w:style>
  <w:style w:type="character" w:customStyle="1" w:styleId="apple-converted-space">
    <w:name w:val="apple-converted-space"/>
    <w:basedOn w:val="DefaultParagraphFont"/>
    <w:semiHidden/>
    <w:rsid w:val="00E37108"/>
  </w:style>
  <w:style w:type="character" w:customStyle="1" w:styleId="green">
    <w:name w:val="green"/>
    <w:basedOn w:val="DefaultParagraphFont"/>
    <w:semiHidden/>
    <w:rsid w:val="00E37108"/>
  </w:style>
  <w:style w:type="character" w:customStyle="1" w:styleId="red">
    <w:name w:val="red"/>
    <w:basedOn w:val="DefaultParagraphFont"/>
    <w:semiHidden/>
    <w:rsid w:val="00E37108"/>
  </w:style>
  <w:style w:type="character" w:styleId="CommentReference">
    <w:name w:val="annotation reference"/>
    <w:uiPriority w:val="99"/>
    <w:semiHidden/>
    <w:unhideWhenUsed/>
    <w:rsid w:val="00E37108"/>
    <w:rPr>
      <w:sz w:val="16"/>
      <w:szCs w:val="16"/>
    </w:rPr>
  </w:style>
  <w:style w:type="paragraph" w:styleId="CommentText">
    <w:name w:val="annotation text"/>
    <w:basedOn w:val="Normal"/>
    <w:link w:val="CommentTextChar"/>
    <w:uiPriority w:val="99"/>
    <w:semiHidden/>
    <w:unhideWhenUsed/>
    <w:rsid w:val="00E37108"/>
    <w:rPr>
      <w:sz w:val="20"/>
    </w:rPr>
  </w:style>
  <w:style w:type="character" w:customStyle="1" w:styleId="CommentTextChar">
    <w:name w:val="Comment Text Char"/>
    <w:link w:val="CommentText"/>
    <w:uiPriority w:val="99"/>
    <w:semiHidden/>
    <w:rsid w:val="00E37108"/>
    <w:rPr>
      <w:rFonts w:ascii="Calibri" w:eastAsia="Times New Roman" w:hAnsi="Calibri" w:cs="Times New Roman"/>
    </w:rPr>
  </w:style>
  <w:style w:type="paragraph" w:styleId="CommentSubject">
    <w:name w:val="annotation subject"/>
    <w:basedOn w:val="CommentText"/>
    <w:next w:val="CommentText"/>
    <w:link w:val="CommentSubjectChar"/>
    <w:uiPriority w:val="99"/>
    <w:semiHidden/>
    <w:unhideWhenUsed/>
    <w:rsid w:val="00E37108"/>
    <w:rPr>
      <w:b/>
      <w:bCs/>
    </w:rPr>
  </w:style>
  <w:style w:type="character" w:customStyle="1" w:styleId="CommentSubjectChar">
    <w:name w:val="Comment Subject Char"/>
    <w:link w:val="CommentSubject"/>
    <w:uiPriority w:val="99"/>
    <w:semiHidden/>
    <w:rsid w:val="00E37108"/>
    <w:rPr>
      <w:rFonts w:ascii="Calibri" w:eastAsia="Times New Roman" w:hAnsi="Calibri" w:cs="Times New Roman"/>
      <w:b/>
      <w:bCs/>
    </w:rPr>
  </w:style>
  <w:style w:type="paragraph" w:styleId="TOC4">
    <w:name w:val="toc 4"/>
    <w:basedOn w:val="Normal"/>
    <w:next w:val="Normal"/>
    <w:autoRedefine/>
    <w:uiPriority w:val="39"/>
    <w:semiHidden/>
    <w:unhideWhenUsed/>
    <w:rsid w:val="00E37108"/>
    <w:pPr>
      <w:spacing w:after="100"/>
      <w:ind w:left="660"/>
    </w:pPr>
  </w:style>
  <w:style w:type="paragraph" w:styleId="TOC5">
    <w:name w:val="toc 5"/>
    <w:basedOn w:val="Normal"/>
    <w:next w:val="Normal"/>
    <w:autoRedefine/>
    <w:uiPriority w:val="39"/>
    <w:semiHidden/>
    <w:unhideWhenUsed/>
    <w:rsid w:val="00E37108"/>
    <w:pPr>
      <w:spacing w:after="100"/>
      <w:ind w:left="880"/>
    </w:pPr>
  </w:style>
  <w:style w:type="paragraph" w:styleId="TOC6">
    <w:name w:val="toc 6"/>
    <w:basedOn w:val="Normal"/>
    <w:next w:val="Normal"/>
    <w:autoRedefine/>
    <w:uiPriority w:val="39"/>
    <w:semiHidden/>
    <w:unhideWhenUsed/>
    <w:rsid w:val="00E37108"/>
    <w:pPr>
      <w:spacing w:after="100"/>
      <w:ind w:left="1100"/>
    </w:pPr>
  </w:style>
  <w:style w:type="paragraph" w:customStyle="1" w:styleId="AcronymsList">
    <w:name w:val="Acronyms List"/>
    <w:basedOn w:val="Normal"/>
    <w:autoRedefine/>
    <w:uiPriority w:val="99"/>
    <w:semiHidden/>
    <w:unhideWhenUsed/>
    <w:rsid w:val="00E37108"/>
    <w:pPr>
      <w:spacing w:after="0"/>
      <w:ind w:left="1440" w:hanging="1440"/>
    </w:pPr>
    <w:rPr>
      <w:rFonts w:ascii="Times New Roman" w:hAnsi="Times New Roman"/>
      <w:szCs w:val="24"/>
    </w:rPr>
  </w:style>
  <w:style w:type="paragraph" w:customStyle="1" w:styleId="HUDBulletLevel1">
    <w:name w:val="HUD Bullet Level 1"/>
    <w:basedOn w:val="List"/>
    <w:qFormat/>
    <w:rsid w:val="00E37108"/>
    <w:pPr>
      <w:numPr>
        <w:numId w:val="22"/>
      </w:numPr>
    </w:pPr>
    <w:rPr>
      <w:szCs w:val="24"/>
    </w:rPr>
  </w:style>
  <w:style w:type="paragraph" w:customStyle="1" w:styleId="HUDBulletLevel2">
    <w:name w:val="HUD Bullet Level 2"/>
    <w:basedOn w:val="HUDBulletLevel1"/>
    <w:qFormat/>
    <w:rsid w:val="00E37108"/>
    <w:pPr>
      <w:numPr>
        <w:ilvl w:val="1"/>
      </w:numPr>
    </w:pPr>
  </w:style>
  <w:style w:type="paragraph" w:customStyle="1" w:styleId="HUDBulletLevel3">
    <w:name w:val="HUD Bullet Level 3"/>
    <w:basedOn w:val="HUDBulletLevel2"/>
    <w:qFormat/>
    <w:rsid w:val="00E37108"/>
    <w:pPr>
      <w:numPr>
        <w:ilvl w:val="2"/>
      </w:numPr>
    </w:pPr>
  </w:style>
  <w:style w:type="paragraph" w:customStyle="1" w:styleId="ProjectName">
    <w:name w:val="Project Name"/>
    <w:basedOn w:val="Normal"/>
    <w:semiHidden/>
    <w:unhideWhenUsed/>
    <w:rsid w:val="00E37108"/>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E37108"/>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E37108"/>
    <w:rPr>
      <w:rFonts w:ascii="Times New Roman" w:hAnsi="Times New Roman"/>
      <w:b/>
      <w:sz w:val="40"/>
      <w:szCs w:val="40"/>
    </w:rPr>
  </w:style>
  <w:style w:type="paragraph" w:styleId="TableofFigures">
    <w:name w:val="table of figures"/>
    <w:basedOn w:val="Normal"/>
    <w:next w:val="Normal"/>
    <w:uiPriority w:val="99"/>
    <w:rsid w:val="00E37108"/>
    <w:rPr>
      <w:rFonts w:ascii="Times New Roman" w:hAnsi="Times New Roman"/>
      <w:szCs w:val="24"/>
    </w:rPr>
  </w:style>
  <w:style w:type="paragraph" w:customStyle="1" w:styleId="TOCTFHeading">
    <w:name w:val="TOC T&amp;F Heading"/>
    <w:basedOn w:val="TOCHeading"/>
    <w:next w:val="Normal"/>
    <w:autoRedefine/>
    <w:semiHidden/>
    <w:unhideWhenUsed/>
    <w:rsid w:val="00E37108"/>
    <w:pPr>
      <w:keepLines w:val="0"/>
      <w:numPr>
        <w:numId w:val="0"/>
      </w:numPr>
      <w:spacing w:before="0"/>
    </w:pPr>
    <w:rPr>
      <w:rFonts w:ascii="Times New Roman Bold" w:hAnsi="Times New Roman Bold"/>
      <w:sz w:val="40"/>
      <w:szCs w:val="40"/>
    </w:rPr>
  </w:style>
  <w:style w:type="paragraph" w:customStyle="1" w:styleId="TOCTFItems">
    <w:name w:val="TOC T&amp;F Items"/>
    <w:basedOn w:val="TOC1"/>
    <w:next w:val="Normal"/>
    <w:autoRedefine/>
    <w:semiHidden/>
    <w:unhideWhenUsed/>
    <w:rsid w:val="00E37108"/>
    <w:pPr>
      <w:tabs>
        <w:tab w:val="left" w:pos="480"/>
        <w:tab w:val="right" w:leader="dot" w:pos="10070"/>
      </w:tabs>
      <w:spacing w:before="120" w:after="120"/>
    </w:pPr>
    <w:rPr>
      <w:rFonts w:ascii="Times New Roman Bold" w:hAnsi="Times New Roman Bold"/>
      <w:b/>
      <w:bCs/>
      <w:smallCaps/>
      <w:noProof/>
      <w:szCs w:val="24"/>
    </w:rPr>
  </w:style>
  <w:style w:type="paragraph" w:customStyle="1" w:styleId="Version">
    <w:name w:val="Version"/>
    <w:basedOn w:val="Normal"/>
    <w:semiHidden/>
    <w:unhideWhenUsed/>
    <w:rsid w:val="00E37108"/>
    <w:pPr>
      <w:jc w:val="right"/>
    </w:pPr>
    <w:rPr>
      <w:rFonts w:ascii="Times New Roman" w:hAnsi="Times New Roman"/>
      <w:sz w:val="28"/>
      <w:szCs w:val="28"/>
    </w:rPr>
  </w:style>
  <w:style w:type="paragraph" w:styleId="ListBullet5">
    <w:name w:val="List Bullet 5"/>
    <w:basedOn w:val="Normal"/>
    <w:semiHidden/>
    <w:rsid w:val="00E37108"/>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E37108"/>
    <w:pPr>
      <w:spacing w:before="2640"/>
      <w:jc w:val="right"/>
    </w:pPr>
    <w:rPr>
      <w:rFonts w:ascii="Times New Roman" w:hAnsi="Times New Roman"/>
      <w:b/>
      <w:bCs/>
      <w:kern w:val="28"/>
      <w:sz w:val="64"/>
      <w:szCs w:val="64"/>
    </w:rPr>
  </w:style>
  <w:style w:type="character" w:styleId="FollowedHyperlink">
    <w:name w:val="FollowedHyperlink"/>
    <w:uiPriority w:val="99"/>
    <w:semiHidden/>
    <w:unhideWhenUsed/>
    <w:rsid w:val="00E37108"/>
    <w:rPr>
      <w:color w:val="800080"/>
      <w:u w:val="single"/>
    </w:rPr>
  </w:style>
  <w:style w:type="paragraph" w:styleId="FootnoteText">
    <w:name w:val="footnote text"/>
    <w:aliases w:val="HUD Footnote Text"/>
    <w:basedOn w:val="Normal"/>
    <w:link w:val="FootnoteTextChar"/>
    <w:uiPriority w:val="99"/>
    <w:qFormat/>
    <w:rsid w:val="00E37108"/>
    <w:pPr>
      <w:spacing w:after="0"/>
    </w:pPr>
    <w:rPr>
      <w:sz w:val="20"/>
    </w:rPr>
  </w:style>
  <w:style w:type="character" w:customStyle="1" w:styleId="FootnoteTextChar">
    <w:name w:val="Footnote Text Char"/>
    <w:aliases w:val="HUD Footnote Text Char"/>
    <w:link w:val="FootnoteText"/>
    <w:uiPriority w:val="99"/>
    <w:rsid w:val="00E37108"/>
    <w:rPr>
      <w:rFonts w:ascii="Calibri" w:eastAsia="Times New Roman" w:hAnsi="Calibri" w:cs="Times New Roman"/>
    </w:rPr>
  </w:style>
  <w:style w:type="character" w:styleId="FootnoteReference">
    <w:name w:val="footnote reference"/>
    <w:uiPriority w:val="99"/>
    <w:semiHidden/>
    <w:unhideWhenUsed/>
    <w:rsid w:val="00E37108"/>
    <w:rPr>
      <w:vertAlign w:val="superscript"/>
    </w:rPr>
  </w:style>
  <w:style w:type="paragraph" w:customStyle="1" w:styleId="SubsectionHeader">
    <w:name w:val="Subsection Header"/>
    <w:basedOn w:val="Normal"/>
    <w:link w:val="SubsectionHeaderChar"/>
    <w:semiHidden/>
    <w:unhideWhenUsed/>
    <w:rsid w:val="00E37108"/>
    <w:pPr>
      <w:spacing w:before="240" w:after="0"/>
    </w:pPr>
    <w:rPr>
      <w:rFonts w:ascii="Arial" w:hAnsi="Arial"/>
      <w:b/>
      <w:sz w:val="20"/>
    </w:rPr>
  </w:style>
  <w:style w:type="character" w:customStyle="1" w:styleId="SubsectionHeaderChar">
    <w:name w:val="Subsection Header Char"/>
    <w:link w:val="SubsectionHeader"/>
    <w:semiHidden/>
    <w:rsid w:val="00E37108"/>
    <w:rPr>
      <w:rFonts w:ascii="Arial" w:eastAsia="Times New Roman" w:hAnsi="Arial"/>
      <w:b/>
    </w:rPr>
  </w:style>
  <w:style w:type="paragraph" w:customStyle="1" w:styleId="x">
    <w:name w:val="x"/>
    <w:basedOn w:val="Normal"/>
    <w:semiHidden/>
    <w:unhideWhenUsed/>
    <w:rsid w:val="00E37108"/>
    <w:pPr>
      <w:jc w:val="center"/>
    </w:pPr>
    <w:rPr>
      <w:bCs/>
      <w:color w:val="FFFFFF"/>
    </w:rPr>
  </w:style>
  <w:style w:type="numbering" w:customStyle="1" w:styleId="P1Headings">
    <w:name w:val="P1 Headings"/>
    <w:uiPriority w:val="99"/>
    <w:rsid w:val="00E37108"/>
    <w:pPr>
      <w:numPr>
        <w:numId w:val="7"/>
      </w:numPr>
    </w:pPr>
  </w:style>
  <w:style w:type="paragraph" w:customStyle="1" w:styleId="HUDTableHeading">
    <w:name w:val="HUD Table Heading"/>
    <w:basedOn w:val="Normal"/>
    <w:qFormat/>
    <w:rsid w:val="009F7270"/>
    <w:pPr>
      <w:spacing w:after="0"/>
      <w:jc w:val="center"/>
    </w:pPr>
    <w:rPr>
      <w:color w:val="FFFFFF"/>
      <w:szCs w:val="24"/>
    </w:rPr>
  </w:style>
  <w:style w:type="paragraph" w:customStyle="1" w:styleId="P1Title">
    <w:name w:val="P1 Title"/>
    <w:basedOn w:val="Title"/>
    <w:semiHidden/>
    <w:rsid w:val="00E37108"/>
    <w:pPr>
      <w:spacing w:before="720"/>
      <w:jc w:val="center"/>
    </w:pPr>
    <w:rPr>
      <w:sz w:val="72"/>
    </w:rPr>
  </w:style>
  <w:style w:type="table" w:customStyle="1" w:styleId="HUDTables">
    <w:name w:val="HUD Tables"/>
    <w:basedOn w:val="TableNormal"/>
    <w:uiPriority w:val="99"/>
    <w:rsid w:val="00E37108"/>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Calibri" w:hAnsi="Calibri"/>
        <w:b/>
        <w:color w:val="FFFFFF"/>
        <w:sz w:val="24"/>
      </w:rPr>
      <w:tblPr/>
      <w:tcPr>
        <w:shd w:val="clear" w:color="auto" w:fill="4F81BD"/>
      </w:tcPr>
    </w:tblStylePr>
    <w:tblStylePr w:type="lastRow">
      <w:pPr>
        <w:jc w:val="left"/>
      </w:pPr>
      <w:rPr>
        <w:rFonts w:ascii="Calibri" w:hAnsi="Calibri"/>
        <w:sz w:val="20"/>
      </w:rPr>
      <w:tblPr/>
      <w:tcPr>
        <w:vAlign w:val="center"/>
      </w:tcPr>
    </w:tblStylePr>
    <w:tblStylePr w:type="band1Vert">
      <w:rPr>
        <w:rFonts w:ascii="Calibri" w:hAnsi="Calibri"/>
        <w:sz w:val="20"/>
      </w:rPr>
    </w:tblStylePr>
    <w:tblStylePr w:type="band2Horz">
      <w:rPr>
        <w:rFonts w:ascii="Calibri" w:hAnsi="Calibri"/>
        <w:sz w:val="20"/>
      </w:rPr>
    </w:tblStylePr>
  </w:style>
  <w:style w:type="table" w:customStyle="1" w:styleId="LightList1">
    <w:name w:val="Light List1"/>
    <w:basedOn w:val="TableNormal"/>
    <w:uiPriority w:val="61"/>
    <w:rsid w:val="00E37108"/>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HUDSubsectionHeader">
    <w:name w:val="HUD Subsection Header"/>
    <w:basedOn w:val="Normal"/>
    <w:qFormat/>
    <w:rsid w:val="00E37108"/>
    <w:pPr>
      <w:keepNext/>
      <w:spacing w:before="120"/>
    </w:pPr>
    <w:rPr>
      <w:b/>
      <w:u w:val="single"/>
    </w:rPr>
  </w:style>
  <w:style w:type="paragraph" w:customStyle="1" w:styleId="HUDTableBullet1">
    <w:name w:val="HUD Table Bullet 1"/>
    <w:basedOn w:val="HUDBulletLevel1"/>
    <w:qFormat/>
    <w:rsid w:val="00E37108"/>
    <w:pPr>
      <w:numPr>
        <w:numId w:val="13"/>
      </w:numPr>
      <w:spacing w:before="60" w:after="60"/>
    </w:pPr>
    <w:rPr>
      <w:sz w:val="20"/>
    </w:rPr>
  </w:style>
  <w:style w:type="paragraph" w:customStyle="1" w:styleId="TableBullet2">
    <w:name w:val="Table Bullet 2"/>
    <w:basedOn w:val="HUDBulletLevel1"/>
    <w:semiHidden/>
    <w:qFormat/>
    <w:rsid w:val="00E37108"/>
    <w:pPr>
      <w:numPr>
        <w:ilvl w:val="1"/>
        <w:numId w:val="13"/>
      </w:numPr>
    </w:pPr>
    <w:rPr>
      <w:sz w:val="20"/>
    </w:rPr>
  </w:style>
  <w:style w:type="paragraph" w:customStyle="1" w:styleId="HUDTableBullet3">
    <w:name w:val="HUD Table Bullet 3"/>
    <w:basedOn w:val="HUDBulletLevel1"/>
    <w:qFormat/>
    <w:rsid w:val="00E37108"/>
    <w:pPr>
      <w:spacing w:before="60" w:after="60"/>
    </w:pPr>
    <w:rPr>
      <w:sz w:val="20"/>
    </w:rPr>
  </w:style>
  <w:style w:type="numbering" w:customStyle="1" w:styleId="P1TableBullets">
    <w:name w:val="P1 Table Bullets"/>
    <w:uiPriority w:val="99"/>
    <w:rsid w:val="00E37108"/>
    <w:pPr>
      <w:numPr>
        <w:numId w:val="5"/>
      </w:numPr>
    </w:pPr>
  </w:style>
  <w:style w:type="paragraph" w:customStyle="1" w:styleId="HUDShortBulletedList">
    <w:name w:val="HUD Short Bulleted List"/>
    <w:basedOn w:val="HUDTableBullet1"/>
    <w:qFormat/>
    <w:rsid w:val="00607F19"/>
    <w:pPr>
      <w:spacing w:before="0" w:after="120"/>
      <w:ind w:left="576"/>
      <w:contextualSpacing/>
    </w:pPr>
    <w:rPr>
      <w:sz w:val="22"/>
    </w:rPr>
  </w:style>
  <w:style w:type="paragraph" w:styleId="ListBullet">
    <w:name w:val="List Bullet"/>
    <w:basedOn w:val="Normal"/>
    <w:semiHidden/>
    <w:unhideWhenUsed/>
    <w:qFormat/>
    <w:rsid w:val="00E37108"/>
    <w:pPr>
      <w:numPr>
        <w:numId w:val="8"/>
      </w:numPr>
      <w:contextualSpacing/>
    </w:pPr>
  </w:style>
  <w:style w:type="paragraph" w:customStyle="1" w:styleId="BulletLevel1">
    <w:name w:val="Bullet Level 1"/>
    <w:basedOn w:val="Normal"/>
    <w:semiHidden/>
    <w:rsid w:val="00E37108"/>
    <w:pPr>
      <w:tabs>
        <w:tab w:val="num" w:pos="360"/>
      </w:tabs>
      <w:spacing w:after="0"/>
      <w:ind w:left="360" w:hanging="360"/>
    </w:pPr>
    <w:rPr>
      <w:rFonts w:ascii="Times New Roman" w:hAnsi="Times New Roman"/>
      <w:szCs w:val="24"/>
    </w:rPr>
  </w:style>
  <w:style w:type="character" w:customStyle="1" w:styleId="ITALICBLUE">
    <w:name w:val="ITALIC BLUE"/>
    <w:semiHidden/>
    <w:rsid w:val="00E37108"/>
    <w:rPr>
      <w:i/>
      <w:color w:val="0000FF"/>
    </w:rPr>
  </w:style>
  <w:style w:type="paragraph" w:customStyle="1" w:styleId="PMC2">
    <w:name w:val="PMC_2"/>
    <w:semiHidden/>
    <w:rsid w:val="00E37108"/>
    <w:pPr>
      <w:spacing w:before="200" w:after="1400" w:line="276" w:lineRule="auto"/>
      <w:jc w:val="center"/>
    </w:pPr>
    <w:rPr>
      <w:rFonts w:ascii="Times New Roman Bold" w:eastAsia="Times New Roman" w:hAnsi="Times New Roman Bold"/>
      <w:b/>
      <w:bCs/>
      <w:color w:val="000000"/>
      <w:sz w:val="40"/>
      <w:szCs w:val="22"/>
      <w:lang w:bidi="en-US"/>
    </w:rPr>
  </w:style>
  <w:style w:type="paragraph" w:customStyle="1" w:styleId="HUDTitle">
    <w:name w:val="HUD Title"/>
    <w:basedOn w:val="Normal"/>
    <w:qFormat/>
    <w:rsid w:val="00E37108"/>
    <w:pPr>
      <w:spacing w:before="120" w:after="240"/>
      <w:ind w:left="1440"/>
    </w:pPr>
    <w:rPr>
      <w:rFonts w:cs="Arial"/>
      <w:b/>
      <w:sz w:val="72"/>
      <w:szCs w:val="56"/>
    </w:rPr>
  </w:style>
  <w:style w:type="table" w:customStyle="1" w:styleId="MediumShading1-Accent11">
    <w:name w:val="Medium Shading 1 - Accent 11"/>
    <w:basedOn w:val="TableNormal"/>
    <w:uiPriority w:val="63"/>
    <w:rsid w:val="00E37108"/>
    <w:rPr>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HUDTitle2">
    <w:name w:val="HUD Title2"/>
    <w:basedOn w:val="PMC2"/>
    <w:qFormat/>
    <w:rsid w:val="00E37108"/>
    <w:pPr>
      <w:spacing w:before="360" w:after="480"/>
      <w:ind w:left="1440"/>
    </w:pPr>
    <w:rPr>
      <w:rFonts w:ascii="Calibri" w:hAnsi="Calibri" w:cs="Arial"/>
      <w:color w:val="auto"/>
      <w:szCs w:val="40"/>
    </w:rPr>
  </w:style>
  <w:style w:type="paragraph" w:customStyle="1" w:styleId="P1TableText">
    <w:name w:val="P1 Table Text"/>
    <w:basedOn w:val="Normal"/>
    <w:rsid w:val="00E37108"/>
    <w:rPr>
      <w:sz w:val="20"/>
    </w:rPr>
  </w:style>
  <w:style w:type="paragraph" w:customStyle="1" w:styleId="P1TableofContentsHeading">
    <w:name w:val="P1 Table of Contents Heading"/>
    <w:basedOn w:val="Heading1"/>
    <w:rsid w:val="00E37108"/>
    <w:pPr>
      <w:numPr>
        <w:numId w:val="0"/>
      </w:numPr>
    </w:pPr>
  </w:style>
  <w:style w:type="paragraph" w:customStyle="1" w:styleId="P1TableHeading">
    <w:name w:val="P1 Table Heading"/>
    <w:basedOn w:val="Normal"/>
    <w:rsid w:val="00E37108"/>
    <w:pPr>
      <w:spacing w:after="0"/>
      <w:jc w:val="center"/>
    </w:pPr>
    <w:rPr>
      <w:b/>
      <w:color w:val="FFFFFF"/>
      <w:szCs w:val="24"/>
    </w:rPr>
  </w:style>
  <w:style w:type="table" w:customStyle="1" w:styleId="P1Tables">
    <w:name w:val="P1 Tables"/>
    <w:basedOn w:val="TableNormal"/>
    <w:uiPriority w:val="99"/>
    <w:rsid w:val="00E37108"/>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Calibri" w:hAnsi="Calibri"/>
        <w:b/>
        <w:color w:val="FFFFFF"/>
        <w:sz w:val="24"/>
      </w:rPr>
      <w:tblPr/>
      <w:tcPr>
        <w:shd w:val="clear" w:color="auto" w:fill="1F497D"/>
        <w:vAlign w:val="center"/>
      </w:tcPr>
    </w:tblStylePr>
    <w:tblStylePr w:type="lastRow">
      <w:pPr>
        <w:jc w:val="left"/>
      </w:pPr>
      <w:rPr>
        <w:rFonts w:ascii="Calibri" w:hAnsi="Calibri"/>
        <w:sz w:val="20"/>
      </w:rPr>
      <w:tblPr/>
      <w:tcPr>
        <w:vAlign w:val="center"/>
      </w:tcPr>
    </w:tblStylePr>
    <w:tblStylePr w:type="band1Vert">
      <w:rPr>
        <w:rFonts w:ascii="Calibri" w:hAnsi="Calibri"/>
        <w:sz w:val="20"/>
      </w:rPr>
    </w:tblStylePr>
    <w:tblStylePr w:type="band2Horz">
      <w:rPr>
        <w:rFonts w:ascii="Calibri" w:hAnsi="Calibri"/>
        <w:sz w:val="20"/>
      </w:rPr>
    </w:tblStylePr>
  </w:style>
  <w:style w:type="paragraph" w:customStyle="1" w:styleId="P1BulletLevel1">
    <w:name w:val="P1 Bullet Level 1"/>
    <w:basedOn w:val="List"/>
    <w:rsid w:val="00E37108"/>
    <w:pPr>
      <w:numPr>
        <w:numId w:val="0"/>
      </w:numPr>
      <w:ind w:left="720" w:hanging="360"/>
      <w:contextualSpacing/>
    </w:pPr>
    <w:rPr>
      <w:szCs w:val="24"/>
    </w:rPr>
  </w:style>
  <w:style w:type="paragraph" w:customStyle="1" w:styleId="P1BulletLevel2">
    <w:name w:val="P1 Bullet Level 2"/>
    <w:basedOn w:val="P1BulletLevel1"/>
    <w:rsid w:val="00E37108"/>
    <w:pPr>
      <w:ind w:left="1080"/>
    </w:pPr>
  </w:style>
  <w:style w:type="paragraph" w:customStyle="1" w:styleId="P1BulletLevel3">
    <w:name w:val="P1 Bullet Level 3"/>
    <w:basedOn w:val="P1BulletLevel2"/>
    <w:rsid w:val="00E37108"/>
    <w:pPr>
      <w:ind w:left="1440"/>
    </w:pPr>
  </w:style>
  <w:style w:type="paragraph" w:styleId="Revision">
    <w:name w:val="Revision"/>
    <w:hidden/>
    <w:uiPriority w:val="99"/>
    <w:semiHidden/>
    <w:rsid w:val="00E37108"/>
    <w:rPr>
      <w:sz w:val="22"/>
      <w:szCs w:val="22"/>
      <w:lang w:bidi="en-US"/>
    </w:rPr>
  </w:style>
  <w:style w:type="paragraph" w:customStyle="1" w:styleId="HUDVersionHistory">
    <w:name w:val="HUD Version History"/>
    <w:basedOn w:val="HUDTitle2"/>
    <w:qFormat/>
    <w:rsid w:val="00E37108"/>
    <w:pPr>
      <w:spacing w:after="0"/>
      <w:ind w:left="0"/>
    </w:pPr>
  </w:style>
  <w:style w:type="paragraph" w:customStyle="1" w:styleId="tabletxt">
    <w:name w:val="tabletxt"/>
    <w:basedOn w:val="Normal"/>
    <w:rsid w:val="00E37108"/>
    <w:pPr>
      <w:spacing w:before="20" w:after="20"/>
      <w:jc w:val="both"/>
    </w:pPr>
    <w:rPr>
      <w:rFonts w:ascii="Times New Roman" w:hAnsi="Times New Roman" w:cs="Arial"/>
      <w:sz w:val="20"/>
    </w:rPr>
  </w:style>
  <w:style w:type="paragraph" w:customStyle="1" w:styleId="Tabletext">
    <w:name w:val="Tabletext"/>
    <w:basedOn w:val="Normal"/>
    <w:rsid w:val="00E37108"/>
    <w:pPr>
      <w:keepLines/>
      <w:widowControl w:val="0"/>
      <w:spacing w:after="0" w:line="240" w:lineRule="atLeast"/>
    </w:pPr>
    <w:rPr>
      <w:rFonts w:ascii="Arial" w:hAnsi="Arial"/>
      <w:sz w:val="20"/>
    </w:rPr>
  </w:style>
  <w:style w:type="paragraph" w:customStyle="1" w:styleId="HUDSub-TaskNumbering">
    <w:name w:val="HUD Sub-Task Numbering"/>
    <w:basedOn w:val="ListParagraph"/>
    <w:qFormat/>
    <w:rsid w:val="00E37108"/>
    <w:pPr>
      <w:numPr>
        <w:ilvl w:val="1"/>
        <w:numId w:val="14"/>
      </w:numPr>
      <w:spacing w:after="120"/>
    </w:pPr>
    <w:rPr>
      <w:b/>
      <w:sz w:val="22"/>
    </w:rPr>
  </w:style>
  <w:style w:type="paragraph" w:customStyle="1" w:styleId="HUDTaskNumbering">
    <w:name w:val="HUD Task Numbering"/>
    <w:basedOn w:val="Heading3"/>
    <w:qFormat/>
    <w:rsid w:val="00E37108"/>
    <w:pPr>
      <w:numPr>
        <w:ilvl w:val="0"/>
        <w:numId w:val="14"/>
      </w:numPr>
    </w:pPr>
  </w:style>
  <w:style w:type="numbering" w:customStyle="1" w:styleId="HUDTasks">
    <w:name w:val="HUD Tasks"/>
    <w:uiPriority w:val="99"/>
    <w:rsid w:val="00E37108"/>
    <w:pPr>
      <w:numPr>
        <w:numId w:val="6"/>
      </w:numPr>
    </w:pPr>
  </w:style>
  <w:style w:type="paragraph" w:customStyle="1" w:styleId="HUDTaskBullets">
    <w:name w:val="HUD Task Bullets"/>
    <w:basedOn w:val="HUDBulletLevel1"/>
    <w:qFormat/>
    <w:rsid w:val="00E37108"/>
    <w:pPr>
      <w:ind w:left="1440"/>
    </w:pPr>
  </w:style>
  <w:style w:type="paragraph" w:styleId="BodyText">
    <w:name w:val="Body Text"/>
    <w:basedOn w:val="Normal"/>
    <w:link w:val="BodyTextChar"/>
    <w:semiHidden/>
    <w:rsid w:val="00E37108"/>
    <w:pPr>
      <w:jc w:val="both"/>
    </w:pPr>
  </w:style>
  <w:style w:type="character" w:customStyle="1" w:styleId="BodyTextChar">
    <w:name w:val="Body Text Char"/>
    <w:link w:val="BodyText"/>
    <w:semiHidden/>
    <w:rsid w:val="00E37108"/>
    <w:rPr>
      <w:rFonts w:ascii="Calibri" w:eastAsia="Times New Roman" w:hAnsi="Calibri"/>
      <w:sz w:val="22"/>
    </w:rPr>
  </w:style>
  <w:style w:type="paragraph" w:customStyle="1" w:styleId="HUDBTableText">
    <w:name w:val="HUD BTable Text"/>
    <w:basedOn w:val="HUDTableText"/>
    <w:qFormat/>
    <w:rsid w:val="009F7270"/>
    <w:rPr>
      <w:i/>
      <w:iCs/>
      <w:color w:val="3333FF"/>
    </w:rPr>
  </w:style>
  <w:style w:type="paragraph" w:customStyle="1" w:styleId="HUDBText">
    <w:name w:val="HUD BText"/>
    <w:basedOn w:val="Normal"/>
    <w:qFormat/>
    <w:rsid w:val="00E37108"/>
    <w:rPr>
      <w:i/>
      <w:color w:val="3333FF"/>
      <w:szCs w:val="22"/>
    </w:rPr>
  </w:style>
  <w:style w:type="table" w:customStyle="1" w:styleId="LightList-Accent12">
    <w:name w:val="Light List - Accent 12"/>
    <w:basedOn w:val="TableNormal"/>
    <w:uiPriority w:val="61"/>
    <w:rsid w:val="00AD7030"/>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1">
    <w:name w:val="Light List - Accent 11"/>
    <w:basedOn w:val="TableNormal"/>
    <w:uiPriority w:val="61"/>
    <w:rsid w:val="00E37108"/>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InfoBlue">
    <w:name w:val="InfoBlue"/>
    <w:basedOn w:val="Normal"/>
    <w:next w:val="BodyText"/>
    <w:rsid w:val="00E14356"/>
    <w:pPr>
      <w:widowControl w:val="0"/>
      <w:overflowPunct/>
      <w:autoSpaceDE/>
      <w:autoSpaceDN/>
      <w:adjustRightInd/>
      <w:spacing w:line="240" w:lineRule="atLeast"/>
      <w:ind w:left="576"/>
      <w:jc w:val="both"/>
      <w:textAlignment w:val="auto"/>
    </w:pPr>
    <w:rPr>
      <w:rFonts w:ascii="Times New Roman" w:hAnsi="Times New Roman"/>
      <w:i/>
      <w:color w:val="0000FF"/>
      <w:sz w:val="24"/>
    </w:rPr>
  </w:style>
  <w:style w:type="paragraph" w:customStyle="1" w:styleId="Instructions">
    <w:name w:val="Instructions"/>
    <w:basedOn w:val="Normal"/>
    <w:autoRedefine/>
    <w:rsid w:val="005C2C40"/>
    <w:pPr>
      <w:shd w:val="clear" w:color="auto" w:fill="FFFFFF"/>
      <w:overflowPunct/>
      <w:autoSpaceDE/>
      <w:autoSpaceDN/>
      <w:adjustRightInd/>
      <w:textAlignment w:val="auto"/>
    </w:pPr>
    <w:rPr>
      <w:rFonts w:ascii="Times New Roman" w:eastAsia="Calibri" w:hAnsi="Times New Roman"/>
      <w:i/>
      <w:color w:val="0000FF"/>
    </w:rPr>
  </w:style>
  <w:style w:type="paragraph" w:customStyle="1" w:styleId="HUDBTextBullet">
    <w:name w:val="HUD BText Bullet"/>
    <w:basedOn w:val="HUDBulletLevel1"/>
    <w:qFormat/>
    <w:rsid w:val="00607F19"/>
    <w:rPr>
      <w:i/>
      <w:color w:val="3333FF"/>
    </w:rPr>
  </w:style>
  <w:style w:type="paragraph" w:customStyle="1" w:styleId="HUDBTextShortBullet">
    <w:name w:val="HUD BText Short Bullet"/>
    <w:basedOn w:val="HUDShortBulletedList"/>
    <w:qFormat/>
    <w:rsid w:val="00607F19"/>
    <w:rPr>
      <w:i/>
      <w:color w:val="3333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7"/>
    <w:lsdException w:name="footer" w:qFormat="1"/>
    <w:lsdException w:name="caption" w:uiPriority="0" w:qFormat="1"/>
    <w:lsdException w:name="List" w:qFormat="1"/>
    <w:lsdException w:name="List Bullet" w:uiPriority="0" w:qFormat="1"/>
    <w:lsdException w:name="List Number" w:qFormat="1"/>
    <w:lsdException w:name="List Bullet 2" w:qFormat="1"/>
    <w:lsdException w:name="List Bullet 5" w:uiPriority="0"/>
    <w:lsdException w:name="List Number 2" w:semiHidden="0" w:unhideWhenUsed="0" w:qFormat="1"/>
    <w:lsdException w:name="List Number 3" w:semiHidden="0" w:unhideWhenUsed="0" w:qFormat="1"/>
    <w:lsdException w:name="List Number 4" w:unhideWhenUsed="0"/>
    <w:lsdException w:name="Title" w:semiHidden="0" w:uiPriority="10" w:unhideWhenUsed="0"/>
    <w:lsdException w:name="Default Paragraph Font" w:uiPriority="1"/>
    <w:lsdException w:name="Body Text" w:uiPriority="0"/>
    <w:lsdException w:name="Subtitle" w:semiHidden="0" w:uiPriority="11" w:unhideWhenUsed="0"/>
    <w:lsdException w:name="Hyperlink"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HUD Normal"/>
    <w:qFormat/>
    <w:rsid w:val="00E37108"/>
    <w:pPr>
      <w:overflowPunct w:val="0"/>
      <w:autoSpaceDE w:val="0"/>
      <w:autoSpaceDN w:val="0"/>
      <w:adjustRightInd w:val="0"/>
      <w:spacing w:after="120"/>
      <w:textAlignment w:val="baseline"/>
    </w:pPr>
    <w:rPr>
      <w:rFonts w:eastAsia="Times New Roman"/>
      <w:sz w:val="22"/>
    </w:rPr>
  </w:style>
  <w:style w:type="paragraph" w:styleId="Heading1">
    <w:name w:val="heading 1"/>
    <w:aliases w:val="HUD Heading 1"/>
    <w:basedOn w:val="Normal"/>
    <w:next w:val="Normal"/>
    <w:link w:val="Heading1Char"/>
    <w:uiPriority w:val="9"/>
    <w:qFormat/>
    <w:rsid w:val="00E37108"/>
    <w:pPr>
      <w:keepNext/>
      <w:keepLines/>
      <w:numPr>
        <w:numId w:val="24"/>
      </w:numPr>
      <w:spacing w:before="240"/>
      <w:outlineLvl w:val="0"/>
    </w:pPr>
    <w:rPr>
      <w:rFonts w:ascii="Cambria" w:hAnsi="Cambria"/>
      <w:b/>
      <w:bCs/>
      <w:sz w:val="28"/>
      <w:szCs w:val="28"/>
    </w:rPr>
  </w:style>
  <w:style w:type="paragraph" w:styleId="Heading2">
    <w:name w:val="heading 2"/>
    <w:aliases w:val="HUD Heading 2"/>
    <w:basedOn w:val="Normal"/>
    <w:next w:val="Normal"/>
    <w:link w:val="Heading2Char"/>
    <w:qFormat/>
    <w:rsid w:val="00E37108"/>
    <w:pPr>
      <w:keepNext/>
      <w:keepLines/>
      <w:numPr>
        <w:ilvl w:val="1"/>
        <w:numId w:val="24"/>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uiPriority w:val="9"/>
    <w:qFormat/>
    <w:rsid w:val="00E37108"/>
    <w:pPr>
      <w:keepNext/>
      <w:keepLines/>
      <w:numPr>
        <w:ilvl w:val="2"/>
        <w:numId w:val="24"/>
      </w:numPr>
      <w:spacing w:before="240"/>
      <w:outlineLvl w:val="2"/>
    </w:pPr>
    <w:rPr>
      <w:rFonts w:ascii="Cambria" w:hAnsi="Cambria"/>
      <w:b/>
      <w:bCs/>
    </w:rPr>
  </w:style>
  <w:style w:type="paragraph" w:styleId="Heading4">
    <w:name w:val="heading 4"/>
    <w:aliases w:val="HUD Heading 4"/>
    <w:basedOn w:val="Normal"/>
    <w:next w:val="Normal"/>
    <w:link w:val="Heading4Char"/>
    <w:uiPriority w:val="9"/>
    <w:qFormat/>
    <w:rsid w:val="00E37108"/>
    <w:pPr>
      <w:keepNext/>
      <w:keepLines/>
      <w:spacing w:before="240"/>
      <w:outlineLvl w:val="3"/>
    </w:pPr>
    <w:rPr>
      <w:rFonts w:ascii="Cambria" w:hAnsi="Cambria"/>
      <w:b/>
      <w:bCs/>
      <w:i/>
      <w:iCs/>
    </w:rPr>
  </w:style>
  <w:style w:type="paragraph" w:styleId="Heading5">
    <w:name w:val="heading 5"/>
    <w:basedOn w:val="Normal"/>
    <w:next w:val="Normal"/>
    <w:link w:val="Heading5Char"/>
    <w:uiPriority w:val="9"/>
    <w:semiHidden/>
    <w:rsid w:val="00E37108"/>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qFormat/>
    <w:rsid w:val="00E37108"/>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E37108"/>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E37108"/>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iPriority w:val="9"/>
    <w:semiHidden/>
    <w:unhideWhenUsed/>
    <w:qFormat/>
    <w:rsid w:val="00E37108"/>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eading 1 Char"/>
    <w:link w:val="Heading1"/>
    <w:uiPriority w:val="9"/>
    <w:rsid w:val="00E37108"/>
    <w:rPr>
      <w:rFonts w:ascii="Cambria" w:eastAsia="Times New Roman" w:hAnsi="Cambria"/>
      <w:b/>
      <w:bCs/>
      <w:sz w:val="28"/>
      <w:szCs w:val="28"/>
    </w:rPr>
  </w:style>
  <w:style w:type="character" w:customStyle="1" w:styleId="Heading2Char">
    <w:name w:val="Heading 2 Char"/>
    <w:aliases w:val="HUD Heading 2 Char"/>
    <w:link w:val="Heading2"/>
    <w:rsid w:val="00E37108"/>
    <w:rPr>
      <w:rFonts w:ascii="Cambria" w:eastAsia="Times New Roman" w:hAnsi="Cambria"/>
      <w:b/>
      <w:bCs/>
      <w:sz w:val="26"/>
      <w:szCs w:val="26"/>
    </w:rPr>
  </w:style>
  <w:style w:type="character" w:customStyle="1" w:styleId="Heading3Char">
    <w:name w:val="Heading 3 Char"/>
    <w:aliases w:val="HUD Heading 3 Char"/>
    <w:link w:val="Heading3"/>
    <w:uiPriority w:val="9"/>
    <w:rsid w:val="00E37108"/>
    <w:rPr>
      <w:rFonts w:ascii="Cambria" w:eastAsia="Times New Roman" w:hAnsi="Cambria"/>
      <w:b/>
      <w:bCs/>
      <w:sz w:val="22"/>
    </w:rPr>
  </w:style>
  <w:style w:type="character" w:customStyle="1" w:styleId="Heading4Char">
    <w:name w:val="Heading 4 Char"/>
    <w:aliases w:val="HUD Heading 4 Char"/>
    <w:link w:val="Heading4"/>
    <w:uiPriority w:val="9"/>
    <w:rsid w:val="00E37108"/>
    <w:rPr>
      <w:rFonts w:ascii="Cambria" w:eastAsia="Times New Roman" w:hAnsi="Cambria"/>
      <w:b/>
      <w:bCs/>
      <w:i/>
      <w:iCs/>
      <w:sz w:val="22"/>
    </w:rPr>
  </w:style>
  <w:style w:type="character" w:customStyle="1" w:styleId="Heading5Char">
    <w:name w:val="Heading 5 Char"/>
    <w:link w:val="Heading5"/>
    <w:uiPriority w:val="9"/>
    <w:semiHidden/>
    <w:rsid w:val="00E37108"/>
    <w:rPr>
      <w:rFonts w:ascii="Cambria" w:eastAsia="Times New Roman" w:hAnsi="Cambria"/>
      <w:color w:val="243F60"/>
      <w:sz w:val="22"/>
    </w:rPr>
  </w:style>
  <w:style w:type="character" w:customStyle="1" w:styleId="Heading6Char">
    <w:name w:val="Heading 6 Char"/>
    <w:link w:val="Heading6"/>
    <w:uiPriority w:val="9"/>
    <w:semiHidden/>
    <w:rsid w:val="00E37108"/>
    <w:rPr>
      <w:rFonts w:ascii="Cambria" w:eastAsia="Times New Roman" w:hAnsi="Cambria"/>
      <w:i/>
      <w:iCs/>
      <w:color w:val="243F60"/>
      <w:sz w:val="22"/>
    </w:rPr>
  </w:style>
  <w:style w:type="character" w:customStyle="1" w:styleId="Heading7Char">
    <w:name w:val="Heading 7 Char"/>
    <w:link w:val="Heading7"/>
    <w:uiPriority w:val="9"/>
    <w:semiHidden/>
    <w:rsid w:val="00E37108"/>
    <w:rPr>
      <w:rFonts w:ascii="Cambria" w:eastAsia="Times New Roman" w:hAnsi="Cambria"/>
      <w:i/>
      <w:iCs/>
      <w:color w:val="404040"/>
      <w:sz w:val="22"/>
    </w:rPr>
  </w:style>
  <w:style w:type="character" w:customStyle="1" w:styleId="Heading8Char">
    <w:name w:val="Heading 8 Char"/>
    <w:link w:val="Heading8"/>
    <w:uiPriority w:val="9"/>
    <w:semiHidden/>
    <w:rsid w:val="00E37108"/>
    <w:rPr>
      <w:rFonts w:ascii="Cambria" w:eastAsia="Times New Roman" w:hAnsi="Cambria"/>
      <w:color w:val="4F81BD"/>
    </w:rPr>
  </w:style>
  <w:style w:type="character" w:customStyle="1" w:styleId="Heading9Char">
    <w:name w:val="Heading 9 Char"/>
    <w:link w:val="Heading9"/>
    <w:uiPriority w:val="9"/>
    <w:semiHidden/>
    <w:rsid w:val="00E37108"/>
    <w:rPr>
      <w:rFonts w:ascii="Cambria" w:eastAsia="Times New Roman" w:hAnsi="Cambria"/>
      <w:i/>
      <w:iCs/>
      <w:color w:val="404040"/>
    </w:rPr>
  </w:style>
  <w:style w:type="paragraph" w:styleId="Caption">
    <w:name w:val="caption"/>
    <w:aliases w:val="HUD Caption"/>
    <w:basedOn w:val="Normal"/>
    <w:next w:val="Normal"/>
    <w:qFormat/>
    <w:rsid w:val="00E37108"/>
    <w:pPr>
      <w:jc w:val="center"/>
    </w:pPr>
    <w:rPr>
      <w:b/>
      <w:bCs/>
      <w:sz w:val="20"/>
      <w:szCs w:val="18"/>
    </w:rPr>
  </w:style>
  <w:style w:type="paragraph" w:styleId="Title">
    <w:name w:val="Title"/>
    <w:basedOn w:val="Normal"/>
    <w:next w:val="Normal"/>
    <w:link w:val="TitleChar"/>
    <w:uiPriority w:val="10"/>
    <w:semiHidden/>
    <w:rsid w:val="00E37108"/>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link w:val="Title"/>
    <w:uiPriority w:val="10"/>
    <w:semiHidden/>
    <w:rsid w:val="00E37108"/>
    <w:rPr>
      <w:rFonts w:ascii="Cambria" w:eastAsia="Times New Roman" w:hAnsi="Cambria"/>
      <w:color w:val="17365D"/>
      <w:spacing w:val="5"/>
      <w:kern w:val="28"/>
      <w:sz w:val="52"/>
      <w:szCs w:val="52"/>
    </w:rPr>
  </w:style>
  <w:style w:type="paragraph" w:styleId="Subtitle">
    <w:name w:val="Subtitle"/>
    <w:basedOn w:val="Normal"/>
    <w:next w:val="Normal"/>
    <w:link w:val="SubtitleChar"/>
    <w:uiPriority w:val="11"/>
    <w:semiHidden/>
    <w:unhideWhenUsed/>
    <w:rsid w:val="00E37108"/>
    <w:pPr>
      <w:numPr>
        <w:ilvl w:val="1"/>
      </w:numPr>
    </w:pPr>
    <w:rPr>
      <w:rFonts w:ascii="Cambria" w:hAnsi="Cambria"/>
      <w:i/>
      <w:iCs/>
      <w:color w:val="4F81BD"/>
      <w:spacing w:val="15"/>
      <w:szCs w:val="24"/>
    </w:rPr>
  </w:style>
  <w:style w:type="character" w:customStyle="1" w:styleId="SubtitleChar">
    <w:name w:val="Subtitle Char"/>
    <w:link w:val="Subtitle"/>
    <w:uiPriority w:val="11"/>
    <w:semiHidden/>
    <w:rsid w:val="00E37108"/>
    <w:rPr>
      <w:rFonts w:ascii="Cambria" w:eastAsia="Times New Roman" w:hAnsi="Cambria"/>
      <w:i/>
      <w:iCs/>
      <w:color w:val="4F81BD"/>
      <w:spacing w:val="15"/>
      <w:sz w:val="22"/>
      <w:szCs w:val="24"/>
    </w:rPr>
  </w:style>
  <w:style w:type="character" w:styleId="Strong">
    <w:name w:val="Strong"/>
    <w:uiPriority w:val="22"/>
    <w:semiHidden/>
    <w:unhideWhenUsed/>
    <w:rsid w:val="00E37108"/>
    <w:rPr>
      <w:b/>
      <w:bCs/>
    </w:rPr>
  </w:style>
  <w:style w:type="character" w:styleId="Emphasis">
    <w:name w:val="Emphasis"/>
    <w:uiPriority w:val="20"/>
    <w:semiHidden/>
    <w:qFormat/>
    <w:rsid w:val="00E37108"/>
    <w:rPr>
      <w:i/>
      <w:iCs/>
    </w:rPr>
  </w:style>
  <w:style w:type="paragraph" w:styleId="NoSpacing">
    <w:name w:val="No Spacing"/>
    <w:uiPriority w:val="1"/>
    <w:semiHidden/>
    <w:unhideWhenUsed/>
    <w:rsid w:val="00E37108"/>
    <w:rPr>
      <w:sz w:val="22"/>
      <w:szCs w:val="22"/>
      <w:lang w:bidi="en-US"/>
    </w:rPr>
  </w:style>
  <w:style w:type="paragraph" w:styleId="ListParagraph">
    <w:name w:val="List Paragraph"/>
    <w:aliases w:val="3,POCG Table Text"/>
    <w:basedOn w:val="Normal"/>
    <w:next w:val="Normal"/>
    <w:uiPriority w:val="34"/>
    <w:qFormat/>
    <w:rsid w:val="00E37108"/>
    <w:pPr>
      <w:spacing w:after="0"/>
    </w:pPr>
    <w:rPr>
      <w:sz w:val="20"/>
    </w:rPr>
  </w:style>
  <w:style w:type="paragraph" w:styleId="Quote">
    <w:name w:val="Quote"/>
    <w:basedOn w:val="Normal"/>
    <w:next w:val="Normal"/>
    <w:link w:val="QuoteChar"/>
    <w:uiPriority w:val="29"/>
    <w:semiHidden/>
    <w:unhideWhenUsed/>
    <w:rsid w:val="00E37108"/>
    <w:rPr>
      <w:i/>
      <w:iCs/>
      <w:color w:val="000000"/>
    </w:rPr>
  </w:style>
  <w:style w:type="character" w:customStyle="1" w:styleId="QuoteChar">
    <w:name w:val="Quote Char"/>
    <w:link w:val="Quote"/>
    <w:uiPriority w:val="29"/>
    <w:semiHidden/>
    <w:rsid w:val="00E37108"/>
    <w:rPr>
      <w:rFonts w:ascii="Calibri" w:eastAsia="Times New Roman" w:hAnsi="Calibri"/>
      <w:i/>
      <w:iCs/>
      <w:color w:val="000000"/>
      <w:sz w:val="22"/>
    </w:rPr>
  </w:style>
  <w:style w:type="paragraph" w:styleId="IntenseQuote">
    <w:name w:val="Intense Quote"/>
    <w:basedOn w:val="Normal"/>
    <w:next w:val="Normal"/>
    <w:link w:val="IntenseQuoteChar"/>
    <w:uiPriority w:val="30"/>
    <w:semiHidden/>
    <w:unhideWhenUsed/>
    <w:rsid w:val="00E37108"/>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E37108"/>
    <w:rPr>
      <w:rFonts w:ascii="Calibri" w:eastAsia="Times New Roman" w:hAnsi="Calibri"/>
      <w:b/>
      <w:bCs/>
      <w:i/>
      <w:iCs/>
      <w:color w:val="4F81BD"/>
      <w:sz w:val="22"/>
    </w:rPr>
  </w:style>
  <w:style w:type="character" w:styleId="SubtleEmphasis">
    <w:name w:val="Subtle Emphasis"/>
    <w:uiPriority w:val="19"/>
    <w:semiHidden/>
    <w:unhideWhenUsed/>
    <w:rsid w:val="00E37108"/>
    <w:rPr>
      <w:i/>
      <w:iCs/>
      <w:color w:val="808080"/>
    </w:rPr>
  </w:style>
  <w:style w:type="character" w:styleId="IntenseEmphasis">
    <w:name w:val="Intense Emphasis"/>
    <w:uiPriority w:val="21"/>
    <w:semiHidden/>
    <w:unhideWhenUsed/>
    <w:rsid w:val="00E37108"/>
    <w:rPr>
      <w:b/>
      <w:bCs/>
      <w:i/>
      <w:iCs/>
      <w:color w:val="4F81BD"/>
    </w:rPr>
  </w:style>
  <w:style w:type="character" w:styleId="SubtleReference">
    <w:name w:val="Subtle Reference"/>
    <w:uiPriority w:val="31"/>
    <w:semiHidden/>
    <w:unhideWhenUsed/>
    <w:rsid w:val="00E37108"/>
    <w:rPr>
      <w:smallCaps/>
      <w:color w:val="C0504D"/>
      <w:u w:val="single"/>
    </w:rPr>
  </w:style>
  <w:style w:type="character" w:styleId="IntenseReference">
    <w:name w:val="Intense Reference"/>
    <w:uiPriority w:val="32"/>
    <w:semiHidden/>
    <w:unhideWhenUsed/>
    <w:rsid w:val="00E37108"/>
    <w:rPr>
      <w:b/>
      <w:bCs/>
      <w:smallCaps/>
      <w:color w:val="C0504D"/>
      <w:spacing w:val="5"/>
      <w:u w:val="single"/>
    </w:rPr>
  </w:style>
  <w:style w:type="numbering" w:customStyle="1" w:styleId="P1BulletedList">
    <w:name w:val="P1 Bulleted List"/>
    <w:uiPriority w:val="99"/>
    <w:rsid w:val="00E37108"/>
    <w:pPr>
      <w:numPr>
        <w:numId w:val="3"/>
      </w:numPr>
    </w:pPr>
  </w:style>
  <w:style w:type="paragraph" w:styleId="TOCHeading">
    <w:name w:val="TOC Heading"/>
    <w:basedOn w:val="Heading1"/>
    <w:next w:val="Normal"/>
    <w:uiPriority w:val="39"/>
    <w:semiHidden/>
    <w:qFormat/>
    <w:rsid w:val="00E37108"/>
    <w:pPr>
      <w:outlineLvl w:val="9"/>
    </w:pPr>
  </w:style>
  <w:style w:type="paragraph" w:styleId="Footer">
    <w:name w:val="footer"/>
    <w:aliases w:val="HUD Footer,P1 Footer,POCG Footer"/>
    <w:basedOn w:val="Normal"/>
    <w:link w:val="FooterChar"/>
    <w:uiPriority w:val="99"/>
    <w:qFormat/>
    <w:rsid w:val="00E37108"/>
    <w:pPr>
      <w:tabs>
        <w:tab w:val="center" w:pos="4680"/>
        <w:tab w:val="right" w:pos="9360"/>
      </w:tabs>
      <w:spacing w:after="0"/>
    </w:pPr>
    <w:rPr>
      <w:b/>
      <w:sz w:val="20"/>
    </w:rPr>
  </w:style>
  <w:style w:type="character" w:customStyle="1" w:styleId="FooterChar">
    <w:name w:val="Footer Char"/>
    <w:aliases w:val="HUD Footer Char,P1 Footer Char,POCG Footer Char"/>
    <w:link w:val="Footer"/>
    <w:uiPriority w:val="99"/>
    <w:rsid w:val="00E37108"/>
    <w:rPr>
      <w:rFonts w:ascii="Calibri" w:eastAsia="Times New Roman" w:hAnsi="Calibri"/>
      <w:b/>
    </w:rPr>
  </w:style>
  <w:style w:type="paragraph" w:styleId="Header">
    <w:name w:val="header"/>
    <w:aliases w:val="HUD Header"/>
    <w:basedOn w:val="Normal"/>
    <w:link w:val="HeaderChar"/>
    <w:uiPriority w:val="97"/>
    <w:rsid w:val="00E37108"/>
    <w:pPr>
      <w:tabs>
        <w:tab w:val="center" w:pos="4680"/>
        <w:tab w:val="right" w:pos="9360"/>
      </w:tabs>
      <w:spacing w:after="0"/>
    </w:pPr>
    <w:rPr>
      <w:sz w:val="20"/>
    </w:rPr>
  </w:style>
  <w:style w:type="character" w:customStyle="1" w:styleId="HeaderChar">
    <w:name w:val="Header Char"/>
    <w:aliases w:val="HUD Header Char"/>
    <w:link w:val="Header"/>
    <w:uiPriority w:val="97"/>
    <w:rsid w:val="00E37108"/>
    <w:rPr>
      <w:rFonts w:ascii="Calibri" w:eastAsia="Times New Roman" w:hAnsi="Calibri"/>
    </w:rPr>
  </w:style>
  <w:style w:type="numbering" w:customStyle="1" w:styleId="P1NumberingList">
    <w:name w:val="P1 Numbering List"/>
    <w:uiPriority w:val="99"/>
    <w:rsid w:val="00E37108"/>
    <w:pPr>
      <w:numPr>
        <w:numId w:val="4"/>
      </w:numPr>
    </w:pPr>
  </w:style>
  <w:style w:type="paragraph" w:styleId="ListBullet2">
    <w:name w:val="List Bullet 2"/>
    <w:aliases w:val="P1 List Bullet 2,POCG List Bullet 2"/>
    <w:basedOn w:val="Normal"/>
    <w:uiPriority w:val="99"/>
    <w:semiHidden/>
    <w:qFormat/>
    <w:rsid w:val="00E37108"/>
    <w:pPr>
      <w:numPr>
        <w:numId w:val="10"/>
      </w:numPr>
      <w:ind w:left="1080"/>
    </w:pPr>
  </w:style>
  <w:style w:type="paragraph" w:styleId="ListBullet3">
    <w:name w:val="List Bullet 3"/>
    <w:basedOn w:val="Normal"/>
    <w:uiPriority w:val="99"/>
    <w:semiHidden/>
    <w:unhideWhenUsed/>
    <w:rsid w:val="00E37108"/>
    <w:pPr>
      <w:numPr>
        <w:numId w:val="1"/>
      </w:numPr>
    </w:pPr>
  </w:style>
  <w:style w:type="paragraph" w:styleId="ListNumber">
    <w:name w:val="List Number"/>
    <w:aliases w:val="j,P1 List Number,POCG List Number"/>
    <w:basedOn w:val="Normal"/>
    <w:next w:val="List2"/>
    <w:uiPriority w:val="99"/>
    <w:semiHidden/>
    <w:qFormat/>
    <w:rsid w:val="00E37108"/>
    <w:pPr>
      <w:numPr>
        <w:numId w:val="9"/>
      </w:numPr>
    </w:pPr>
    <w:rPr>
      <w:color w:val="000000"/>
    </w:rPr>
  </w:style>
  <w:style w:type="paragraph" w:styleId="NormalWeb">
    <w:name w:val="Normal (Web)"/>
    <w:basedOn w:val="Normal"/>
    <w:uiPriority w:val="99"/>
    <w:unhideWhenUsed/>
    <w:rsid w:val="00E37108"/>
    <w:rPr>
      <w:rFonts w:ascii="Times New Roman" w:hAnsi="Times New Roman"/>
      <w:szCs w:val="24"/>
    </w:rPr>
  </w:style>
  <w:style w:type="table" w:styleId="TableGrid">
    <w:name w:val="Table Grid"/>
    <w:basedOn w:val="TableNormal"/>
    <w:uiPriority w:val="59"/>
    <w:rsid w:val="00E371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DTableText">
    <w:name w:val="HUD Table Text"/>
    <w:basedOn w:val="Normal"/>
    <w:qFormat/>
    <w:rsid w:val="00E37108"/>
    <w:pPr>
      <w:spacing w:before="60" w:after="60"/>
    </w:pPr>
    <w:rPr>
      <w:sz w:val="20"/>
    </w:rPr>
  </w:style>
  <w:style w:type="paragraph" w:styleId="List2">
    <w:name w:val="List 2"/>
    <w:basedOn w:val="Normal"/>
    <w:uiPriority w:val="99"/>
    <w:semiHidden/>
    <w:unhideWhenUsed/>
    <w:rsid w:val="00E37108"/>
    <w:pPr>
      <w:ind w:left="720" w:hanging="360"/>
      <w:contextualSpacing/>
    </w:pPr>
  </w:style>
  <w:style w:type="paragraph" w:styleId="List">
    <w:name w:val="List"/>
    <w:aliases w:val="HUD List Number 1"/>
    <w:basedOn w:val="Normal"/>
    <w:uiPriority w:val="99"/>
    <w:qFormat/>
    <w:rsid w:val="00E37108"/>
    <w:pPr>
      <w:numPr>
        <w:numId w:val="11"/>
      </w:numPr>
    </w:pPr>
  </w:style>
  <w:style w:type="paragraph" w:styleId="List4">
    <w:name w:val="List 4"/>
    <w:basedOn w:val="Normal"/>
    <w:uiPriority w:val="99"/>
    <w:semiHidden/>
    <w:unhideWhenUsed/>
    <w:rsid w:val="00E37108"/>
    <w:pPr>
      <w:ind w:left="1440" w:hanging="360"/>
      <w:contextualSpacing/>
    </w:pPr>
  </w:style>
  <w:style w:type="paragraph" w:styleId="Index1">
    <w:name w:val="index 1"/>
    <w:basedOn w:val="Normal"/>
    <w:next w:val="Normal"/>
    <w:autoRedefine/>
    <w:uiPriority w:val="99"/>
    <w:semiHidden/>
    <w:unhideWhenUsed/>
    <w:rsid w:val="00E37108"/>
    <w:pPr>
      <w:spacing w:after="0"/>
      <w:ind w:left="240" w:hanging="240"/>
    </w:pPr>
  </w:style>
  <w:style w:type="paragraph" w:styleId="Index2">
    <w:name w:val="index 2"/>
    <w:basedOn w:val="Normal"/>
    <w:next w:val="Normal"/>
    <w:autoRedefine/>
    <w:uiPriority w:val="99"/>
    <w:semiHidden/>
    <w:unhideWhenUsed/>
    <w:rsid w:val="00E37108"/>
    <w:pPr>
      <w:spacing w:after="0"/>
      <w:ind w:left="480" w:hanging="240"/>
    </w:pPr>
  </w:style>
  <w:style w:type="paragraph" w:styleId="Index3">
    <w:name w:val="index 3"/>
    <w:basedOn w:val="Normal"/>
    <w:next w:val="Normal"/>
    <w:autoRedefine/>
    <w:uiPriority w:val="99"/>
    <w:semiHidden/>
    <w:unhideWhenUsed/>
    <w:rsid w:val="00E37108"/>
    <w:pPr>
      <w:spacing w:after="0"/>
      <w:ind w:left="720" w:hanging="240"/>
    </w:pPr>
  </w:style>
  <w:style w:type="paragraph" w:styleId="Index4">
    <w:name w:val="index 4"/>
    <w:basedOn w:val="Normal"/>
    <w:next w:val="Normal"/>
    <w:autoRedefine/>
    <w:uiPriority w:val="99"/>
    <w:semiHidden/>
    <w:unhideWhenUsed/>
    <w:rsid w:val="00E37108"/>
    <w:pPr>
      <w:spacing w:after="0"/>
      <w:ind w:left="960" w:hanging="240"/>
    </w:pPr>
  </w:style>
  <w:style w:type="paragraph" w:styleId="Index5">
    <w:name w:val="index 5"/>
    <w:basedOn w:val="Normal"/>
    <w:next w:val="Normal"/>
    <w:autoRedefine/>
    <w:uiPriority w:val="99"/>
    <w:semiHidden/>
    <w:unhideWhenUsed/>
    <w:rsid w:val="00E37108"/>
    <w:pPr>
      <w:spacing w:after="0"/>
      <w:ind w:left="1200" w:hanging="240"/>
    </w:pPr>
  </w:style>
  <w:style w:type="paragraph" w:styleId="Index6">
    <w:name w:val="index 6"/>
    <w:basedOn w:val="Normal"/>
    <w:next w:val="Normal"/>
    <w:autoRedefine/>
    <w:uiPriority w:val="99"/>
    <w:semiHidden/>
    <w:unhideWhenUsed/>
    <w:rsid w:val="00E37108"/>
    <w:pPr>
      <w:spacing w:after="0"/>
      <w:ind w:left="1440" w:hanging="240"/>
    </w:pPr>
  </w:style>
  <w:style w:type="paragraph" w:styleId="Index7">
    <w:name w:val="index 7"/>
    <w:basedOn w:val="Normal"/>
    <w:next w:val="Normal"/>
    <w:autoRedefine/>
    <w:uiPriority w:val="99"/>
    <w:semiHidden/>
    <w:unhideWhenUsed/>
    <w:rsid w:val="00E37108"/>
    <w:pPr>
      <w:spacing w:after="0"/>
      <w:ind w:left="1680" w:hanging="240"/>
    </w:pPr>
  </w:style>
  <w:style w:type="paragraph" w:styleId="Index8">
    <w:name w:val="index 8"/>
    <w:basedOn w:val="Normal"/>
    <w:next w:val="Normal"/>
    <w:autoRedefine/>
    <w:uiPriority w:val="99"/>
    <w:semiHidden/>
    <w:unhideWhenUsed/>
    <w:rsid w:val="00E37108"/>
    <w:pPr>
      <w:spacing w:after="0"/>
      <w:ind w:left="1920" w:hanging="240"/>
    </w:pPr>
  </w:style>
  <w:style w:type="paragraph" w:styleId="Index9">
    <w:name w:val="index 9"/>
    <w:basedOn w:val="Normal"/>
    <w:next w:val="Normal"/>
    <w:autoRedefine/>
    <w:uiPriority w:val="99"/>
    <w:semiHidden/>
    <w:unhideWhenUsed/>
    <w:rsid w:val="00E37108"/>
    <w:pPr>
      <w:spacing w:after="0"/>
      <w:ind w:left="2160" w:hanging="240"/>
    </w:pPr>
  </w:style>
  <w:style w:type="paragraph" w:customStyle="1" w:styleId="HUDTableofContentsHeading">
    <w:name w:val="HUD Table of Contents Heading"/>
    <w:basedOn w:val="Heading1"/>
    <w:qFormat/>
    <w:rsid w:val="00E37108"/>
    <w:pPr>
      <w:numPr>
        <w:numId w:val="0"/>
      </w:numPr>
    </w:pPr>
  </w:style>
  <w:style w:type="paragraph" w:customStyle="1" w:styleId="TableofContentsHeading">
    <w:name w:val="Table of Contents Heading"/>
    <w:basedOn w:val="Heading1"/>
    <w:semiHidden/>
    <w:rsid w:val="00E37108"/>
    <w:pPr>
      <w:numPr>
        <w:numId w:val="0"/>
      </w:numPr>
    </w:pPr>
  </w:style>
  <w:style w:type="paragraph" w:customStyle="1" w:styleId="POCGTableofContentsHeading">
    <w:name w:val="POCG Table of Contents Heading"/>
    <w:basedOn w:val="Heading1"/>
    <w:semiHidden/>
    <w:rsid w:val="00E37108"/>
    <w:pPr>
      <w:numPr>
        <w:numId w:val="0"/>
      </w:numPr>
      <w:spacing w:before="0"/>
    </w:pPr>
  </w:style>
  <w:style w:type="paragraph" w:styleId="TOC2">
    <w:name w:val="toc 2"/>
    <w:basedOn w:val="Normal"/>
    <w:next w:val="Normal"/>
    <w:autoRedefine/>
    <w:uiPriority w:val="39"/>
    <w:rsid w:val="00E37108"/>
    <w:pPr>
      <w:spacing w:after="100"/>
      <w:ind w:left="240"/>
    </w:pPr>
  </w:style>
  <w:style w:type="paragraph" w:styleId="TOC3">
    <w:name w:val="toc 3"/>
    <w:basedOn w:val="Normal"/>
    <w:next w:val="Normal"/>
    <w:autoRedefine/>
    <w:uiPriority w:val="39"/>
    <w:rsid w:val="00E37108"/>
    <w:pPr>
      <w:spacing w:after="100"/>
      <w:ind w:left="480"/>
    </w:pPr>
  </w:style>
  <w:style w:type="paragraph" w:styleId="ListNumber2">
    <w:name w:val="List Number 2"/>
    <w:aliases w:val="HUD List Number 2"/>
    <w:basedOn w:val="Normal"/>
    <w:uiPriority w:val="99"/>
    <w:qFormat/>
    <w:rsid w:val="00E37108"/>
    <w:pPr>
      <w:numPr>
        <w:ilvl w:val="1"/>
        <w:numId w:val="11"/>
      </w:numPr>
      <w:contextualSpacing/>
    </w:pPr>
  </w:style>
  <w:style w:type="paragraph" w:customStyle="1" w:styleId="SubparagraphHeader">
    <w:name w:val="Subparagraph Header"/>
    <w:basedOn w:val="Normal"/>
    <w:next w:val="Normal"/>
    <w:semiHidden/>
    <w:unhideWhenUsed/>
    <w:rsid w:val="00E37108"/>
    <w:pPr>
      <w:keepNext/>
    </w:pPr>
    <w:rPr>
      <w:rFonts w:ascii="Times New Roman" w:hAnsi="Times New Roman"/>
      <w:i/>
      <w:u w:val="single"/>
    </w:rPr>
  </w:style>
  <w:style w:type="numbering" w:customStyle="1" w:styleId="StyleNumbered1">
    <w:name w:val="Style Numbered1"/>
    <w:basedOn w:val="NoList"/>
    <w:rsid w:val="00E37108"/>
    <w:pPr>
      <w:numPr>
        <w:numId w:val="2"/>
      </w:numPr>
    </w:pPr>
  </w:style>
  <w:style w:type="paragraph" w:styleId="BalloonText">
    <w:name w:val="Balloon Text"/>
    <w:basedOn w:val="Normal"/>
    <w:link w:val="BalloonTextChar"/>
    <w:uiPriority w:val="99"/>
    <w:semiHidden/>
    <w:unhideWhenUsed/>
    <w:rsid w:val="00E37108"/>
    <w:pPr>
      <w:spacing w:after="0"/>
    </w:pPr>
    <w:rPr>
      <w:rFonts w:ascii="Tahoma" w:hAnsi="Tahoma" w:cs="Tahoma"/>
      <w:sz w:val="16"/>
      <w:szCs w:val="16"/>
    </w:rPr>
  </w:style>
  <w:style w:type="character" w:customStyle="1" w:styleId="BalloonTextChar">
    <w:name w:val="Balloon Text Char"/>
    <w:link w:val="BalloonText"/>
    <w:uiPriority w:val="99"/>
    <w:semiHidden/>
    <w:rsid w:val="00E37108"/>
    <w:rPr>
      <w:rFonts w:ascii="Tahoma" w:eastAsia="Times New Roman" w:hAnsi="Tahoma" w:cs="Tahoma"/>
      <w:sz w:val="16"/>
      <w:szCs w:val="16"/>
    </w:rPr>
  </w:style>
  <w:style w:type="paragraph" w:styleId="ListNumber3">
    <w:name w:val="List Number 3"/>
    <w:aliases w:val="HUD List Number 3"/>
    <w:basedOn w:val="Normal"/>
    <w:uiPriority w:val="99"/>
    <w:qFormat/>
    <w:rsid w:val="00E37108"/>
    <w:pPr>
      <w:numPr>
        <w:ilvl w:val="2"/>
        <w:numId w:val="11"/>
      </w:numPr>
      <w:contextualSpacing/>
    </w:pPr>
  </w:style>
  <w:style w:type="paragraph" w:styleId="TOC1">
    <w:name w:val="toc 1"/>
    <w:aliases w:val="HUD TOC 1"/>
    <w:basedOn w:val="Normal"/>
    <w:next w:val="Normal"/>
    <w:autoRedefine/>
    <w:uiPriority w:val="39"/>
    <w:unhideWhenUsed/>
    <w:qFormat/>
    <w:rsid w:val="00E37108"/>
    <w:pPr>
      <w:tabs>
        <w:tab w:val="right" w:leader="dot" w:pos="9350"/>
      </w:tabs>
      <w:spacing w:after="100"/>
    </w:pPr>
  </w:style>
  <w:style w:type="character" w:styleId="Hyperlink">
    <w:name w:val="Hyperlink"/>
    <w:aliases w:val="HUD Hyperlink"/>
    <w:uiPriority w:val="99"/>
    <w:qFormat/>
    <w:rsid w:val="00E37108"/>
    <w:rPr>
      <w:rFonts w:ascii="Calibri" w:hAnsi="Calibri"/>
      <w:color w:val="0000FF"/>
      <w:sz w:val="22"/>
      <w:u w:val="single"/>
    </w:rPr>
  </w:style>
  <w:style w:type="paragraph" w:customStyle="1" w:styleId="Default">
    <w:name w:val="Default"/>
    <w:semiHidden/>
    <w:rsid w:val="00E37108"/>
    <w:pPr>
      <w:autoSpaceDE w:val="0"/>
      <w:autoSpaceDN w:val="0"/>
      <w:adjustRightInd w:val="0"/>
    </w:pPr>
    <w:rPr>
      <w:rFonts w:ascii="Arial" w:eastAsia="Times New Roman" w:hAnsi="Arial" w:cs="Arial"/>
      <w:color w:val="000000"/>
      <w:sz w:val="24"/>
      <w:szCs w:val="24"/>
    </w:rPr>
  </w:style>
  <w:style w:type="character" w:customStyle="1" w:styleId="apple-style-span">
    <w:name w:val="apple-style-span"/>
    <w:basedOn w:val="DefaultParagraphFont"/>
    <w:semiHidden/>
    <w:rsid w:val="00E37108"/>
  </w:style>
  <w:style w:type="character" w:customStyle="1" w:styleId="apple-converted-space">
    <w:name w:val="apple-converted-space"/>
    <w:basedOn w:val="DefaultParagraphFont"/>
    <w:semiHidden/>
    <w:rsid w:val="00E37108"/>
  </w:style>
  <w:style w:type="character" w:customStyle="1" w:styleId="green">
    <w:name w:val="green"/>
    <w:basedOn w:val="DefaultParagraphFont"/>
    <w:semiHidden/>
    <w:rsid w:val="00E37108"/>
  </w:style>
  <w:style w:type="character" w:customStyle="1" w:styleId="red">
    <w:name w:val="red"/>
    <w:basedOn w:val="DefaultParagraphFont"/>
    <w:semiHidden/>
    <w:rsid w:val="00E37108"/>
  </w:style>
  <w:style w:type="character" w:styleId="CommentReference">
    <w:name w:val="annotation reference"/>
    <w:uiPriority w:val="99"/>
    <w:semiHidden/>
    <w:unhideWhenUsed/>
    <w:rsid w:val="00E37108"/>
    <w:rPr>
      <w:sz w:val="16"/>
      <w:szCs w:val="16"/>
    </w:rPr>
  </w:style>
  <w:style w:type="paragraph" w:styleId="CommentText">
    <w:name w:val="annotation text"/>
    <w:basedOn w:val="Normal"/>
    <w:link w:val="CommentTextChar"/>
    <w:uiPriority w:val="99"/>
    <w:semiHidden/>
    <w:unhideWhenUsed/>
    <w:rsid w:val="00E37108"/>
    <w:rPr>
      <w:sz w:val="20"/>
    </w:rPr>
  </w:style>
  <w:style w:type="character" w:customStyle="1" w:styleId="CommentTextChar">
    <w:name w:val="Comment Text Char"/>
    <w:link w:val="CommentText"/>
    <w:uiPriority w:val="99"/>
    <w:semiHidden/>
    <w:rsid w:val="00E37108"/>
    <w:rPr>
      <w:rFonts w:ascii="Calibri" w:eastAsia="Times New Roman" w:hAnsi="Calibri" w:cs="Times New Roman"/>
    </w:rPr>
  </w:style>
  <w:style w:type="paragraph" w:styleId="CommentSubject">
    <w:name w:val="annotation subject"/>
    <w:basedOn w:val="CommentText"/>
    <w:next w:val="CommentText"/>
    <w:link w:val="CommentSubjectChar"/>
    <w:uiPriority w:val="99"/>
    <w:semiHidden/>
    <w:unhideWhenUsed/>
    <w:rsid w:val="00E37108"/>
    <w:rPr>
      <w:b/>
      <w:bCs/>
    </w:rPr>
  </w:style>
  <w:style w:type="character" w:customStyle="1" w:styleId="CommentSubjectChar">
    <w:name w:val="Comment Subject Char"/>
    <w:link w:val="CommentSubject"/>
    <w:uiPriority w:val="99"/>
    <w:semiHidden/>
    <w:rsid w:val="00E37108"/>
    <w:rPr>
      <w:rFonts w:ascii="Calibri" w:eastAsia="Times New Roman" w:hAnsi="Calibri" w:cs="Times New Roman"/>
      <w:b/>
      <w:bCs/>
    </w:rPr>
  </w:style>
  <w:style w:type="paragraph" w:styleId="TOC4">
    <w:name w:val="toc 4"/>
    <w:basedOn w:val="Normal"/>
    <w:next w:val="Normal"/>
    <w:autoRedefine/>
    <w:uiPriority w:val="39"/>
    <w:semiHidden/>
    <w:unhideWhenUsed/>
    <w:rsid w:val="00E37108"/>
    <w:pPr>
      <w:spacing w:after="100"/>
      <w:ind w:left="660"/>
    </w:pPr>
  </w:style>
  <w:style w:type="paragraph" w:styleId="TOC5">
    <w:name w:val="toc 5"/>
    <w:basedOn w:val="Normal"/>
    <w:next w:val="Normal"/>
    <w:autoRedefine/>
    <w:uiPriority w:val="39"/>
    <w:semiHidden/>
    <w:unhideWhenUsed/>
    <w:rsid w:val="00E37108"/>
    <w:pPr>
      <w:spacing w:after="100"/>
      <w:ind w:left="880"/>
    </w:pPr>
  </w:style>
  <w:style w:type="paragraph" w:styleId="TOC6">
    <w:name w:val="toc 6"/>
    <w:basedOn w:val="Normal"/>
    <w:next w:val="Normal"/>
    <w:autoRedefine/>
    <w:uiPriority w:val="39"/>
    <w:semiHidden/>
    <w:unhideWhenUsed/>
    <w:rsid w:val="00E37108"/>
    <w:pPr>
      <w:spacing w:after="100"/>
      <w:ind w:left="1100"/>
    </w:pPr>
  </w:style>
  <w:style w:type="paragraph" w:customStyle="1" w:styleId="AcronymsList">
    <w:name w:val="Acronyms List"/>
    <w:basedOn w:val="Normal"/>
    <w:autoRedefine/>
    <w:uiPriority w:val="99"/>
    <w:semiHidden/>
    <w:unhideWhenUsed/>
    <w:rsid w:val="00E37108"/>
    <w:pPr>
      <w:spacing w:after="0"/>
      <w:ind w:left="1440" w:hanging="1440"/>
    </w:pPr>
    <w:rPr>
      <w:rFonts w:ascii="Times New Roman" w:hAnsi="Times New Roman"/>
      <w:szCs w:val="24"/>
    </w:rPr>
  </w:style>
  <w:style w:type="paragraph" w:customStyle="1" w:styleId="HUDBulletLevel1">
    <w:name w:val="HUD Bullet Level 1"/>
    <w:basedOn w:val="List"/>
    <w:qFormat/>
    <w:rsid w:val="00E37108"/>
    <w:pPr>
      <w:numPr>
        <w:numId w:val="22"/>
      </w:numPr>
    </w:pPr>
    <w:rPr>
      <w:szCs w:val="24"/>
    </w:rPr>
  </w:style>
  <w:style w:type="paragraph" w:customStyle="1" w:styleId="HUDBulletLevel2">
    <w:name w:val="HUD Bullet Level 2"/>
    <w:basedOn w:val="HUDBulletLevel1"/>
    <w:qFormat/>
    <w:rsid w:val="00E37108"/>
    <w:pPr>
      <w:numPr>
        <w:ilvl w:val="1"/>
      </w:numPr>
    </w:pPr>
  </w:style>
  <w:style w:type="paragraph" w:customStyle="1" w:styleId="HUDBulletLevel3">
    <w:name w:val="HUD Bullet Level 3"/>
    <w:basedOn w:val="HUDBulletLevel2"/>
    <w:qFormat/>
    <w:rsid w:val="00E37108"/>
    <w:pPr>
      <w:numPr>
        <w:ilvl w:val="2"/>
      </w:numPr>
    </w:pPr>
  </w:style>
  <w:style w:type="paragraph" w:customStyle="1" w:styleId="ProjectName">
    <w:name w:val="Project Name"/>
    <w:basedOn w:val="Normal"/>
    <w:semiHidden/>
    <w:unhideWhenUsed/>
    <w:rsid w:val="00E37108"/>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E37108"/>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E37108"/>
    <w:rPr>
      <w:rFonts w:ascii="Times New Roman" w:hAnsi="Times New Roman"/>
      <w:b/>
      <w:sz w:val="40"/>
      <w:szCs w:val="40"/>
    </w:rPr>
  </w:style>
  <w:style w:type="paragraph" w:styleId="TableofFigures">
    <w:name w:val="table of figures"/>
    <w:basedOn w:val="Normal"/>
    <w:next w:val="Normal"/>
    <w:uiPriority w:val="99"/>
    <w:rsid w:val="00E37108"/>
    <w:rPr>
      <w:rFonts w:ascii="Times New Roman" w:hAnsi="Times New Roman"/>
      <w:szCs w:val="24"/>
    </w:rPr>
  </w:style>
  <w:style w:type="paragraph" w:customStyle="1" w:styleId="TOCTFHeading">
    <w:name w:val="TOC T&amp;F Heading"/>
    <w:basedOn w:val="TOCHeading"/>
    <w:next w:val="Normal"/>
    <w:autoRedefine/>
    <w:semiHidden/>
    <w:unhideWhenUsed/>
    <w:rsid w:val="00E37108"/>
    <w:pPr>
      <w:keepLines w:val="0"/>
      <w:numPr>
        <w:numId w:val="0"/>
      </w:numPr>
      <w:spacing w:before="0"/>
    </w:pPr>
    <w:rPr>
      <w:rFonts w:ascii="Times New Roman Bold" w:hAnsi="Times New Roman Bold"/>
      <w:sz w:val="40"/>
      <w:szCs w:val="40"/>
    </w:rPr>
  </w:style>
  <w:style w:type="paragraph" w:customStyle="1" w:styleId="TOCTFItems">
    <w:name w:val="TOC T&amp;F Items"/>
    <w:basedOn w:val="TOC1"/>
    <w:next w:val="Normal"/>
    <w:autoRedefine/>
    <w:semiHidden/>
    <w:unhideWhenUsed/>
    <w:rsid w:val="00E37108"/>
    <w:pPr>
      <w:tabs>
        <w:tab w:val="left" w:pos="480"/>
        <w:tab w:val="right" w:leader="dot" w:pos="10070"/>
      </w:tabs>
      <w:spacing w:before="120" w:after="120"/>
    </w:pPr>
    <w:rPr>
      <w:rFonts w:ascii="Times New Roman Bold" w:hAnsi="Times New Roman Bold"/>
      <w:b/>
      <w:bCs/>
      <w:smallCaps/>
      <w:noProof/>
      <w:szCs w:val="24"/>
    </w:rPr>
  </w:style>
  <w:style w:type="paragraph" w:customStyle="1" w:styleId="Version">
    <w:name w:val="Version"/>
    <w:basedOn w:val="Normal"/>
    <w:semiHidden/>
    <w:unhideWhenUsed/>
    <w:rsid w:val="00E37108"/>
    <w:pPr>
      <w:jc w:val="right"/>
    </w:pPr>
    <w:rPr>
      <w:rFonts w:ascii="Times New Roman" w:hAnsi="Times New Roman"/>
      <w:sz w:val="28"/>
      <w:szCs w:val="28"/>
    </w:rPr>
  </w:style>
  <w:style w:type="paragraph" w:styleId="ListBullet5">
    <w:name w:val="List Bullet 5"/>
    <w:basedOn w:val="Normal"/>
    <w:semiHidden/>
    <w:rsid w:val="00E37108"/>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E37108"/>
    <w:pPr>
      <w:spacing w:before="2640"/>
      <w:jc w:val="right"/>
    </w:pPr>
    <w:rPr>
      <w:rFonts w:ascii="Times New Roman" w:hAnsi="Times New Roman"/>
      <w:b/>
      <w:bCs/>
      <w:kern w:val="28"/>
      <w:sz w:val="64"/>
      <w:szCs w:val="64"/>
    </w:rPr>
  </w:style>
  <w:style w:type="character" w:styleId="FollowedHyperlink">
    <w:name w:val="FollowedHyperlink"/>
    <w:uiPriority w:val="99"/>
    <w:semiHidden/>
    <w:unhideWhenUsed/>
    <w:rsid w:val="00E37108"/>
    <w:rPr>
      <w:color w:val="800080"/>
      <w:u w:val="single"/>
    </w:rPr>
  </w:style>
  <w:style w:type="paragraph" w:styleId="FootnoteText">
    <w:name w:val="footnote text"/>
    <w:aliases w:val="HUD Footnote Text"/>
    <w:basedOn w:val="Normal"/>
    <w:link w:val="FootnoteTextChar"/>
    <w:uiPriority w:val="99"/>
    <w:qFormat/>
    <w:rsid w:val="00E37108"/>
    <w:pPr>
      <w:spacing w:after="0"/>
    </w:pPr>
    <w:rPr>
      <w:sz w:val="20"/>
    </w:rPr>
  </w:style>
  <w:style w:type="character" w:customStyle="1" w:styleId="FootnoteTextChar">
    <w:name w:val="Footnote Text Char"/>
    <w:aliases w:val="HUD Footnote Text Char"/>
    <w:link w:val="FootnoteText"/>
    <w:uiPriority w:val="99"/>
    <w:rsid w:val="00E37108"/>
    <w:rPr>
      <w:rFonts w:ascii="Calibri" w:eastAsia="Times New Roman" w:hAnsi="Calibri" w:cs="Times New Roman"/>
    </w:rPr>
  </w:style>
  <w:style w:type="character" w:styleId="FootnoteReference">
    <w:name w:val="footnote reference"/>
    <w:uiPriority w:val="99"/>
    <w:semiHidden/>
    <w:unhideWhenUsed/>
    <w:rsid w:val="00E37108"/>
    <w:rPr>
      <w:vertAlign w:val="superscript"/>
    </w:rPr>
  </w:style>
  <w:style w:type="paragraph" w:customStyle="1" w:styleId="SubsectionHeader">
    <w:name w:val="Subsection Header"/>
    <w:basedOn w:val="Normal"/>
    <w:link w:val="SubsectionHeaderChar"/>
    <w:semiHidden/>
    <w:unhideWhenUsed/>
    <w:rsid w:val="00E37108"/>
    <w:pPr>
      <w:spacing w:before="240" w:after="0"/>
    </w:pPr>
    <w:rPr>
      <w:rFonts w:ascii="Arial" w:hAnsi="Arial"/>
      <w:b/>
      <w:sz w:val="20"/>
    </w:rPr>
  </w:style>
  <w:style w:type="character" w:customStyle="1" w:styleId="SubsectionHeaderChar">
    <w:name w:val="Subsection Header Char"/>
    <w:link w:val="SubsectionHeader"/>
    <w:semiHidden/>
    <w:rsid w:val="00E37108"/>
    <w:rPr>
      <w:rFonts w:ascii="Arial" w:eastAsia="Times New Roman" w:hAnsi="Arial"/>
      <w:b/>
    </w:rPr>
  </w:style>
  <w:style w:type="paragraph" w:customStyle="1" w:styleId="x">
    <w:name w:val="x"/>
    <w:basedOn w:val="Normal"/>
    <w:semiHidden/>
    <w:unhideWhenUsed/>
    <w:rsid w:val="00E37108"/>
    <w:pPr>
      <w:jc w:val="center"/>
    </w:pPr>
    <w:rPr>
      <w:bCs/>
      <w:color w:val="FFFFFF"/>
    </w:rPr>
  </w:style>
  <w:style w:type="numbering" w:customStyle="1" w:styleId="P1Headings">
    <w:name w:val="P1 Headings"/>
    <w:uiPriority w:val="99"/>
    <w:rsid w:val="00E37108"/>
    <w:pPr>
      <w:numPr>
        <w:numId w:val="7"/>
      </w:numPr>
    </w:pPr>
  </w:style>
  <w:style w:type="paragraph" w:customStyle="1" w:styleId="HUDTableHeading">
    <w:name w:val="HUD Table Heading"/>
    <w:basedOn w:val="Normal"/>
    <w:qFormat/>
    <w:rsid w:val="009F7270"/>
    <w:pPr>
      <w:spacing w:after="0"/>
      <w:jc w:val="center"/>
    </w:pPr>
    <w:rPr>
      <w:color w:val="FFFFFF"/>
      <w:szCs w:val="24"/>
    </w:rPr>
  </w:style>
  <w:style w:type="paragraph" w:customStyle="1" w:styleId="P1Title">
    <w:name w:val="P1 Title"/>
    <w:basedOn w:val="Title"/>
    <w:semiHidden/>
    <w:rsid w:val="00E37108"/>
    <w:pPr>
      <w:spacing w:before="720"/>
      <w:jc w:val="center"/>
    </w:pPr>
    <w:rPr>
      <w:sz w:val="72"/>
    </w:rPr>
  </w:style>
  <w:style w:type="table" w:customStyle="1" w:styleId="HUDTables">
    <w:name w:val="HUD Tables"/>
    <w:basedOn w:val="TableNormal"/>
    <w:uiPriority w:val="99"/>
    <w:rsid w:val="00E37108"/>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Calibri" w:hAnsi="Calibri"/>
        <w:b/>
        <w:color w:val="FFFFFF"/>
        <w:sz w:val="24"/>
      </w:rPr>
      <w:tblPr/>
      <w:tcPr>
        <w:shd w:val="clear" w:color="auto" w:fill="4F81BD"/>
      </w:tcPr>
    </w:tblStylePr>
    <w:tblStylePr w:type="lastRow">
      <w:pPr>
        <w:jc w:val="left"/>
      </w:pPr>
      <w:rPr>
        <w:rFonts w:ascii="Calibri" w:hAnsi="Calibri"/>
        <w:sz w:val="20"/>
      </w:rPr>
      <w:tblPr/>
      <w:tcPr>
        <w:vAlign w:val="center"/>
      </w:tcPr>
    </w:tblStylePr>
    <w:tblStylePr w:type="band1Vert">
      <w:rPr>
        <w:rFonts w:ascii="Calibri" w:hAnsi="Calibri"/>
        <w:sz w:val="20"/>
      </w:rPr>
    </w:tblStylePr>
    <w:tblStylePr w:type="band2Horz">
      <w:rPr>
        <w:rFonts w:ascii="Calibri" w:hAnsi="Calibri"/>
        <w:sz w:val="20"/>
      </w:rPr>
    </w:tblStylePr>
  </w:style>
  <w:style w:type="table" w:customStyle="1" w:styleId="LightList1">
    <w:name w:val="Light List1"/>
    <w:basedOn w:val="TableNormal"/>
    <w:uiPriority w:val="61"/>
    <w:rsid w:val="00E37108"/>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HUDSubsectionHeader">
    <w:name w:val="HUD Subsection Header"/>
    <w:basedOn w:val="Normal"/>
    <w:qFormat/>
    <w:rsid w:val="00E37108"/>
    <w:pPr>
      <w:keepNext/>
      <w:spacing w:before="120"/>
    </w:pPr>
    <w:rPr>
      <w:b/>
      <w:u w:val="single"/>
    </w:rPr>
  </w:style>
  <w:style w:type="paragraph" w:customStyle="1" w:styleId="HUDTableBullet1">
    <w:name w:val="HUD Table Bullet 1"/>
    <w:basedOn w:val="HUDBulletLevel1"/>
    <w:qFormat/>
    <w:rsid w:val="00E37108"/>
    <w:pPr>
      <w:numPr>
        <w:numId w:val="13"/>
      </w:numPr>
      <w:spacing w:before="60" w:after="60"/>
    </w:pPr>
    <w:rPr>
      <w:sz w:val="20"/>
    </w:rPr>
  </w:style>
  <w:style w:type="paragraph" w:customStyle="1" w:styleId="TableBullet2">
    <w:name w:val="Table Bullet 2"/>
    <w:basedOn w:val="HUDBulletLevel1"/>
    <w:semiHidden/>
    <w:qFormat/>
    <w:rsid w:val="00E37108"/>
    <w:pPr>
      <w:numPr>
        <w:ilvl w:val="1"/>
        <w:numId w:val="13"/>
      </w:numPr>
    </w:pPr>
    <w:rPr>
      <w:sz w:val="20"/>
    </w:rPr>
  </w:style>
  <w:style w:type="paragraph" w:customStyle="1" w:styleId="HUDTableBullet3">
    <w:name w:val="HUD Table Bullet 3"/>
    <w:basedOn w:val="HUDBulletLevel1"/>
    <w:qFormat/>
    <w:rsid w:val="00E37108"/>
    <w:pPr>
      <w:spacing w:before="60" w:after="60"/>
    </w:pPr>
    <w:rPr>
      <w:sz w:val="20"/>
    </w:rPr>
  </w:style>
  <w:style w:type="numbering" w:customStyle="1" w:styleId="P1TableBullets">
    <w:name w:val="P1 Table Bullets"/>
    <w:uiPriority w:val="99"/>
    <w:rsid w:val="00E37108"/>
    <w:pPr>
      <w:numPr>
        <w:numId w:val="5"/>
      </w:numPr>
    </w:pPr>
  </w:style>
  <w:style w:type="paragraph" w:customStyle="1" w:styleId="HUDShortBulletedList">
    <w:name w:val="HUD Short Bulleted List"/>
    <w:basedOn w:val="HUDTableBullet1"/>
    <w:qFormat/>
    <w:rsid w:val="00607F19"/>
    <w:pPr>
      <w:spacing w:before="0" w:after="120"/>
      <w:ind w:left="576"/>
      <w:contextualSpacing/>
    </w:pPr>
    <w:rPr>
      <w:sz w:val="22"/>
    </w:rPr>
  </w:style>
  <w:style w:type="paragraph" w:styleId="ListBullet">
    <w:name w:val="List Bullet"/>
    <w:basedOn w:val="Normal"/>
    <w:semiHidden/>
    <w:unhideWhenUsed/>
    <w:qFormat/>
    <w:rsid w:val="00E37108"/>
    <w:pPr>
      <w:numPr>
        <w:numId w:val="8"/>
      </w:numPr>
      <w:contextualSpacing/>
    </w:pPr>
  </w:style>
  <w:style w:type="paragraph" w:customStyle="1" w:styleId="BulletLevel1">
    <w:name w:val="Bullet Level 1"/>
    <w:basedOn w:val="Normal"/>
    <w:semiHidden/>
    <w:rsid w:val="00E37108"/>
    <w:pPr>
      <w:tabs>
        <w:tab w:val="num" w:pos="360"/>
      </w:tabs>
      <w:spacing w:after="0"/>
      <w:ind w:left="360" w:hanging="360"/>
    </w:pPr>
    <w:rPr>
      <w:rFonts w:ascii="Times New Roman" w:hAnsi="Times New Roman"/>
      <w:szCs w:val="24"/>
    </w:rPr>
  </w:style>
  <w:style w:type="character" w:customStyle="1" w:styleId="ITALICBLUE">
    <w:name w:val="ITALIC BLUE"/>
    <w:semiHidden/>
    <w:rsid w:val="00E37108"/>
    <w:rPr>
      <w:i/>
      <w:color w:val="0000FF"/>
    </w:rPr>
  </w:style>
  <w:style w:type="paragraph" w:customStyle="1" w:styleId="PMC2">
    <w:name w:val="PMC_2"/>
    <w:semiHidden/>
    <w:rsid w:val="00E37108"/>
    <w:pPr>
      <w:spacing w:before="200" w:after="1400" w:line="276" w:lineRule="auto"/>
      <w:jc w:val="center"/>
    </w:pPr>
    <w:rPr>
      <w:rFonts w:ascii="Times New Roman Bold" w:eastAsia="Times New Roman" w:hAnsi="Times New Roman Bold"/>
      <w:b/>
      <w:bCs/>
      <w:color w:val="000000"/>
      <w:sz w:val="40"/>
      <w:szCs w:val="22"/>
      <w:lang w:bidi="en-US"/>
    </w:rPr>
  </w:style>
  <w:style w:type="paragraph" w:customStyle="1" w:styleId="HUDTitle">
    <w:name w:val="HUD Title"/>
    <w:basedOn w:val="Normal"/>
    <w:qFormat/>
    <w:rsid w:val="00E37108"/>
    <w:pPr>
      <w:spacing w:before="120" w:after="240"/>
      <w:ind w:left="1440"/>
    </w:pPr>
    <w:rPr>
      <w:rFonts w:cs="Arial"/>
      <w:b/>
      <w:sz w:val="72"/>
      <w:szCs w:val="56"/>
    </w:rPr>
  </w:style>
  <w:style w:type="table" w:customStyle="1" w:styleId="MediumShading1-Accent11">
    <w:name w:val="Medium Shading 1 - Accent 11"/>
    <w:basedOn w:val="TableNormal"/>
    <w:uiPriority w:val="63"/>
    <w:rsid w:val="00E37108"/>
    <w:rPr>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HUDTitle2">
    <w:name w:val="HUD Title2"/>
    <w:basedOn w:val="PMC2"/>
    <w:qFormat/>
    <w:rsid w:val="00E37108"/>
    <w:pPr>
      <w:spacing w:before="360" w:after="480"/>
      <w:ind w:left="1440"/>
    </w:pPr>
    <w:rPr>
      <w:rFonts w:ascii="Calibri" w:hAnsi="Calibri" w:cs="Arial"/>
      <w:color w:val="auto"/>
      <w:szCs w:val="40"/>
    </w:rPr>
  </w:style>
  <w:style w:type="paragraph" w:customStyle="1" w:styleId="P1TableText">
    <w:name w:val="P1 Table Text"/>
    <w:basedOn w:val="Normal"/>
    <w:rsid w:val="00E37108"/>
    <w:rPr>
      <w:sz w:val="20"/>
    </w:rPr>
  </w:style>
  <w:style w:type="paragraph" w:customStyle="1" w:styleId="P1TableofContentsHeading">
    <w:name w:val="P1 Table of Contents Heading"/>
    <w:basedOn w:val="Heading1"/>
    <w:rsid w:val="00E37108"/>
    <w:pPr>
      <w:numPr>
        <w:numId w:val="0"/>
      </w:numPr>
    </w:pPr>
  </w:style>
  <w:style w:type="paragraph" w:customStyle="1" w:styleId="P1TableHeading">
    <w:name w:val="P1 Table Heading"/>
    <w:basedOn w:val="Normal"/>
    <w:rsid w:val="00E37108"/>
    <w:pPr>
      <w:spacing w:after="0"/>
      <w:jc w:val="center"/>
    </w:pPr>
    <w:rPr>
      <w:b/>
      <w:color w:val="FFFFFF"/>
      <w:szCs w:val="24"/>
    </w:rPr>
  </w:style>
  <w:style w:type="table" w:customStyle="1" w:styleId="P1Tables">
    <w:name w:val="P1 Tables"/>
    <w:basedOn w:val="TableNormal"/>
    <w:uiPriority w:val="99"/>
    <w:rsid w:val="00E37108"/>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Calibri" w:hAnsi="Calibri"/>
        <w:b/>
        <w:color w:val="FFFFFF"/>
        <w:sz w:val="24"/>
      </w:rPr>
      <w:tblPr/>
      <w:tcPr>
        <w:shd w:val="clear" w:color="auto" w:fill="1F497D"/>
        <w:vAlign w:val="center"/>
      </w:tcPr>
    </w:tblStylePr>
    <w:tblStylePr w:type="lastRow">
      <w:pPr>
        <w:jc w:val="left"/>
      </w:pPr>
      <w:rPr>
        <w:rFonts w:ascii="Calibri" w:hAnsi="Calibri"/>
        <w:sz w:val="20"/>
      </w:rPr>
      <w:tblPr/>
      <w:tcPr>
        <w:vAlign w:val="center"/>
      </w:tcPr>
    </w:tblStylePr>
    <w:tblStylePr w:type="band1Vert">
      <w:rPr>
        <w:rFonts w:ascii="Calibri" w:hAnsi="Calibri"/>
        <w:sz w:val="20"/>
      </w:rPr>
    </w:tblStylePr>
    <w:tblStylePr w:type="band2Horz">
      <w:rPr>
        <w:rFonts w:ascii="Calibri" w:hAnsi="Calibri"/>
        <w:sz w:val="20"/>
      </w:rPr>
    </w:tblStylePr>
  </w:style>
  <w:style w:type="paragraph" w:customStyle="1" w:styleId="P1BulletLevel1">
    <w:name w:val="P1 Bullet Level 1"/>
    <w:basedOn w:val="List"/>
    <w:rsid w:val="00E37108"/>
    <w:pPr>
      <w:numPr>
        <w:numId w:val="0"/>
      </w:numPr>
      <w:ind w:left="720" w:hanging="360"/>
      <w:contextualSpacing/>
    </w:pPr>
    <w:rPr>
      <w:szCs w:val="24"/>
    </w:rPr>
  </w:style>
  <w:style w:type="paragraph" w:customStyle="1" w:styleId="P1BulletLevel2">
    <w:name w:val="P1 Bullet Level 2"/>
    <w:basedOn w:val="P1BulletLevel1"/>
    <w:rsid w:val="00E37108"/>
    <w:pPr>
      <w:ind w:left="1080"/>
    </w:pPr>
  </w:style>
  <w:style w:type="paragraph" w:customStyle="1" w:styleId="P1BulletLevel3">
    <w:name w:val="P1 Bullet Level 3"/>
    <w:basedOn w:val="P1BulletLevel2"/>
    <w:rsid w:val="00E37108"/>
    <w:pPr>
      <w:ind w:left="1440"/>
    </w:pPr>
  </w:style>
  <w:style w:type="paragraph" w:styleId="Revision">
    <w:name w:val="Revision"/>
    <w:hidden/>
    <w:uiPriority w:val="99"/>
    <w:semiHidden/>
    <w:rsid w:val="00E37108"/>
    <w:rPr>
      <w:sz w:val="22"/>
      <w:szCs w:val="22"/>
      <w:lang w:bidi="en-US"/>
    </w:rPr>
  </w:style>
  <w:style w:type="paragraph" w:customStyle="1" w:styleId="HUDVersionHistory">
    <w:name w:val="HUD Version History"/>
    <w:basedOn w:val="HUDTitle2"/>
    <w:qFormat/>
    <w:rsid w:val="00E37108"/>
    <w:pPr>
      <w:spacing w:after="0"/>
      <w:ind w:left="0"/>
    </w:pPr>
  </w:style>
  <w:style w:type="paragraph" w:customStyle="1" w:styleId="tabletxt">
    <w:name w:val="tabletxt"/>
    <w:basedOn w:val="Normal"/>
    <w:rsid w:val="00E37108"/>
    <w:pPr>
      <w:spacing w:before="20" w:after="20"/>
      <w:jc w:val="both"/>
    </w:pPr>
    <w:rPr>
      <w:rFonts w:ascii="Times New Roman" w:hAnsi="Times New Roman" w:cs="Arial"/>
      <w:sz w:val="20"/>
    </w:rPr>
  </w:style>
  <w:style w:type="paragraph" w:customStyle="1" w:styleId="Tabletext">
    <w:name w:val="Tabletext"/>
    <w:basedOn w:val="Normal"/>
    <w:rsid w:val="00E37108"/>
    <w:pPr>
      <w:keepLines/>
      <w:widowControl w:val="0"/>
      <w:spacing w:after="0" w:line="240" w:lineRule="atLeast"/>
    </w:pPr>
    <w:rPr>
      <w:rFonts w:ascii="Arial" w:hAnsi="Arial"/>
      <w:sz w:val="20"/>
    </w:rPr>
  </w:style>
  <w:style w:type="paragraph" w:customStyle="1" w:styleId="HUDSub-TaskNumbering">
    <w:name w:val="HUD Sub-Task Numbering"/>
    <w:basedOn w:val="ListParagraph"/>
    <w:qFormat/>
    <w:rsid w:val="00E37108"/>
    <w:pPr>
      <w:numPr>
        <w:ilvl w:val="1"/>
        <w:numId w:val="14"/>
      </w:numPr>
      <w:spacing w:after="120"/>
    </w:pPr>
    <w:rPr>
      <w:b/>
      <w:sz w:val="22"/>
    </w:rPr>
  </w:style>
  <w:style w:type="paragraph" w:customStyle="1" w:styleId="HUDTaskNumbering">
    <w:name w:val="HUD Task Numbering"/>
    <w:basedOn w:val="Heading3"/>
    <w:qFormat/>
    <w:rsid w:val="00E37108"/>
    <w:pPr>
      <w:numPr>
        <w:ilvl w:val="0"/>
        <w:numId w:val="14"/>
      </w:numPr>
    </w:pPr>
  </w:style>
  <w:style w:type="numbering" w:customStyle="1" w:styleId="HUDTasks">
    <w:name w:val="HUD Tasks"/>
    <w:uiPriority w:val="99"/>
    <w:rsid w:val="00E37108"/>
    <w:pPr>
      <w:numPr>
        <w:numId w:val="6"/>
      </w:numPr>
    </w:pPr>
  </w:style>
  <w:style w:type="paragraph" w:customStyle="1" w:styleId="HUDTaskBullets">
    <w:name w:val="HUD Task Bullets"/>
    <w:basedOn w:val="HUDBulletLevel1"/>
    <w:qFormat/>
    <w:rsid w:val="00E37108"/>
    <w:pPr>
      <w:ind w:left="1440"/>
    </w:pPr>
  </w:style>
  <w:style w:type="paragraph" w:styleId="BodyText">
    <w:name w:val="Body Text"/>
    <w:basedOn w:val="Normal"/>
    <w:link w:val="BodyTextChar"/>
    <w:semiHidden/>
    <w:rsid w:val="00E37108"/>
    <w:pPr>
      <w:jc w:val="both"/>
    </w:pPr>
  </w:style>
  <w:style w:type="character" w:customStyle="1" w:styleId="BodyTextChar">
    <w:name w:val="Body Text Char"/>
    <w:link w:val="BodyText"/>
    <w:semiHidden/>
    <w:rsid w:val="00E37108"/>
    <w:rPr>
      <w:rFonts w:ascii="Calibri" w:eastAsia="Times New Roman" w:hAnsi="Calibri"/>
      <w:sz w:val="22"/>
    </w:rPr>
  </w:style>
  <w:style w:type="paragraph" w:customStyle="1" w:styleId="HUDBTableText">
    <w:name w:val="HUD BTable Text"/>
    <w:basedOn w:val="HUDTableText"/>
    <w:qFormat/>
    <w:rsid w:val="009F7270"/>
    <w:rPr>
      <w:i/>
      <w:iCs/>
      <w:color w:val="3333FF"/>
    </w:rPr>
  </w:style>
  <w:style w:type="paragraph" w:customStyle="1" w:styleId="HUDBText">
    <w:name w:val="HUD BText"/>
    <w:basedOn w:val="Normal"/>
    <w:qFormat/>
    <w:rsid w:val="00E37108"/>
    <w:rPr>
      <w:i/>
      <w:color w:val="3333FF"/>
      <w:szCs w:val="22"/>
    </w:rPr>
  </w:style>
  <w:style w:type="table" w:customStyle="1" w:styleId="LightList-Accent12">
    <w:name w:val="Light List - Accent 12"/>
    <w:basedOn w:val="TableNormal"/>
    <w:uiPriority w:val="61"/>
    <w:rsid w:val="00AD7030"/>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1">
    <w:name w:val="Light List - Accent 11"/>
    <w:basedOn w:val="TableNormal"/>
    <w:uiPriority w:val="61"/>
    <w:rsid w:val="00E37108"/>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InfoBlue">
    <w:name w:val="InfoBlue"/>
    <w:basedOn w:val="Normal"/>
    <w:next w:val="BodyText"/>
    <w:rsid w:val="00E14356"/>
    <w:pPr>
      <w:widowControl w:val="0"/>
      <w:overflowPunct/>
      <w:autoSpaceDE/>
      <w:autoSpaceDN/>
      <w:adjustRightInd/>
      <w:spacing w:line="240" w:lineRule="atLeast"/>
      <w:ind w:left="576"/>
      <w:jc w:val="both"/>
      <w:textAlignment w:val="auto"/>
    </w:pPr>
    <w:rPr>
      <w:rFonts w:ascii="Times New Roman" w:hAnsi="Times New Roman"/>
      <w:i/>
      <w:color w:val="0000FF"/>
      <w:sz w:val="24"/>
    </w:rPr>
  </w:style>
  <w:style w:type="paragraph" w:customStyle="1" w:styleId="Instructions">
    <w:name w:val="Instructions"/>
    <w:basedOn w:val="Normal"/>
    <w:autoRedefine/>
    <w:rsid w:val="005C2C40"/>
    <w:pPr>
      <w:shd w:val="clear" w:color="auto" w:fill="FFFFFF"/>
      <w:overflowPunct/>
      <w:autoSpaceDE/>
      <w:autoSpaceDN/>
      <w:adjustRightInd/>
      <w:textAlignment w:val="auto"/>
    </w:pPr>
    <w:rPr>
      <w:rFonts w:ascii="Times New Roman" w:eastAsia="Calibri" w:hAnsi="Times New Roman"/>
      <w:i/>
      <w:color w:val="0000FF"/>
    </w:rPr>
  </w:style>
  <w:style w:type="paragraph" w:customStyle="1" w:styleId="HUDBTextBullet">
    <w:name w:val="HUD BText Bullet"/>
    <w:basedOn w:val="HUDBulletLevel1"/>
    <w:qFormat/>
    <w:rsid w:val="00607F19"/>
    <w:rPr>
      <w:i/>
      <w:color w:val="3333FF"/>
    </w:rPr>
  </w:style>
  <w:style w:type="paragraph" w:customStyle="1" w:styleId="HUDBTextShortBullet">
    <w:name w:val="HUD BText Short Bullet"/>
    <w:basedOn w:val="HUDShortBulletedList"/>
    <w:qFormat/>
    <w:rsid w:val="00607F19"/>
    <w:rPr>
      <w:i/>
      <w:color w:val="3333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662866">
      <w:bodyDiv w:val="1"/>
      <w:marLeft w:val="0"/>
      <w:marRight w:val="0"/>
      <w:marTop w:val="0"/>
      <w:marBottom w:val="0"/>
      <w:divBdr>
        <w:top w:val="none" w:sz="0" w:space="0" w:color="auto"/>
        <w:left w:val="none" w:sz="0" w:space="0" w:color="auto"/>
        <w:bottom w:val="none" w:sz="0" w:space="0" w:color="auto"/>
        <w:right w:val="none" w:sz="0" w:space="0" w:color="auto"/>
      </w:divBdr>
      <w:divsChild>
        <w:div w:id="1393961005">
          <w:marLeft w:val="0"/>
          <w:marRight w:val="0"/>
          <w:marTop w:val="100"/>
          <w:marBottom w:val="100"/>
          <w:divBdr>
            <w:top w:val="single" w:sz="36" w:space="0" w:color="D64A2E"/>
            <w:left w:val="none" w:sz="0" w:space="0" w:color="auto"/>
            <w:bottom w:val="none" w:sz="0" w:space="0" w:color="auto"/>
            <w:right w:val="none" w:sz="0" w:space="0" w:color="auto"/>
          </w:divBdr>
          <w:divsChild>
            <w:div w:id="154153412">
              <w:marLeft w:val="0"/>
              <w:marRight w:val="0"/>
              <w:marTop w:val="100"/>
              <w:marBottom w:val="100"/>
              <w:divBdr>
                <w:top w:val="none" w:sz="0" w:space="0" w:color="auto"/>
                <w:left w:val="none" w:sz="0" w:space="0" w:color="auto"/>
                <w:bottom w:val="none" w:sz="0" w:space="0" w:color="auto"/>
                <w:right w:val="none" w:sz="0" w:space="0" w:color="auto"/>
              </w:divBdr>
              <w:divsChild>
                <w:div w:id="333413435">
                  <w:marLeft w:val="0"/>
                  <w:marRight w:val="0"/>
                  <w:marTop w:val="100"/>
                  <w:marBottom w:val="100"/>
                  <w:divBdr>
                    <w:top w:val="none" w:sz="0" w:space="0" w:color="auto"/>
                    <w:left w:val="none" w:sz="0" w:space="0" w:color="auto"/>
                    <w:bottom w:val="none" w:sz="0" w:space="0" w:color="auto"/>
                    <w:right w:val="none" w:sz="0" w:space="0" w:color="auto"/>
                  </w:divBdr>
                  <w:divsChild>
                    <w:div w:id="427654083">
                      <w:marLeft w:val="0"/>
                      <w:marRight w:val="0"/>
                      <w:marTop w:val="100"/>
                      <w:marBottom w:val="100"/>
                      <w:divBdr>
                        <w:top w:val="none" w:sz="0" w:space="0" w:color="auto"/>
                        <w:left w:val="none" w:sz="0" w:space="0" w:color="auto"/>
                        <w:bottom w:val="none" w:sz="0" w:space="0" w:color="auto"/>
                        <w:right w:val="none" w:sz="0" w:space="0" w:color="auto"/>
                      </w:divBdr>
                      <w:divsChild>
                        <w:div w:id="738139996">
                          <w:marLeft w:val="0"/>
                          <w:marRight w:val="0"/>
                          <w:marTop w:val="100"/>
                          <w:marBottom w:val="100"/>
                          <w:divBdr>
                            <w:top w:val="none" w:sz="0" w:space="0" w:color="auto"/>
                            <w:left w:val="none" w:sz="0" w:space="0" w:color="auto"/>
                            <w:bottom w:val="none" w:sz="0" w:space="0" w:color="auto"/>
                            <w:right w:val="none" w:sz="0" w:space="0" w:color="auto"/>
                          </w:divBdr>
                          <w:divsChild>
                            <w:div w:id="362488408">
                              <w:marLeft w:val="0"/>
                              <w:marRight w:val="0"/>
                              <w:marTop w:val="225"/>
                              <w:marBottom w:val="0"/>
                              <w:divBdr>
                                <w:top w:val="none" w:sz="0" w:space="0" w:color="auto"/>
                                <w:left w:val="none" w:sz="0" w:space="0" w:color="auto"/>
                                <w:bottom w:val="none" w:sz="0" w:space="0" w:color="auto"/>
                                <w:right w:val="none" w:sz="0" w:space="0" w:color="auto"/>
                              </w:divBdr>
                              <w:divsChild>
                                <w:div w:id="1061292073">
                                  <w:marLeft w:val="0"/>
                                  <w:marRight w:val="0"/>
                                  <w:marTop w:val="0"/>
                                  <w:marBottom w:val="0"/>
                                  <w:divBdr>
                                    <w:top w:val="none" w:sz="0" w:space="0" w:color="auto"/>
                                    <w:left w:val="none" w:sz="0" w:space="0" w:color="auto"/>
                                    <w:bottom w:val="none" w:sz="0" w:space="0" w:color="auto"/>
                                    <w:right w:val="none" w:sz="0" w:space="0" w:color="auto"/>
                                  </w:divBdr>
                                  <w:divsChild>
                                    <w:div w:id="70911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2315374">
      <w:bodyDiv w:val="1"/>
      <w:marLeft w:val="0"/>
      <w:marRight w:val="0"/>
      <w:marTop w:val="0"/>
      <w:marBottom w:val="0"/>
      <w:divBdr>
        <w:top w:val="none" w:sz="0" w:space="0" w:color="auto"/>
        <w:left w:val="none" w:sz="0" w:space="0" w:color="auto"/>
        <w:bottom w:val="none" w:sz="0" w:space="0" w:color="auto"/>
        <w:right w:val="none" w:sz="0" w:space="0" w:color="auto"/>
      </w:divBdr>
      <w:divsChild>
        <w:div w:id="960384018">
          <w:marLeft w:val="0"/>
          <w:marRight w:val="0"/>
          <w:marTop w:val="0"/>
          <w:marBottom w:val="0"/>
          <w:divBdr>
            <w:top w:val="none" w:sz="0" w:space="0" w:color="auto"/>
            <w:left w:val="none" w:sz="0" w:space="0" w:color="auto"/>
            <w:bottom w:val="none" w:sz="0" w:space="0" w:color="auto"/>
            <w:right w:val="none" w:sz="0" w:space="0" w:color="auto"/>
          </w:divBdr>
        </w:div>
        <w:div w:id="1341009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www.hud.gov/offices/cio/sdm/devlife/def/trm/bussupp.cfm" TargetMode="External"/><Relationship Id="rId26" Type="http://schemas.openxmlformats.org/officeDocument/2006/relationships/hyperlink" Target="http://psexchange.penielsolutions.com/owa/redir.aspx?C=6610fc6504644bc880d8e65450e1bc16&amp;URL=http%3a%2f%2fportal.hud.gov%2fhudportal%2fdocuments%2fhuddoc%3fid%3dDOC_13829.pdf" TargetMode="External"/><Relationship Id="rId3" Type="http://schemas.openxmlformats.org/officeDocument/2006/relationships/customXml" Target="../customXml/item3.xml"/><Relationship Id="rId21" Type="http://schemas.openxmlformats.org/officeDocument/2006/relationships/image" Target="media/image6.png"/><Relationship Id="rId34" Type="http://schemas.openxmlformats.org/officeDocument/2006/relationships/image" Target="media/image14.wmf"/><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portal.hud.gov/hudportal/HUD?src=/program_offices/cio/ea/newea" TargetMode="External"/><Relationship Id="rId25" Type="http://schemas.openxmlformats.org/officeDocument/2006/relationships/image" Target="media/image9.wmf"/><Relationship Id="rId33" Type="http://schemas.openxmlformats.org/officeDocument/2006/relationships/image" Target="media/image1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8.wmf"/><Relationship Id="rId32" Type="http://schemas.openxmlformats.org/officeDocument/2006/relationships/image" Target="media/image13.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8.png"/><Relationship Id="rId28" Type="http://schemas.openxmlformats.org/officeDocument/2006/relationships/hyperlink" Target="mailto:ea.team.support@hud.gov"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4.png"/><Relationship Id="rId31" Type="http://schemas.openxmlformats.org/officeDocument/2006/relationships/image" Target="media/image1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7.png"/><Relationship Id="rId27" Type="http://schemas.openxmlformats.org/officeDocument/2006/relationships/hyperlink" Target="http://psexchange.penielsolutions.com/owa/redir.aspx?C=6610fc6504644bc880d8e65450e1bc16&amp;URL=http%3a%2f%2fportal.hud.gov%2fhudportal%2fdocuments%2fhuddoc%3fid%3dDOC_13829.pdf" TargetMode="External"/><Relationship Id="rId30" Type="http://schemas.openxmlformats.org/officeDocument/2006/relationships/image" Target="media/image11.png"/><Relationship Id="rId35"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ine\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Category xmlns="a1463800-15f5-49f1-8220-3354fb46f2f0" xsi:nil="true"/>
    <Comments xmlns="a1463800-15f5-49f1-8220-3354fb46f2f0">Graphic Updated and Posted Update. </Comments>
    <Document_x0020_Type xmlns="a1463800-15f5-49f1-8220-3354fb46f2f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79941A0B96234BA66DC8D6413BC95C" ma:contentTypeVersion="3" ma:contentTypeDescription="Create a new document." ma:contentTypeScope="" ma:versionID="a43ca3801a260721405d6e569b5101ca">
  <xsd:schema xmlns:xsd="http://www.w3.org/2001/XMLSchema" xmlns:p="http://schemas.microsoft.com/office/2006/metadata/properties" xmlns:ns2="a1463800-15f5-49f1-8220-3354fb46f2f0" targetNamespace="http://schemas.microsoft.com/office/2006/metadata/properties" ma:root="true" ma:fieldsID="09eeacf722f2a15ad17e2270b3b40a83" ns2:_="">
    <xsd:import namespace="a1463800-15f5-49f1-8220-3354fb46f2f0"/>
    <xsd:element name="properties">
      <xsd:complexType>
        <xsd:sequence>
          <xsd:element name="documentManagement">
            <xsd:complexType>
              <xsd:all>
                <xsd:element ref="ns2:Document_x0020_Type" minOccurs="0"/>
                <xsd:element ref="ns2:Category" minOccurs="0"/>
                <xsd:element ref="ns2:Comments" minOccurs="0"/>
              </xsd:all>
            </xsd:complexType>
          </xsd:element>
        </xsd:sequence>
      </xsd:complexType>
    </xsd:element>
  </xsd:schema>
  <xsd:schema xmlns:xsd="http://www.w3.org/2001/XMLSchema" xmlns:dms="http://schemas.microsoft.com/office/2006/documentManagement/types" targetNamespace="a1463800-15f5-49f1-8220-3354fb46f2f0" elementFormDefault="qualified">
    <xsd:import namespace="http://schemas.microsoft.com/office/2006/documentManagement/types"/>
    <xsd:element name="Document_x0020_Type" ma:index="8" nillable="true" ma:displayName="Document Type" ma:list="{af3ba397-c931-4040-8329-39d514766bfa}" ma:internalName="Document_x0020_Type" ma:showField="Title">
      <xsd:simpleType>
        <xsd:restriction base="dms:Lookup"/>
      </xsd:simpleType>
    </xsd:element>
    <xsd:element name="Category" ma:index="9" nillable="true" ma:displayName="Category" ma:list="{6464f9cc-ce18-49d1-b509-c514d4b5fa1f}" ma:internalName="Category" ma:showField="Title">
      <xsd:simpleType>
        <xsd:restriction base="dms:Lookup"/>
      </xsd:simpleType>
    </xsd:element>
    <xsd:element name="Comments" ma:index="10" nillable="true" ma:displayName="Comments" ma:internalName="Comments">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4F1E2-5836-44E5-9862-0266473EFB2E}">
  <ds:schemaRefs>
    <ds:schemaRef ds:uri="http://schemas.microsoft.com/office/2006/metadata/properties"/>
    <ds:schemaRef ds:uri="a1463800-15f5-49f1-8220-3354fb46f2f0"/>
  </ds:schemaRefs>
</ds:datastoreItem>
</file>

<file path=customXml/itemProps2.xml><?xml version="1.0" encoding="utf-8"?>
<ds:datastoreItem xmlns:ds="http://schemas.openxmlformats.org/officeDocument/2006/customXml" ds:itemID="{743410D2-E118-456C-9958-1F90C202595E}">
  <ds:schemaRefs>
    <ds:schemaRef ds:uri="http://schemas.microsoft.com/sharepoint/v3/contenttype/forms"/>
  </ds:schemaRefs>
</ds:datastoreItem>
</file>

<file path=customXml/itemProps3.xml><?xml version="1.0" encoding="utf-8"?>
<ds:datastoreItem xmlns:ds="http://schemas.openxmlformats.org/officeDocument/2006/customXml" ds:itemID="{B1E70F3A-3E6F-4B4F-ACAA-7115F2484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463800-15f5-49f1-8220-3354fb46f2f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5451829-0428-4F66-9476-B580BC185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TotalTime>
  <Pages>26</Pages>
  <Words>5273</Words>
  <Characters>30058</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Solutions Architecture Template</vt:lpstr>
    </vt:vector>
  </TitlesOfParts>
  <Company>Phase One Consulting Group</Company>
  <LinksUpToDate>false</LinksUpToDate>
  <CharactersWithSpaces>35261</CharactersWithSpaces>
  <SharedDoc>false</SharedDoc>
  <HLinks>
    <vt:vector size="330" baseType="variant">
      <vt:variant>
        <vt:i4>2359315</vt:i4>
      </vt:variant>
      <vt:variant>
        <vt:i4>351</vt:i4>
      </vt:variant>
      <vt:variant>
        <vt:i4>0</vt:i4>
      </vt:variant>
      <vt:variant>
        <vt:i4>5</vt:i4>
      </vt:variant>
      <vt:variant>
        <vt:lpwstr>mailto:ea.team.support@hud.gov</vt:lpwstr>
      </vt:variant>
      <vt:variant>
        <vt:lpwstr/>
      </vt:variant>
      <vt:variant>
        <vt:i4>3539052</vt:i4>
      </vt:variant>
      <vt:variant>
        <vt:i4>348</vt:i4>
      </vt:variant>
      <vt:variant>
        <vt:i4>0</vt:i4>
      </vt:variant>
      <vt:variant>
        <vt:i4>5</vt:i4>
      </vt:variant>
      <vt:variant>
        <vt:lpwstr>http://www.hud.gov/offices/cio/ea/newea/resources/eav5.pdf</vt:lpwstr>
      </vt:variant>
      <vt:variant>
        <vt:lpwstr/>
      </vt:variant>
      <vt:variant>
        <vt:i4>3539052</vt:i4>
      </vt:variant>
      <vt:variant>
        <vt:i4>345</vt:i4>
      </vt:variant>
      <vt:variant>
        <vt:i4>0</vt:i4>
      </vt:variant>
      <vt:variant>
        <vt:i4>5</vt:i4>
      </vt:variant>
      <vt:variant>
        <vt:lpwstr>http://www.hud.gov/offices/cio/ea/newea/resources/eav5.pdf</vt:lpwstr>
      </vt:variant>
      <vt:variant>
        <vt:lpwstr/>
      </vt:variant>
      <vt:variant>
        <vt:i4>2228330</vt:i4>
      </vt:variant>
      <vt:variant>
        <vt:i4>309</vt:i4>
      </vt:variant>
      <vt:variant>
        <vt:i4>0</vt:i4>
      </vt:variant>
      <vt:variant>
        <vt:i4>5</vt:i4>
      </vt:variant>
      <vt:variant>
        <vt:lpwstr>http://www.hud.gov/offices/cio/sdm/devlife/def/trm/bussupp.cfm</vt:lpwstr>
      </vt:variant>
      <vt:variant>
        <vt:lpwstr/>
      </vt:variant>
      <vt:variant>
        <vt:i4>1966203</vt:i4>
      </vt:variant>
      <vt:variant>
        <vt:i4>306</vt:i4>
      </vt:variant>
      <vt:variant>
        <vt:i4>0</vt:i4>
      </vt:variant>
      <vt:variant>
        <vt:i4>5</vt:i4>
      </vt:variant>
      <vt:variant>
        <vt:lpwstr>http://portal.hud.gov/hudportal/HUD?src=/program_offices/cio/ea/newea</vt:lpwstr>
      </vt:variant>
      <vt:variant>
        <vt:lpwstr/>
      </vt:variant>
      <vt:variant>
        <vt:i4>1900595</vt:i4>
      </vt:variant>
      <vt:variant>
        <vt:i4>296</vt:i4>
      </vt:variant>
      <vt:variant>
        <vt:i4>0</vt:i4>
      </vt:variant>
      <vt:variant>
        <vt:i4>5</vt:i4>
      </vt:variant>
      <vt:variant>
        <vt:lpwstr/>
      </vt:variant>
      <vt:variant>
        <vt:lpwstr>_Toc381533244</vt:lpwstr>
      </vt:variant>
      <vt:variant>
        <vt:i4>1900595</vt:i4>
      </vt:variant>
      <vt:variant>
        <vt:i4>290</vt:i4>
      </vt:variant>
      <vt:variant>
        <vt:i4>0</vt:i4>
      </vt:variant>
      <vt:variant>
        <vt:i4>5</vt:i4>
      </vt:variant>
      <vt:variant>
        <vt:lpwstr/>
      </vt:variant>
      <vt:variant>
        <vt:lpwstr>_Toc381533243</vt:lpwstr>
      </vt:variant>
      <vt:variant>
        <vt:i4>1900595</vt:i4>
      </vt:variant>
      <vt:variant>
        <vt:i4>284</vt:i4>
      </vt:variant>
      <vt:variant>
        <vt:i4>0</vt:i4>
      </vt:variant>
      <vt:variant>
        <vt:i4>5</vt:i4>
      </vt:variant>
      <vt:variant>
        <vt:lpwstr/>
      </vt:variant>
      <vt:variant>
        <vt:lpwstr>_Toc381533242</vt:lpwstr>
      </vt:variant>
      <vt:variant>
        <vt:i4>1900595</vt:i4>
      </vt:variant>
      <vt:variant>
        <vt:i4>278</vt:i4>
      </vt:variant>
      <vt:variant>
        <vt:i4>0</vt:i4>
      </vt:variant>
      <vt:variant>
        <vt:i4>5</vt:i4>
      </vt:variant>
      <vt:variant>
        <vt:lpwstr/>
      </vt:variant>
      <vt:variant>
        <vt:lpwstr>_Toc381533241</vt:lpwstr>
      </vt:variant>
      <vt:variant>
        <vt:i4>1900595</vt:i4>
      </vt:variant>
      <vt:variant>
        <vt:i4>272</vt:i4>
      </vt:variant>
      <vt:variant>
        <vt:i4>0</vt:i4>
      </vt:variant>
      <vt:variant>
        <vt:i4>5</vt:i4>
      </vt:variant>
      <vt:variant>
        <vt:lpwstr/>
      </vt:variant>
      <vt:variant>
        <vt:lpwstr>_Toc381533240</vt:lpwstr>
      </vt:variant>
      <vt:variant>
        <vt:i4>1703987</vt:i4>
      </vt:variant>
      <vt:variant>
        <vt:i4>266</vt:i4>
      </vt:variant>
      <vt:variant>
        <vt:i4>0</vt:i4>
      </vt:variant>
      <vt:variant>
        <vt:i4>5</vt:i4>
      </vt:variant>
      <vt:variant>
        <vt:lpwstr/>
      </vt:variant>
      <vt:variant>
        <vt:lpwstr>_Toc381533239</vt:lpwstr>
      </vt:variant>
      <vt:variant>
        <vt:i4>1703987</vt:i4>
      </vt:variant>
      <vt:variant>
        <vt:i4>260</vt:i4>
      </vt:variant>
      <vt:variant>
        <vt:i4>0</vt:i4>
      </vt:variant>
      <vt:variant>
        <vt:i4>5</vt:i4>
      </vt:variant>
      <vt:variant>
        <vt:lpwstr/>
      </vt:variant>
      <vt:variant>
        <vt:lpwstr>_Toc381533238</vt:lpwstr>
      </vt:variant>
      <vt:variant>
        <vt:i4>1703987</vt:i4>
      </vt:variant>
      <vt:variant>
        <vt:i4>254</vt:i4>
      </vt:variant>
      <vt:variant>
        <vt:i4>0</vt:i4>
      </vt:variant>
      <vt:variant>
        <vt:i4>5</vt:i4>
      </vt:variant>
      <vt:variant>
        <vt:lpwstr/>
      </vt:variant>
      <vt:variant>
        <vt:lpwstr>_Toc381533237</vt:lpwstr>
      </vt:variant>
      <vt:variant>
        <vt:i4>1703987</vt:i4>
      </vt:variant>
      <vt:variant>
        <vt:i4>248</vt:i4>
      </vt:variant>
      <vt:variant>
        <vt:i4>0</vt:i4>
      </vt:variant>
      <vt:variant>
        <vt:i4>5</vt:i4>
      </vt:variant>
      <vt:variant>
        <vt:lpwstr/>
      </vt:variant>
      <vt:variant>
        <vt:lpwstr>_Toc381533236</vt:lpwstr>
      </vt:variant>
      <vt:variant>
        <vt:i4>1703987</vt:i4>
      </vt:variant>
      <vt:variant>
        <vt:i4>242</vt:i4>
      </vt:variant>
      <vt:variant>
        <vt:i4>0</vt:i4>
      </vt:variant>
      <vt:variant>
        <vt:i4>5</vt:i4>
      </vt:variant>
      <vt:variant>
        <vt:lpwstr/>
      </vt:variant>
      <vt:variant>
        <vt:lpwstr>_Toc381533235</vt:lpwstr>
      </vt:variant>
      <vt:variant>
        <vt:i4>1703987</vt:i4>
      </vt:variant>
      <vt:variant>
        <vt:i4>236</vt:i4>
      </vt:variant>
      <vt:variant>
        <vt:i4>0</vt:i4>
      </vt:variant>
      <vt:variant>
        <vt:i4>5</vt:i4>
      </vt:variant>
      <vt:variant>
        <vt:lpwstr/>
      </vt:variant>
      <vt:variant>
        <vt:lpwstr>_Toc381533234</vt:lpwstr>
      </vt:variant>
      <vt:variant>
        <vt:i4>1703987</vt:i4>
      </vt:variant>
      <vt:variant>
        <vt:i4>230</vt:i4>
      </vt:variant>
      <vt:variant>
        <vt:i4>0</vt:i4>
      </vt:variant>
      <vt:variant>
        <vt:i4>5</vt:i4>
      </vt:variant>
      <vt:variant>
        <vt:lpwstr/>
      </vt:variant>
      <vt:variant>
        <vt:lpwstr>_Toc381533233</vt:lpwstr>
      </vt:variant>
      <vt:variant>
        <vt:i4>1703987</vt:i4>
      </vt:variant>
      <vt:variant>
        <vt:i4>224</vt:i4>
      </vt:variant>
      <vt:variant>
        <vt:i4>0</vt:i4>
      </vt:variant>
      <vt:variant>
        <vt:i4>5</vt:i4>
      </vt:variant>
      <vt:variant>
        <vt:lpwstr/>
      </vt:variant>
      <vt:variant>
        <vt:lpwstr>_Toc381533232</vt:lpwstr>
      </vt:variant>
      <vt:variant>
        <vt:i4>1703987</vt:i4>
      </vt:variant>
      <vt:variant>
        <vt:i4>218</vt:i4>
      </vt:variant>
      <vt:variant>
        <vt:i4>0</vt:i4>
      </vt:variant>
      <vt:variant>
        <vt:i4>5</vt:i4>
      </vt:variant>
      <vt:variant>
        <vt:lpwstr/>
      </vt:variant>
      <vt:variant>
        <vt:lpwstr>_Toc381533231</vt:lpwstr>
      </vt:variant>
      <vt:variant>
        <vt:i4>1703987</vt:i4>
      </vt:variant>
      <vt:variant>
        <vt:i4>212</vt:i4>
      </vt:variant>
      <vt:variant>
        <vt:i4>0</vt:i4>
      </vt:variant>
      <vt:variant>
        <vt:i4>5</vt:i4>
      </vt:variant>
      <vt:variant>
        <vt:lpwstr/>
      </vt:variant>
      <vt:variant>
        <vt:lpwstr>_Toc381533230</vt:lpwstr>
      </vt:variant>
      <vt:variant>
        <vt:i4>1769523</vt:i4>
      </vt:variant>
      <vt:variant>
        <vt:i4>206</vt:i4>
      </vt:variant>
      <vt:variant>
        <vt:i4>0</vt:i4>
      </vt:variant>
      <vt:variant>
        <vt:i4>5</vt:i4>
      </vt:variant>
      <vt:variant>
        <vt:lpwstr/>
      </vt:variant>
      <vt:variant>
        <vt:lpwstr>_Toc381533229</vt:lpwstr>
      </vt:variant>
      <vt:variant>
        <vt:i4>1769523</vt:i4>
      </vt:variant>
      <vt:variant>
        <vt:i4>200</vt:i4>
      </vt:variant>
      <vt:variant>
        <vt:i4>0</vt:i4>
      </vt:variant>
      <vt:variant>
        <vt:i4>5</vt:i4>
      </vt:variant>
      <vt:variant>
        <vt:lpwstr/>
      </vt:variant>
      <vt:variant>
        <vt:lpwstr>_Toc381533228</vt:lpwstr>
      </vt:variant>
      <vt:variant>
        <vt:i4>1769523</vt:i4>
      </vt:variant>
      <vt:variant>
        <vt:i4>194</vt:i4>
      </vt:variant>
      <vt:variant>
        <vt:i4>0</vt:i4>
      </vt:variant>
      <vt:variant>
        <vt:i4>5</vt:i4>
      </vt:variant>
      <vt:variant>
        <vt:lpwstr/>
      </vt:variant>
      <vt:variant>
        <vt:lpwstr>_Toc381533227</vt:lpwstr>
      </vt:variant>
      <vt:variant>
        <vt:i4>1769523</vt:i4>
      </vt:variant>
      <vt:variant>
        <vt:i4>188</vt:i4>
      </vt:variant>
      <vt:variant>
        <vt:i4>0</vt:i4>
      </vt:variant>
      <vt:variant>
        <vt:i4>5</vt:i4>
      </vt:variant>
      <vt:variant>
        <vt:lpwstr/>
      </vt:variant>
      <vt:variant>
        <vt:lpwstr>_Toc381533226</vt:lpwstr>
      </vt:variant>
      <vt:variant>
        <vt:i4>1769523</vt:i4>
      </vt:variant>
      <vt:variant>
        <vt:i4>182</vt:i4>
      </vt:variant>
      <vt:variant>
        <vt:i4>0</vt:i4>
      </vt:variant>
      <vt:variant>
        <vt:i4>5</vt:i4>
      </vt:variant>
      <vt:variant>
        <vt:lpwstr/>
      </vt:variant>
      <vt:variant>
        <vt:lpwstr>_Toc381533225</vt:lpwstr>
      </vt:variant>
      <vt:variant>
        <vt:i4>1769523</vt:i4>
      </vt:variant>
      <vt:variant>
        <vt:i4>176</vt:i4>
      </vt:variant>
      <vt:variant>
        <vt:i4>0</vt:i4>
      </vt:variant>
      <vt:variant>
        <vt:i4>5</vt:i4>
      </vt:variant>
      <vt:variant>
        <vt:lpwstr/>
      </vt:variant>
      <vt:variant>
        <vt:lpwstr>_Toc381533224</vt:lpwstr>
      </vt:variant>
      <vt:variant>
        <vt:i4>1769523</vt:i4>
      </vt:variant>
      <vt:variant>
        <vt:i4>170</vt:i4>
      </vt:variant>
      <vt:variant>
        <vt:i4>0</vt:i4>
      </vt:variant>
      <vt:variant>
        <vt:i4>5</vt:i4>
      </vt:variant>
      <vt:variant>
        <vt:lpwstr/>
      </vt:variant>
      <vt:variant>
        <vt:lpwstr>_Toc381533223</vt:lpwstr>
      </vt:variant>
      <vt:variant>
        <vt:i4>1769523</vt:i4>
      </vt:variant>
      <vt:variant>
        <vt:i4>164</vt:i4>
      </vt:variant>
      <vt:variant>
        <vt:i4>0</vt:i4>
      </vt:variant>
      <vt:variant>
        <vt:i4>5</vt:i4>
      </vt:variant>
      <vt:variant>
        <vt:lpwstr/>
      </vt:variant>
      <vt:variant>
        <vt:lpwstr>_Toc381533222</vt:lpwstr>
      </vt:variant>
      <vt:variant>
        <vt:i4>1769523</vt:i4>
      </vt:variant>
      <vt:variant>
        <vt:i4>158</vt:i4>
      </vt:variant>
      <vt:variant>
        <vt:i4>0</vt:i4>
      </vt:variant>
      <vt:variant>
        <vt:i4>5</vt:i4>
      </vt:variant>
      <vt:variant>
        <vt:lpwstr/>
      </vt:variant>
      <vt:variant>
        <vt:lpwstr>_Toc381533221</vt:lpwstr>
      </vt:variant>
      <vt:variant>
        <vt:i4>1769523</vt:i4>
      </vt:variant>
      <vt:variant>
        <vt:i4>152</vt:i4>
      </vt:variant>
      <vt:variant>
        <vt:i4>0</vt:i4>
      </vt:variant>
      <vt:variant>
        <vt:i4>5</vt:i4>
      </vt:variant>
      <vt:variant>
        <vt:lpwstr/>
      </vt:variant>
      <vt:variant>
        <vt:lpwstr>_Toc381533220</vt:lpwstr>
      </vt:variant>
      <vt:variant>
        <vt:i4>1572915</vt:i4>
      </vt:variant>
      <vt:variant>
        <vt:i4>146</vt:i4>
      </vt:variant>
      <vt:variant>
        <vt:i4>0</vt:i4>
      </vt:variant>
      <vt:variant>
        <vt:i4>5</vt:i4>
      </vt:variant>
      <vt:variant>
        <vt:lpwstr/>
      </vt:variant>
      <vt:variant>
        <vt:lpwstr>_Toc381533219</vt:lpwstr>
      </vt:variant>
      <vt:variant>
        <vt:i4>1572915</vt:i4>
      </vt:variant>
      <vt:variant>
        <vt:i4>140</vt:i4>
      </vt:variant>
      <vt:variant>
        <vt:i4>0</vt:i4>
      </vt:variant>
      <vt:variant>
        <vt:i4>5</vt:i4>
      </vt:variant>
      <vt:variant>
        <vt:lpwstr/>
      </vt:variant>
      <vt:variant>
        <vt:lpwstr>_Toc381533218</vt:lpwstr>
      </vt:variant>
      <vt:variant>
        <vt:i4>1572915</vt:i4>
      </vt:variant>
      <vt:variant>
        <vt:i4>134</vt:i4>
      </vt:variant>
      <vt:variant>
        <vt:i4>0</vt:i4>
      </vt:variant>
      <vt:variant>
        <vt:i4>5</vt:i4>
      </vt:variant>
      <vt:variant>
        <vt:lpwstr/>
      </vt:variant>
      <vt:variant>
        <vt:lpwstr>_Toc381533217</vt:lpwstr>
      </vt:variant>
      <vt:variant>
        <vt:i4>1572915</vt:i4>
      </vt:variant>
      <vt:variant>
        <vt:i4>128</vt:i4>
      </vt:variant>
      <vt:variant>
        <vt:i4>0</vt:i4>
      </vt:variant>
      <vt:variant>
        <vt:i4>5</vt:i4>
      </vt:variant>
      <vt:variant>
        <vt:lpwstr/>
      </vt:variant>
      <vt:variant>
        <vt:lpwstr>_Toc381533216</vt:lpwstr>
      </vt:variant>
      <vt:variant>
        <vt:i4>1572915</vt:i4>
      </vt:variant>
      <vt:variant>
        <vt:i4>122</vt:i4>
      </vt:variant>
      <vt:variant>
        <vt:i4>0</vt:i4>
      </vt:variant>
      <vt:variant>
        <vt:i4>5</vt:i4>
      </vt:variant>
      <vt:variant>
        <vt:lpwstr/>
      </vt:variant>
      <vt:variant>
        <vt:lpwstr>_Toc381533215</vt:lpwstr>
      </vt:variant>
      <vt:variant>
        <vt:i4>1572915</vt:i4>
      </vt:variant>
      <vt:variant>
        <vt:i4>116</vt:i4>
      </vt:variant>
      <vt:variant>
        <vt:i4>0</vt:i4>
      </vt:variant>
      <vt:variant>
        <vt:i4>5</vt:i4>
      </vt:variant>
      <vt:variant>
        <vt:lpwstr/>
      </vt:variant>
      <vt:variant>
        <vt:lpwstr>_Toc381533214</vt:lpwstr>
      </vt:variant>
      <vt:variant>
        <vt:i4>1572915</vt:i4>
      </vt:variant>
      <vt:variant>
        <vt:i4>110</vt:i4>
      </vt:variant>
      <vt:variant>
        <vt:i4>0</vt:i4>
      </vt:variant>
      <vt:variant>
        <vt:i4>5</vt:i4>
      </vt:variant>
      <vt:variant>
        <vt:lpwstr/>
      </vt:variant>
      <vt:variant>
        <vt:lpwstr>_Toc381533213</vt:lpwstr>
      </vt:variant>
      <vt:variant>
        <vt:i4>1572915</vt:i4>
      </vt:variant>
      <vt:variant>
        <vt:i4>104</vt:i4>
      </vt:variant>
      <vt:variant>
        <vt:i4>0</vt:i4>
      </vt:variant>
      <vt:variant>
        <vt:i4>5</vt:i4>
      </vt:variant>
      <vt:variant>
        <vt:lpwstr/>
      </vt:variant>
      <vt:variant>
        <vt:lpwstr>_Toc381533212</vt:lpwstr>
      </vt:variant>
      <vt:variant>
        <vt:i4>1572915</vt:i4>
      </vt:variant>
      <vt:variant>
        <vt:i4>98</vt:i4>
      </vt:variant>
      <vt:variant>
        <vt:i4>0</vt:i4>
      </vt:variant>
      <vt:variant>
        <vt:i4>5</vt:i4>
      </vt:variant>
      <vt:variant>
        <vt:lpwstr/>
      </vt:variant>
      <vt:variant>
        <vt:lpwstr>_Toc381533211</vt:lpwstr>
      </vt:variant>
      <vt:variant>
        <vt:i4>1572915</vt:i4>
      </vt:variant>
      <vt:variant>
        <vt:i4>92</vt:i4>
      </vt:variant>
      <vt:variant>
        <vt:i4>0</vt:i4>
      </vt:variant>
      <vt:variant>
        <vt:i4>5</vt:i4>
      </vt:variant>
      <vt:variant>
        <vt:lpwstr/>
      </vt:variant>
      <vt:variant>
        <vt:lpwstr>_Toc381533210</vt:lpwstr>
      </vt:variant>
      <vt:variant>
        <vt:i4>1638451</vt:i4>
      </vt:variant>
      <vt:variant>
        <vt:i4>86</vt:i4>
      </vt:variant>
      <vt:variant>
        <vt:i4>0</vt:i4>
      </vt:variant>
      <vt:variant>
        <vt:i4>5</vt:i4>
      </vt:variant>
      <vt:variant>
        <vt:lpwstr/>
      </vt:variant>
      <vt:variant>
        <vt:lpwstr>_Toc381533209</vt:lpwstr>
      </vt:variant>
      <vt:variant>
        <vt:i4>1638451</vt:i4>
      </vt:variant>
      <vt:variant>
        <vt:i4>80</vt:i4>
      </vt:variant>
      <vt:variant>
        <vt:i4>0</vt:i4>
      </vt:variant>
      <vt:variant>
        <vt:i4>5</vt:i4>
      </vt:variant>
      <vt:variant>
        <vt:lpwstr/>
      </vt:variant>
      <vt:variant>
        <vt:lpwstr>_Toc381533208</vt:lpwstr>
      </vt:variant>
      <vt:variant>
        <vt:i4>1638451</vt:i4>
      </vt:variant>
      <vt:variant>
        <vt:i4>74</vt:i4>
      </vt:variant>
      <vt:variant>
        <vt:i4>0</vt:i4>
      </vt:variant>
      <vt:variant>
        <vt:i4>5</vt:i4>
      </vt:variant>
      <vt:variant>
        <vt:lpwstr/>
      </vt:variant>
      <vt:variant>
        <vt:lpwstr>_Toc381533207</vt:lpwstr>
      </vt:variant>
      <vt:variant>
        <vt:i4>1638451</vt:i4>
      </vt:variant>
      <vt:variant>
        <vt:i4>68</vt:i4>
      </vt:variant>
      <vt:variant>
        <vt:i4>0</vt:i4>
      </vt:variant>
      <vt:variant>
        <vt:i4>5</vt:i4>
      </vt:variant>
      <vt:variant>
        <vt:lpwstr/>
      </vt:variant>
      <vt:variant>
        <vt:lpwstr>_Toc381533206</vt:lpwstr>
      </vt:variant>
      <vt:variant>
        <vt:i4>1638451</vt:i4>
      </vt:variant>
      <vt:variant>
        <vt:i4>62</vt:i4>
      </vt:variant>
      <vt:variant>
        <vt:i4>0</vt:i4>
      </vt:variant>
      <vt:variant>
        <vt:i4>5</vt:i4>
      </vt:variant>
      <vt:variant>
        <vt:lpwstr/>
      </vt:variant>
      <vt:variant>
        <vt:lpwstr>_Toc381533205</vt:lpwstr>
      </vt:variant>
      <vt:variant>
        <vt:i4>1638451</vt:i4>
      </vt:variant>
      <vt:variant>
        <vt:i4>56</vt:i4>
      </vt:variant>
      <vt:variant>
        <vt:i4>0</vt:i4>
      </vt:variant>
      <vt:variant>
        <vt:i4>5</vt:i4>
      </vt:variant>
      <vt:variant>
        <vt:lpwstr/>
      </vt:variant>
      <vt:variant>
        <vt:lpwstr>_Toc381533204</vt:lpwstr>
      </vt:variant>
      <vt:variant>
        <vt:i4>1638451</vt:i4>
      </vt:variant>
      <vt:variant>
        <vt:i4>50</vt:i4>
      </vt:variant>
      <vt:variant>
        <vt:i4>0</vt:i4>
      </vt:variant>
      <vt:variant>
        <vt:i4>5</vt:i4>
      </vt:variant>
      <vt:variant>
        <vt:lpwstr/>
      </vt:variant>
      <vt:variant>
        <vt:lpwstr>_Toc381533203</vt:lpwstr>
      </vt:variant>
      <vt:variant>
        <vt:i4>1638451</vt:i4>
      </vt:variant>
      <vt:variant>
        <vt:i4>44</vt:i4>
      </vt:variant>
      <vt:variant>
        <vt:i4>0</vt:i4>
      </vt:variant>
      <vt:variant>
        <vt:i4>5</vt:i4>
      </vt:variant>
      <vt:variant>
        <vt:lpwstr/>
      </vt:variant>
      <vt:variant>
        <vt:lpwstr>_Toc381533202</vt:lpwstr>
      </vt:variant>
      <vt:variant>
        <vt:i4>1638451</vt:i4>
      </vt:variant>
      <vt:variant>
        <vt:i4>38</vt:i4>
      </vt:variant>
      <vt:variant>
        <vt:i4>0</vt:i4>
      </vt:variant>
      <vt:variant>
        <vt:i4>5</vt:i4>
      </vt:variant>
      <vt:variant>
        <vt:lpwstr/>
      </vt:variant>
      <vt:variant>
        <vt:lpwstr>_Toc381533201</vt:lpwstr>
      </vt:variant>
      <vt:variant>
        <vt:i4>1638451</vt:i4>
      </vt:variant>
      <vt:variant>
        <vt:i4>32</vt:i4>
      </vt:variant>
      <vt:variant>
        <vt:i4>0</vt:i4>
      </vt:variant>
      <vt:variant>
        <vt:i4>5</vt:i4>
      </vt:variant>
      <vt:variant>
        <vt:lpwstr/>
      </vt:variant>
      <vt:variant>
        <vt:lpwstr>_Toc381533200</vt:lpwstr>
      </vt:variant>
      <vt:variant>
        <vt:i4>1048624</vt:i4>
      </vt:variant>
      <vt:variant>
        <vt:i4>26</vt:i4>
      </vt:variant>
      <vt:variant>
        <vt:i4>0</vt:i4>
      </vt:variant>
      <vt:variant>
        <vt:i4>5</vt:i4>
      </vt:variant>
      <vt:variant>
        <vt:lpwstr/>
      </vt:variant>
      <vt:variant>
        <vt:lpwstr>_Toc381533199</vt:lpwstr>
      </vt:variant>
      <vt:variant>
        <vt:i4>1048624</vt:i4>
      </vt:variant>
      <vt:variant>
        <vt:i4>20</vt:i4>
      </vt:variant>
      <vt:variant>
        <vt:i4>0</vt:i4>
      </vt:variant>
      <vt:variant>
        <vt:i4>5</vt:i4>
      </vt:variant>
      <vt:variant>
        <vt:lpwstr/>
      </vt:variant>
      <vt:variant>
        <vt:lpwstr>_Toc381533198</vt:lpwstr>
      </vt:variant>
      <vt:variant>
        <vt:i4>1048624</vt:i4>
      </vt:variant>
      <vt:variant>
        <vt:i4>14</vt:i4>
      </vt:variant>
      <vt:variant>
        <vt:i4>0</vt:i4>
      </vt:variant>
      <vt:variant>
        <vt:i4>5</vt:i4>
      </vt:variant>
      <vt:variant>
        <vt:lpwstr/>
      </vt:variant>
      <vt:variant>
        <vt:lpwstr>_Toc381533197</vt:lpwstr>
      </vt:variant>
      <vt:variant>
        <vt:i4>1048624</vt:i4>
      </vt:variant>
      <vt:variant>
        <vt:i4>8</vt:i4>
      </vt:variant>
      <vt:variant>
        <vt:i4>0</vt:i4>
      </vt:variant>
      <vt:variant>
        <vt:i4>5</vt:i4>
      </vt:variant>
      <vt:variant>
        <vt:lpwstr/>
      </vt:variant>
      <vt:variant>
        <vt:lpwstr>_Toc381533196</vt:lpwstr>
      </vt:variant>
      <vt:variant>
        <vt:i4>1048624</vt:i4>
      </vt:variant>
      <vt:variant>
        <vt:i4>2</vt:i4>
      </vt:variant>
      <vt:variant>
        <vt:i4>0</vt:i4>
      </vt:variant>
      <vt:variant>
        <vt:i4>5</vt:i4>
      </vt:variant>
      <vt:variant>
        <vt:lpwstr/>
      </vt:variant>
      <vt:variant>
        <vt:lpwstr>_Toc381533195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Architecture Template</dc:title>
  <dc:creator>J. Myoshi Banks</dc:creator>
  <cp:lastModifiedBy>Clay Hutcherson</cp:lastModifiedBy>
  <cp:revision>2</cp:revision>
  <cp:lastPrinted>2013-11-08T18:06:00Z</cp:lastPrinted>
  <dcterms:created xsi:type="dcterms:W3CDTF">2014-04-08T12:50:00Z</dcterms:created>
  <dcterms:modified xsi:type="dcterms:W3CDTF">2014-04-08T12:50:00Z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0x0101007F79941A0B96234BA66DC8D6413BC95C</vt:lpwstr>
  </property>
</Properties>
</file>