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68142" w14:textId="77777777" w:rsidR="00D57057" w:rsidRPr="00392D7F" w:rsidRDefault="00306E54" w:rsidP="00392D7F">
      <w:pPr>
        <w:pStyle w:val="Heading1"/>
        <w:numPr>
          <w:ilvl w:val="0"/>
          <w:numId w:val="0"/>
        </w:numPr>
        <w:rPr>
          <w:lang w:val="en-US"/>
        </w:rPr>
      </w:pPr>
      <w:bookmarkStart w:id="0" w:name="_Toc441512511"/>
      <w:bookmarkStart w:id="1" w:name="_Toc441833758"/>
      <w:r>
        <w:rPr>
          <w:lang w:val="en-US"/>
        </w:rPr>
        <w:t>Guidance for Developing the Critical Task Schedule</w:t>
      </w:r>
      <w:bookmarkEnd w:id="0"/>
      <w:bookmarkEnd w:id="1"/>
    </w:p>
    <w:p w14:paraId="5A768143" w14:textId="77777777" w:rsidR="00F07C75" w:rsidRPr="00F07C75" w:rsidRDefault="00F07C75" w:rsidP="00392D7F">
      <w:pPr>
        <w:pStyle w:val="HUDNorm"/>
      </w:pPr>
      <w:r w:rsidRPr="00F07C75">
        <w:t xml:space="preserve">Agile is a value-driven approach to software delivery and requirements are always flexible. This presents a challenge when attempting to provide firm estimates of the project schedule. </w:t>
      </w:r>
      <w:r w:rsidR="00152D7A">
        <w:t>I</w:t>
      </w:r>
      <w:r w:rsidRPr="00F07C75">
        <w:t xml:space="preserve">t is not realistic to have a baselined project plan </w:t>
      </w:r>
      <w:r w:rsidR="00152D7A">
        <w:t>with detailed tasking at the initiation of the project using an agile methodology</w:t>
      </w:r>
      <w:r w:rsidRPr="00F07C75">
        <w:t xml:space="preserve">. </w:t>
      </w:r>
    </w:p>
    <w:p w14:paraId="5A768144" w14:textId="77777777" w:rsidR="00F07C75" w:rsidRPr="00F07C75" w:rsidRDefault="00F07C75" w:rsidP="00392D7F">
      <w:pPr>
        <w:pStyle w:val="HUDNorm"/>
      </w:pPr>
    </w:p>
    <w:p w14:paraId="5A768145" w14:textId="77777777" w:rsidR="004D02B6" w:rsidRPr="00F07C75" w:rsidRDefault="00D57057" w:rsidP="00392D7F">
      <w:pPr>
        <w:pStyle w:val="HUDNorm"/>
        <w:rPr>
          <w:lang w:val="en"/>
        </w:rPr>
      </w:pPr>
      <w:r w:rsidRPr="00F07C75">
        <w:rPr>
          <w:lang w:val="en"/>
        </w:rPr>
        <w:t xml:space="preserve">In an agile environment, short-term plans are made throughout the </w:t>
      </w:r>
      <w:r w:rsidR="004D02B6" w:rsidRPr="00F07C75">
        <w:rPr>
          <w:lang w:val="en"/>
        </w:rPr>
        <w:t>software</w:t>
      </w:r>
      <w:r w:rsidRPr="00F07C75">
        <w:rPr>
          <w:lang w:val="en"/>
        </w:rPr>
        <w:t xml:space="preserve"> delivery life cycle. Long-term plans</w:t>
      </w:r>
      <w:r w:rsidR="00F07C75" w:rsidRPr="00F07C75">
        <w:rPr>
          <w:lang w:val="en"/>
        </w:rPr>
        <w:t xml:space="preserve"> and schedules</w:t>
      </w:r>
      <w:r w:rsidRPr="00F07C75">
        <w:rPr>
          <w:lang w:val="en"/>
        </w:rPr>
        <w:t xml:space="preserve"> are not made in advance. </w:t>
      </w:r>
      <w:r w:rsidR="00412827">
        <w:rPr>
          <w:lang w:val="en"/>
        </w:rPr>
        <w:t xml:space="preserve">The Agile Project Manager cannot </w:t>
      </w:r>
      <w:r w:rsidR="004D02B6" w:rsidRPr="00F07C75">
        <w:rPr>
          <w:lang w:val="en"/>
        </w:rPr>
        <w:t xml:space="preserve">estimate, with any certainty, tasks that may occur six to twelve months out. </w:t>
      </w:r>
      <w:r w:rsidR="00F07C75" w:rsidRPr="00F07C75">
        <w:rPr>
          <w:lang w:val="en"/>
        </w:rPr>
        <w:t xml:space="preserve">Agile </w:t>
      </w:r>
      <w:r w:rsidR="00152D7A">
        <w:rPr>
          <w:lang w:val="en"/>
        </w:rPr>
        <w:t>projects</w:t>
      </w:r>
      <w:r w:rsidR="00F07C75" w:rsidRPr="00F07C75">
        <w:t xml:space="preserve"> aim to deploy working software as quickly as possible</w:t>
      </w:r>
      <w:r w:rsidR="00537D1B">
        <w:t>;</w:t>
      </w:r>
      <w:r w:rsidR="00F07C75" w:rsidRPr="00F07C75">
        <w:t xml:space="preserve"> therefore</w:t>
      </w:r>
      <w:r w:rsidR="00537D1B">
        <w:t>,</w:t>
      </w:r>
      <w:r w:rsidR="00F07C75" w:rsidRPr="00F07C75">
        <w:t xml:space="preserve"> development cycles, made up of sprints or iteration</w:t>
      </w:r>
      <w:r w:rsidR="00152D7A">
        <w:t>s</w:t>
      </w:r>
      <w:r w:rsidR="00F07C75" w:rsidRPr="00F07C75">
        <w:t xml:space="preserve">, </w:t>
      </w:r>
      <w:r w:rsidR="00412827">
        <w:t>have a short duration</w:t>
      </w:r>
      <w:r w:rsidR="00F07C75" w:rsidRPr="00F07C75">
        <w:t xml:space="preserve">. Because the sprints are planned in shorter increments of time with a smaller amount of associated resources, more accurate estimates for a specific release are possible. </w:t>
      </w:r>
    </w:p>
    <w:p w14:paraId="5A768146" w14:textId="77777777" w:rsidR="004D02B6" w:rsidRPr="00F07C75" w:rsidRDefault="004D02B6" w:rsidP="00392D7F">
      <w:pPr>
        <w:pStyle w:val="HUDNorm"/>
        <w:rPr>
          <w:lang w:val="en"/>
        </w:rPr>
      </w:pPr>
    </w:p>
    <w:p w14:paraId="5A768147" w14:textId="77777777" w:rsidR="00306E54" w:rsidRPr="00F07C75" w:rsidRDefault="00F07C75" w:rsidP="00392D7F">
      <w:pPr>
        <w:pStyle w:val="HUDNorm"/>
      </w:pPr>
      <w:r w:rsidRPr="00F07C75">
        <w:t xml:space="preserve">From an agile perspective, the project is in a continuous planning mode and a Critical Task Schedule evolves throughout the development of the release. </w:t>
      </w:r>
      <w:r w:rsidR="004D02B6" w:rsidRPr="00F07C75">
        <w:t xml:space="preserve">The Critical Task Schedule should reflect the plans for </w:t>
      </w:r>
      <w:r w:rsidRPr="00F07C75">
        <w:t>a specific</w:t>
      </w:r>
      <w:r w:rsidR="004D02B6" w:rsidRPr="00F07C75">
        <w:t xml:space="preserve"> Release, including the number of iterations and estimates of the time-boxed sprints</w:t>
      </w:r>
      <w:r w:rsidR="00412827">
        <w:t>, and reviews</w:t>
      </w:r>
      <w:r w:rsidR="00152D7A">
        <w:t xml:space="preserve">. </w:t>
      </w:r>
      <w:r w:rsidR="004D02B6" w:rsidRPr="00F07C75">
        <w:t xml:space="preserve">During </w:t>
      </w:r>
      <w:r w:rsidR="00152D7A">
        <w:t xml:space="preserve">the </w:t>
      </w:r>
      <w:r w:rsidR="004D02B6" w:rsidRPr="00F07C75">
        <w:t xml:space="preserve">Release Planning phase, the schedule is a high-level estimate, based on the known velocity of the team. </w:t>
      </w:r>
      <w:r w:rsidRPr="00F07C75">
        <w:t>After a few iterations within a release, the IT Project Manager will be able to provide more realistic estimates of the schedule as more data is made available.</w:t>
      </w:r>
    </w:p>
    <w:p w14:paraId="5A768148" w14:textId="77777777" w:rsidR="005D5BDF" w:rsidRPr="00F07C75" w:rsidRDefault="005D5BDF" w:rsidP="00392D7F">
      <w:pPr>
        <w:pStyle w:val="HUDNorm"/>
        <w:rPr>
          <w:sz w:val="22"/>
        </w:rPr>
      </w:pPr>
    </w:p>
    <w:p w14:paraId="5A768149" w14:textId="77777777" w:rsidR="005563DE" w:rsidRPr="00C2764B" w:rsidRDefault="00F07C75" w:rsidP="00392D7F">
      <w:pPr>
        <w:pStyle w:val="HUDNorm"/>
      </w:pPr>
      <w:r w:rsidRPr="00C2764B">
        <w:t>Depending on the tools used to track the Product / Release Backlog, it may be conve</w:t>
      </w:r>
      <w:r w:rsidR="00412827" w:rsidRPr="00C2764B">
        <w:t>nient to export the high-level user stories and t</w:t>
      </w:r>
      <w:r w:rsidRPr="00C2764B">
        <w:t>asks to build</w:t>
      </w:r>
      <w:r w:rsidR="00152D7A" w:rsidRPr="00C2764B">
        <w:t xml:space="preserve"> the Critical Task Schedule. </w:t>
      </w:r>
      <w:r w:rsidRPr="00C2764B">
        <w:t xml:space="preserve">Currently, there is not a required format for the </w:t>
      </w:r>
      <w:r w:rsidR="005563DE" w:rsidRPr="00C2764B">
        <w:t>Critical Task Schedule</w:t>
      </w:r>
      <w:r w:rsidRPr="00C2764B">
        <w:t xml:space="preserve">, project teams can use Gantt Charts, Microsoft Office tools, etc. The Critical Task Schedule should be presented during the Release Planning </w:t>
      </w:r>
      <w:r w:rsidR="00152D7A" w:rsidRPr="00C2764B">
        <w:t>Review and</w:t>
      </w:r>
      <w:r w:rsidRPr="00C2764B">
        <w:t xml:space="preserve"> include</w:t>
      </w:r>
      <w:r w:rsidR="005563DE" w:rsidRPr="00C2764B">
        <w:t xml:space="preserve"> estimated dates for the following:</w:t>
      </w:r>
    </w:p>
    <w:p w14:paraId="5A76814A" w14:textId="77777777" w:rsidR="00152D7A" w:rsidRPr="00F07C75" w:rsidRDefault="00152D7A" w:rsidP="00392D7F">
      <w:pPr>
        <w:pStyle w:val="HUDNorm"/>
      </w:pPr>
    </w:p>
    <w:p w14:paraId="5A76814B" w14:textId="77777777" w:rsidR="005563DE" w:rsidRPr="00F07C75" w:rsidRDefault="00F46C98" w:rsidP="00392D7F">
      <w:pPr>
        <w:pStyle w:val="HUDNorm"/>
        <w:numPr>
          <w:ilvl w:val="0"/>
          <w:numId w:val="50"/>
        </w:numPr>
      </w:pPr>
      <w:r w:rsidRPr="00F07C75">
        <w:t>H</w:t>
      </w:r>
      <w:r w:rsidR="005563DE" w:rsidRPr="00F07C75">
        <w:t>igh level milestones</w:t>
      </w:r>
    </w:p>
    <w:p w14:paraId="5A76814C" w14:textId="77777777" w:rsidR="005563DE" w:rsidRPr="00F07C75" w:rsidRDefault="00F46C98" w:rsidP="00392D7F">
      <w:pPr>
        <w:pStyle w:val="HUDNorm"/>
        <w:numPr>
          <w:ilvl w:val="0"/>
          <w:numId w:val="50"/>
        </w:numPr>
      </w:pPr>
      <w:r w:rsidRPr="00F07C75">
        <w:t>C</w:t>
      </w:r>
      <w:r w:rsidR="005563DE" w:rsidRPr="00F07C75">
        <w:t>ritical tasks</w:t>
      </w:r>
    </w:p>
    <w:p w14:paraId="5A76814D" w14:textId="77777777" w:rsidR="00F46C98" w:rsidRPr="00F07C75" w:rsidRDefault="00F46C98" w:rsidP="00392D7F">
      <w:pPr>
        <w:pStyle w:val="HUDNorm"/>
        <w:numPr>
          <w:ilvl w:val="0"/>
          <w:numId w:val="50"/>
        </w:numPr>
      </w:pPr>
      <w:r w:rsidRPr="00F07C75">
        <w:t>Deliverables</w:t>
      </w:r>
    </w:p>
    <w:p w14:paraId="5A76814E" w14:textId="77777777" w:rsidR="005563DE" w:rsidRPr="00F07C75" w:rsidRDefault="005563DE" w:rsidP="00392D7F">
      <w:pPr>
        <w:pStyle w:val="HUDNorm"/>
        <w:numPr>
          <w:ilvl w:val="0"/>
          <w:numId w:val="50"/>
        </w:numPr>
      </w:pPr>
      <w:r w:rsidRPr="00F07C75">
        <w:t>Release Planning Review</w:t>
      </w:r>
    </w:p>
    <w:p w14:paraId="5A76814F" w14:textId="77777777" w:rsidR="005563DE" w:rsidRPr="00F07C75" w:rsidRDefault="005563DE" w:rsidP="00392D7F">
      <w:pPr>
        <w:pStyle w:val="HUDNorm"/>
        <w:numPr>
          <w:ilvl w:val="0"/>
          <w:numId w:val="50"/>
        </w:numPr>
      </w:pPr>
      <w:r w:rsidRPr="00F07C75">
        <w:t>Release Readiness Review</w:t>
      </w:r>
    </w:p>
    <w:p w14:paraId="5A768150" w14:textId="77777777" w:rsidR="005563DE" w:rsidRPr="00F07C75" w:rsidRDefault="005563DE" w:rsidP="00392D7F">
      <w:pPr>
        <w:pStyle w:val="HUDNorm"/>
        <w:numPr>
          <w:ilvl w:val="0"/>
          <w:numId w:val="50"/>
        </w:numPr>
      </w:pPr>
      <w:r w:rsidRPr="00F07C75">
        <w:t>Deployments</w:t>
      </w:r>
    </w:p>
    <w:p w14:paraId="5A768151" w14:textId="77777777" w:rsidR="005563DE" w:rsidRPr="00F07C75" w:rsidRDefault="005563DE" w:rsidP="00392D7F">
      <w:pPr>
        <w:pStyle w:val="HUDNorm"/>
        <w:numPr>
          <w:ilvl w:val="0"/>
          <w:numId w:val="50"/>
        </w:numPr>
      </w:pPr>
      <w:r w:rsidRPr="00F07C75">
        <w:t>Retrospectives</w:t>
      </w:r>
    </w:p>
    <w:p w14:paraId="5A768152" w14:textId="77777777" w:rsidR="00F46C98" w:rsidRPr="00F07C75" w:rsidRDefault="00F46C98" w:rsidP="00392D7F">
      <w:pPr>
        <w:pStyle w:val="HUDNorm"/>
      </w:pPr>
    </w:p>
    <w:sectPr w:rsidR="00F46C98" w:rsidRPr="00F07C75" w:rsidSect="00471EC5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68155" w14:textId="77777777" w:rsidR="00056A0C" w:rsidRDefault="00056A0C" w:rsidP="000A09D2">
      <w:r>
        <w:separator/>
      </w:r>
    </w:p>
  </w:endnote>
  <w:endnote w:type="continuationSeparator" w:id="0">
    <w:p w14:paraId="5A768156" w14:textId="77777777" w:rsidR="00056A0C" w:rsidRDefault="00056A0C" w:rsidP="000A0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76050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768159" w14:textId="77777777" w:rsidR="00920E4A" w:rsidRDefault="00920E4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53C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A76815A" w14:textId="77777777" w:rsidR="00920E4A" w:rsidRDefault="00920E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68153" w14:textId="77777777" w:rsidR="00056A0C" w:rsidRDefault="00056A0C" w:rsidP="000A09D2">
      <w:r>
        <w:separator/>
      </w:r>
    </w:p>
  </w:footnote>
  <w:footnote w:type="continuationSeparator" w:id="0">
    <w:p w14:paraId="5A768154" w14:textId="77777777" w:rsidR="00056A0C" w:rsidRDefault="00056A0C" w:rsidP="000A0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68157" w14:textId="42A6AE11" w:rsidR="00920E4A" w:rsidRDefault="00920E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68158" w14:textId="0F709ECA" w:rsidR="00920E4A" w:rsidRPr="009163CD" w:rsidRDefault="00920E4A" w:rsidP="009163CD">
    <w:pPr>
      <w:pStyle w:val="Header"/>
      <w:jc w:val="right"/>
      <w:rPr>
        <w:rFonts w:ascii="Arial" w:hAnsi="Arial" w:cs="Arial"/>
      </w:rPr>
    </w:pPr>
    <w:r w:rsidRPr="008E50AC">
      <w:rPr>
        <w:b/>
        <w:noProof/>
        <w:sz w:val="32"/>
        <w:szCs w:val="3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A76815E" wp14:editId="5A76815F">
              <wp:simplePos x="0" y="0"/>
              <wp:positionH relativeFrom="margin">
                <wp:posOffset>24445</wp:posOffset>
              </wp:positionH>
              <wp:positionV relativeFrom="paragraph">
                <wp:posOffset>-262551</wp:posOffset>
              </wp:positionV>
              <wp:extent cx="999066" cy="410634"/>
              <wp:effectExtent l="0" t="0" r="0" b="8890"/>
              <wp:wrapNone/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99066" cy="410634"/>
                        <a:chOff x="1" y="-342961"/>
                        <a:chExt cx="1309322" cy="1143878"/>
                      </a:xfrm>
                    </wpg:grpSpPr>
                    <wps:wsp>
                      <wps:cNvPr id="5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490776" y="-342961"/>
                          <a:ext cx="818547" cy="11438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768161" w14:textId="77777777" w:rsidR="00920E4A" w:rsidRPr="00B86E66" w:rsidRDefault="00920E4A" w:rsidP="009163CD">
                            <w:pPr>
                              <w:jc w:val="center"/>
                              <w:rPr>
                                <w:b/>
                                <w:color w:val="BFBFBF" w:themeColor="background1" w:themeShade="BF"/>
                                <w:sz w:val="12"/>
                                <w:szCs w:val="12"/>
                              </w:rPr>
                            </w:pPr>
                            <w:r w:rsidRPr="00B86E66">
                              <w:rPr>
                                <w:b/>
                                <w:color w:val="BFBFBF" w:themeColor="background1" w:themeShade="BF"/>
                                <w:sz w:val="12"/>
                                <w:szCs w:val="12"/>
                              </w:rPr>
                              <w:t>Housing and Urban Development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6" descr="HUD Seal Standard - Color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" y="-287622"/>
                          <a:ext cx="505257" cy="933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A76815E" id="Group 4" o:spid="_x0000_s1026" style="position:absolute;left:0;text-align:left;margin-left:1.9pt;margin-top:-20.65pt;width:78.65pt;height:32.35pt;z-index:251659264;mso-position-horizontal-relative:margin;mso-width-relative:margin;mso-height-relative:margin" coordorigin=",-3429" coordsize="13093,11438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4907;top:-3429;width:8186;height:11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  <v:textbox>
                  <w:txbxContent>
                    <w:p w14:paraId="5A768161" w14:textId="77777777" w:rsidR="00920E4A" w:rsidRPr="00B86E66" w:rsidRDefault="00920E4A" w:rsidP="009163CD">
                      <w:pPr>
                        <w:jc w:val="center"/>
                        <w:rPr>
                          <w:b/>
                          <w:color w:val="BFBFBF" w:themeColor="background1" w:themeShade="BF"/>
                          <w:sz w:val="12"/>
                          <w:szCs w:val="12"/>
                        </w:rPr>
                      </w:pPr>
                      <w:r w:rsidRPr="00B86E66">
                        <w:rPr>
                          <w:b/>
                          <w:color w:val="BFBFBF" w:themeColor="background1" w:themeShade="BF"/>
                          <w:sz w:val="12"/>
                          <w:szCs w:val="12"/>
                        </w:rPr>
                        <w:t>Housing and Urban Development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8" type="#_x0000_t75" alt="HUD Seal Standard - Color" style="position:absolute;top:-2876;width:5052;height:93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">
                <v:imagedata r:id="rId2" o:title="HUD Seal Standard - Color"/>
              </v:shape>
              <w10:wrap anchorx="margin"/>
            </v:group>
          </w:pict>
        </mc:Fallback>
      </mc:AlternateContent>
    </w:r>
    <w:r w:rsidR="009E11E9">
      <w:rPr>
        <w:rFonts w:ascii="Arial" w:hAnsi="Arial" w:cs="Arial"/>
      </w:rPr>
      <w:t xml:space="preserve">Guidance for Critical Task Schedule </w:t>
    </w:r>
    <w:r w:rsidR="009E11E9" w:rsidRPr="009163CD">
      <w:rPr>
        <w:rFonts w:ascii="Arial" w:hAnsi="Arial" w:cs="Arial"/>
      </w:rPr>
      <w:t>v</w:t>
    </w:r>
    <w:r w:rsidRPr="009163CD">
      <w:rPr>
        <w:rFonts w:ascii="Arial" w:hAnsi="Arial" w:cs="Arial"/>
      </w:rPr>
      <w:t>1.0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6815B" w14:textId="155395CE" w:rsidR="00920E4A" w:rsidRDefault="00920E4A" w:rsidP="009A7DBA">
    <w:pPr>
      <w:pStyle w:val="Header"/>
      <w:pBdr>
        <w:bottom w:val="none" w:sz="0" w:space="0" w:color="auto"/>
      </w:pBdr>
      <w:tabs>
        <w:tab w:val="clear" w:pos="9360"/>
        <w:tab w:val="right" w:pos="99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3422E"/>
    <w:multiLevelType w:val="multilevel"/>
    <w:tmpl w:val="4F805D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E7939"/>
    <w:multiLevelType w:val="hybridMultilevel"/>
    <w:tmpl w:val="BDE4632E"/>
    <w:lvl w:ilvl="0" w:tplc="C20E4BC8">
      <w:start w:val="1"/>
      <w:numFmt w:val="bullet"/>
      <w:pStyle w:val="MSAMBulletedLis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FA0782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3702B7C">
      <w:start w:val="1"/>
      <w:numFmt w:val="decimal"/>
      <w:lvlText w:val="%5"/>
      <w:lvlJc w:val="left"/>
      <w:pPr>
        <w:tabs>
          <w:tab w:val="num" w:pos="3660"/>
        </w:tabs>
        <w:ind w:left="3660" w:hanging="420"/>
      </w:pPr>
      <w:rPr>
        <w:rFonts w:hint="default"/>
      </w:rPr>
    </w:lvl>
    <w:lvl w:ilvl="5" w:tplc="3E9EC13A">
      <w:start w:val="1"/>
      <w:numFmt w:val="decimal"/>
      <w:lvlText w:val="%6"/>
      <w:lvlJc w:val="left"/>
      <w:pPr>
        <w:tabs>
          <w:tab w:val="num" w:pos="4380"/>
        </w:tabs>
        <w:ind w:left="4380" w:hanging="420"/>
      </w:pPr>
      <w:rPr>
        <w:rFonts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0457B"/>
    <w:multiLevelType w:val="hybridMultilevel"/>
    <w:tmpl w:val="9C7CC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A5DF0"/>
    <w:multiLevelType w:val="hybridMultilevel"/>
    <w:tmpl w:val="43604D7A"/>
    <w:lvl w:ilvl="0" w:tplc="ED9E500C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B544CD"/>
    <w:multiLevelType w:val="hybridMultilevel"/>
    <w:tmpl w:val="593256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4219E"/>
    <w:multiLevelType w:val="hybridMultilevel"/>
    <w:tmpl w:val="EA36B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A0DBA"/>
    <w:multiLevelType w:val="multilevel"/>
    <w:tmpl w:val="CDF0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structionNumber2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Appendix 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7.%8.%9.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E85082C"/>
    <w:multiLevelType w:val="hybridMultilevel"/>
    <w:tmpl w:val="3F82C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758CF"/>
    <w:multiLevelType w:val="multilevel"/>
    <w:tmpl w:val="B0EA6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C06A4E"/>
    <w:multiLevelType w:val="hybridMultilevel"/>
    <w:tmpl w:val="118A3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861F5A"/>
    <w:multiLevelType w:val="hybridMultilevel"/>
    <w:tmpl w:val="D27C8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5320E"/>
    <w:multiLevelType w:val="hybridMultilevel"/>
    <w:tmpl w:val="0F883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232133"/>
    <w:multiLevelType w:val="multilevel"/>
    <w:tmpl w:val="DAF45FCA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hint="default"/>
        <w:sz w:val="28"/>
        <w:szCs w:val="28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45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8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Appendix 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8F655C9"/>
    <w:multiLevelType w:val="hybridMultilevel"/>
    <w:tmpl w:val="8DB6E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F76C96"/>
    <w:multiLevelType w:val="hybridMultilevel"/>
    <w:tmpl w:val="8F900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CB386A"/>
    <w:multiLevelType w:val="hybridMultilevel"/>
    <w:tmpl w:val="8A9E4E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7164F9"/>
    <w:multiLevelType w:val="hybridMultilevel"/>
    <w:tmpl w:val="E8ACD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4522E"/>
    <w:multiLevelType w:val="hybridMultilevel"/>
    <w:tmpl w:val="CAFA8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F1661A"/>
    <w:multiLevelType w:val="hybridMultilevel"/>
    <w:tmpl w:val="A3C69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2D5EA1"/>
    <w:multiLevelType w:val="hybridMultilevel"/>
    <w:tmpl w:val="373C7E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322FF8"/>
    <w:multiLevelType w:val="hybridMultilevel"/>
    <w:tmpl w:val="4F805D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A355A"/>
    <w:multiLevelType w:val="hybridMultilevel"/>
    <w:tmpl w:val="00CCF058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2" w15:restartNumberingAfterBreak="0">
    <w:nsid w:val="68A968BA"/>
    <w:multiLevelType w:val="hybridMultilevel"/>
    <w:tmpl w:val="E6DADB1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6F8B7313"/>
    <w:multiLevelType w:val="multilevel"/>
    <w:tmpl w:val="F4A86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FE0BF5"/>
    <w:multiLevelType w:val="hybridMultilevel"/>
    <w:tmpl w:val="08A4BC2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91A4025"/>
    <w:multiLevelType w:val="hybridMultilevel"/>
    <w:tmpl w:val="C9127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346E4C"/>
    <w:multiLevelType w:val="hybridMultilevel"/>
    <w:tmpl w:val="559E2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8055D"/>
    <w:multiLevelType w:val="hybridMultilevel"/>
    <w:tmpl w:val="F9829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1F03A8"/>
    <w:multiLevelType w:val="hybridMultilevel"/>
    <w:tmpl w:val="D7989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1773350">
    <w:abstractNumId w:val="12"/>
  </w:num>
  <w:num w:numId="2" w16cid:durableId="832989360">
    <w:abstractNumId w:val="12"/>
  </w:num>
  <w:num w:numId="3" w16cid:durableId="1909999086">
    <w:abstractNumId w:val="12"/>
  </w:num>
  <w:num w:numId="4" w16cid:durableId="1366060730">
    <w:abstractNumId w:val="6"/>
  </w:num>
  <w:num w:numId="5" w16cid:durableId="13075907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94165489">
    <w:abstractNumId w:val="20"/>
  </w:num>
  <w:num w:numId="7" w16cid:durableId="1376194677">
    <w:abstractNumId w:val="7"/>
  </w:num>
  <w:num w:numId="8" w16cid:durableId="331300834">
    <w:abstractNumId w:val="13"/>
  </w:num>
  <w:num w:numId="9" w16cid:durableId="1435175542">
    <w:abstractNumId w:val="19"/>
  </w:num>
  <w:num w:numId="10" w16cid:durableId="1735732770">
    <w:abstractNumId w:val="5"/>
  </w:num>
  <w:num w:numId="11" w16cid:durableId="562835336">
    <w:abstractNumId w:val="24"/>
  </w:num>
  <w:num w:numId="12" w16cid:durableId="1258057956">
    <w:abstractNumId w:val="4"/>
  </w:num>
  <w:num w:numId="13" w16cid:durableId="1245185246">
    <w:abstractNumId w:val="0"/>
  </w:num>
  <w:num w:numId="14" w16cid:durableId="942883210">
    <w:abstractNumId w:val="2"/>
  </w:num>
  <w:num w:numId="15" w16cid:durableId="231241449">
    <w:abstractNumId w:val="14"/>
  </w:num>
  <w:num w:numId="16" w16cid:durableId="1634677307">
    <w:abstractNumId w:val="27"/>
  </w:num>
  <w:num w:numId="17" w16cid:durableId="212273401">
    <w:abstractNumId w:val="9"/>
  </w:num>
  <w:num w:numId="18" w16cid:durableId="526600526">
    <w:abstractNumId w:val="3"/>
  </w:num>
  <w:num w:numId="19" w16cid:durableId="1415778214">
    <w:abstractNumId w:val="21"/>
  </w:num>
  <w:num w:numId="20" w16cid:durableId="2096973278">
    <w:abstractNumId w:val="1"/>
  </w:num>
  <w:num w:numId="21" w16cid:durableId="58290660">
    <w:abstractNumId w:val="15"/>
  </w:num>
  <w:num w:numId="22" w16cid:durableId="1514607546">
    <w:abstractNumId w:val="25"/>
  </w:num>
  <w:num w:numId="23" w16cid:durableId="1301577275">
    <w:abstractNumId w:val="18"/>
  </w:num>
  <w:num w:numId="24" w16cid:durableId="175191528">
    <w:abstractNumId w:val="11"/>
  </w:num>
  <w:num w:numId="25" w16cid:durableId="436174199">
    <w:abstractNumId w:val="17"/>
  </w:num>
  <w:num w:numId="26" w16cid:durableId="2140682454">
    <w:abstractNumId w:val="10"/>
  </w:num>
  <w:num w:numId="27" w16cid:durableId="937760166">
    <w:abstractNumId w:val="16"/>
  </w:num>
  <w:num w:numId="28" w16cid:durableId="221216003">
    <w:abstractNumId w:val="26"/>
  </w:num>
  <w:num w:numId="29" w16cid:durableId="2098212825">
    <w:abstractNumId w:val="12"/>
  </w:num>
  <w:num w:numId="30" w16cid:durableId="461121169">
    <w:abstractNumId w:val="12"/>
  </w:num>
  <w:num w:numId="31" w16cid:durableId="2085758489">
    <w:abstractNumId w:val="12"/>
  </w:num>
  <w:num w:numId="32" w16cid:durableId="1795514639">
    <w:abstractNumId w:val="12"/>
  </w:num>
  <w:num w:numId="33" w16cid:durableId="597368971">
    <w:abstractNumId w:val="12"/>
  </w:num>
  <w:num w:numId="34" w16cid:durableId="819149871">
    <w:abstractNumId w:val="12"/>
  </w:num>
  <w:num w:numId="35" w16cid:durableId="1404445062">
    <w:abstractNumId w:val="12"/>
  </w:num>
  <w:num w:numId="36" w16cid:durableId="809178445">
    <w:abstractNumId w:val="12"/>
  </w:num>
  <w:num w:numId="37" w16cid:durableId="1521699159">
    <w:abstractNumId w:val="12"/>
  </w:num>
  <w:num w:numId="38" w16cid:durableId="2107340485">
    <w:abstractNumId w:val="12"/>
  </w:num>
  <w:num w:numId="39" w16cid:durableId="1995988428">
    <w:abstractNumId w:val="12"/>
  </w:num>
  <w:num w:numId="40" w16cid:durableId="1849251105">
    <w:abstractNumId w:val="23"/>
  </w:num>
  <w:num w:numId="41" w16cid:durableId="1821120288">
    <w:abstractNumId w:val="8"/>
  </w:num>
  <w:num w:numId="42" w16cid:durableId="315308055">
    <w:abstractNumId w:val="12"/>
  </w:num>
  <w:num w:numId="43" w16cid:durableId="1484813658">
    <w:abstractNumId w:val="12"/>
  </w:num>
  <w:num w:numId="44" w16cid:durableId="1550998197">
    <w:abstractNumId w:val="12"/>
  </w:num>
  <w:num w:numId="45" w16cid:durableId="1046872230">
    <w:abstractNumId w:val="12"/>
  </w:num>
  <w:num w:numId="46" w16cid:durableId="1883243753">
    <w:abstractNumId w:val="12"/>
  </w:num>
  <w:num w:numId="47" w16cid:durableId="1890073742">
    <w:abstractNumId w:val="12"/>
  </w:num>
  <w:num w:numId="48" w16cid:durableId="2052336745">
    <w:abstractNumId w:val="12"/>
  </w:num>
  <w:num w:numId="49" w16cid:durableId="2005428257">
    <w:abstractNumId w:val="22"/>
  </w:num>
  <w:num w:numId="50" w16cid:durableId="147305978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579"/>
    <w:rsid w:val="00007362"/>
    <w:rsid w:val="00014DFB"/>
    <w:rsid w:val="00015F9A"/>
    <w:rsid w:val="000264BA"/>
    <w:rsid w:val="00055599"/>
    <w:rsid w:val="00056A0C"/>
    <w:rsid w:val="00063D47"/>
    <w:rsid w:val="000729A7"/>
    <w:rsid w:val="000A09D2"/>
    <w:rsid w:val="000A253D"/>
    <w:rsid w:val="000A5FD4"/>
    <w:rsid w:val="000B2F32"/>
    <w:rsid w:val="000B7D2E"/>
    <w:rsid w:val="000F35E8"/>
    <w:rsid w:val="000F42F9"/>
    <w:rsid w:val="00103BED"/>
    <w:rsid w:val="0012024F"/>
    <w:rsid w:val="001230C3"/>
    <w:rsid w:val="00152D7A"/>
    <w:rsid w:val="00155D3F"/>
    <w:rsid w:val="00162D60"/>
    <w:rsid w:val="00166EEA"/>
    <w:rsid w:val="00177EFD"/>
    <w:rsid w:val="00190158"/>
    <w:rsid w:val="001A15F7"/>
    <w:rsid w:val="001C50B2"/>
    <w:rsid w:val="001D1C92"/>
    <w:rsid w:val="00204C56"/>
    <w:rsid w:val="00206B31"/>
    <w:rsid w:val="00210F0C"/>
    <w:rsid w:val="002138CA"/>
    <w:rsid w:val="002424D6"/>
    <w:rsid w:val="00244DDE"/>
    <w:rsid w:val="00247268"/>
    <w:rsid w:val="002565D5"/>
    <w:rsid w:val="0026171F"/>
    <w:rsid w:val="00275569"/>
    <w:rsid w:val="00276928"/>
    <w:rsid w:val="002820B2"/>
    <w:rsid w:val="002A703F"/>
    <w:rsid w:val="002B6CFB"/>
    <w:rsid w:val="002D1819"/>
    <w:rsid w:val="002D4775"/>
    <w:rsid w:val="002E57E8"/>
    <w:rsid w:val="002F2D38"/>
    <w:rsid w:val="002F74D9"/>
    <w:rsid w:val="00304D4E"/>
    <w:rsid w:val="00306E54"/>
    <w:rsid w:val="003264BF"/>
    <w:rsid w:val="003409EB"/>
    <w:rsid w:val="0034124D"/>
    <w:rsid w:val="00343A0A"/>
    <w:rsid w:val="003472D3"/>
    <w:rsid w:val="0037799E"/>
    <w:rsid w:val="00382BFF"/>
    <w:rsid w:val="00387424"/>
    <w:rsid w:val="00392D7F"/>
    <w:rsid w:val="003E1F30"/>
    <w:rsid w:val="003F005C"/>
    <w:rsid w:val="003F2951"/>
    <w:rsid w:val="00405C63"/>
    <w:rsid w:val="00412827"/>
    <w:rsid w:val="00412895"/>
    <w:rsid w:val="00413A34"/>
    <w:rsid w:val="00416ABF"/>
    <w:rsid w:val="004239E9"/>
    <w:rsid w:val="004461CB"/>
    <w:rsid w:val="00466F27"/>
    <w:rsid w:val="00471EC5"/>
    <w:rsid w:val="00472AD3"/>
    <w:rsid w:val="0048036E"/>
    <w:rsid w:val="004850CD"/>
    <w:rsid w:val="00485834"/>
    <w:rsid w:val="004B1A7E"/>
    <w:rsid w:val="004D02B6"/>
    <w:rsid w:val="004E3C92"/>
    <w:rsid w:val="004F2FF6"/>
    <w:rsid w:val="0051102B"/>
    <w:rsid w:val="00517FF9"/>
    <w:rsid w:val="00522193"/>
    <w:rsid w:val="00527F48"/>
    <w:rsid w:val="0053285D"/>
    <w:rsid w:val="00537D1B"/>
    <w:rsid w:val="00541534"/>
    <w:rsid w:val="00543A51"/>
    <w:rsid w:val="005563DE"/>
    <w:rsid w:val="00561530"/>
    <w:rsid w:val="005615D4"/>
    <w:rsid w:val="00567128"/>
    <w:rsid w:val="00582A6C"/>
    <w:rsid w:val="00584C97"/>
    <w:rsid w:val="00586803"/>
    <w:rsid w:val="00594501"/>
    <w:rsid w:val="005A2AF0"/>
    <w:rsid w:val="005A479F"/>
    <w:rsid w:val="005A594C"/>
    <w:rsid w:val="005C6C36"/>
    <w:rsid w:val="005D4B02"/>
    <w:rsid w:val="005D5BDF"/>
    <w:rsid w:val="005D66FD"/>
    <w:rsid w:val="00602FDA"/>
    <w:rsid w:val="00603AFA"/>
    <w:rsid w:val="00603F84"/>
    <w:rsid w:val="00614B27"/>
    <w:rsid w:val="006251D6"/>
    <w:rsid w:val="006661DE"/>
    <w:rsid w:val="006D375E"/>
    <w:rsid w:val="006E205C"/>
    <w:rsid w:val="006F2C95"/>
    <w:rsid w:val="006F4BDB"/>
    <w:rsid w:val="007060F7"/>
    <w:rsid w:val="0071398F"/>
    <w:rsid w:val="00721F10"/>
    <w:rsid w:val="00741276"/>
    <w:rsid w:val="00744D68"/>
    <w:rsid w:val="00755498"/>
    <w:rsid w:val="00756CB7"/>
    <w:rsid w:val="007855F8"/>
    <w:rsid w:val="007D2D25"/>
    <w:rsid w:val="007E3C1D"/>
    <w:rsid w:val="00833E4C"/>
    <w:rsid w:val="008346DA"/>
    <w:rsid w:val="00834CA8"/>
    <w:rsid w:val="0086224C"/>
    <w:rsid w:val="008642CD"/>
    <w:rsid w:val="0088772D"/>
    <w:rsid w:val="008C5052"/>
    <w:rsid w:val="008E7C7A"/>
    <w:rsid w:val="008F245E"/>
    <w:rsid w:val="00900406"/>
    <w:rsid w:val="0090075D"/>
    <w:rsid w:val="00904A44"/>
    <w:rsid w:val="009059D6"/>
    <w:rsid w:val="009163CD"/>
    <w:rsid w:val="009165FA"/>
    <w:rsid w:val="00920E4A"/>
    <w:rsid w:val="009353C2"/>
    <w:rsid w:val="009403F8"/>
    <w:rsid w:val="009747A8"/>
    <w:rsid w:val="00985357"/>
    <w:rsid w:val="00986186"/>
    <w:rsid w:val="00986ED7"/>
    <w:rsid w:val="00990AC9"/>
    <w:rsid w:val="00994FD6"/>
    <w:rsid w:val="009A7DBA"/>
    <w:rsid w:val="009B1D12"/>
    <w:rsid w:val="009C0E26"/>
    <w:rsid w:val="009C5744"/>
    <w:rsid w:val="009E11E9"/>
    <w:rsid w:val="009F2DBC"/>
    <w:rsid w:val="00A011D0"/>
    <w:rsid w:val="00A116FA"/>
    <w:rsid w:val="00A14A66"/>
    <w:rsid w:val="00A453A2"/>
    <w:rsid w:val="00A570ED"/>
    <w:rsid w:val="00A64606"/>
    <w:rsid w:val="00A706DC"/>
    <w:rsid w:val="00A735CA"/>
    <w:rsid w:val="00A91093"/>
    <w:rsid w:val="00A93EF2"/>
    <w:rsid w:val="00AA367B"/>
    <w:rsid w:val="00AB5399"/>
    <w:rsid w:val="00AC5825"/>
    <w:rsid w:val="00AC5A36"/>
    <w:rsid w:val="00AF38A4"/>
    <w:rsid w:val="00AF619F"/>
    <w:rsid w:val="00AF6900"/>
    <w:rsid w:val="00B56660"/>
    <w:rsid w:val="00B624B9"/>
    <w:rsid w:val="00B81008"/>
    <w:rsid w:val="00B82879"/>
    <w:rsid w:val="00B82DDC"/>
    <w:rsid w:val="00B903FE"/>
    <w:rsid w:val="00BB5154"/>
    <w:rsid w:val="00BC7477"/>
    <w:rsid w:val="00BF2C59"/>
    <w:rsid w:val="00C026B0"/>
    <w:rsid w:val="00C11EAD"/>
    <w:rsid w:val="00C13F63"/>
    <w:rsid w:val="00C2764B"/>
    <w:rsid w:val="00C33950"/>
    <w:rsid w:val="00C35938"/>
    <w:rsid w:val="00C4272E"/>
    <w:rsid w:val="00C52963"/>
    <w:rsid w:val="00C55110"/>
    <w:rsid w:val="00C61CC0"/>
    <w:rsid w:val="00C8602A"/>
    <w:rsid w:val="00CA124A"/>
    <w:rsid w:val="00CA7F2B"/>
    <w:rsid w:val="00CB16E4"/>
    <w:rsid w:val="00CB1844"/>
    <w:rsid w:val="00CD0A6A"/>
    <w:rsid w:val="00CE7632"/>
    <w:rsid w:val="00CF79A2"/>
    <w:rsid w:val="00D045D9"/>
    <w:rsid w:val="00D3260A"/>
    <w:rsid w:val="00D36DED"/>
    <w:rsid w:val="00D401E5"/>
    <w:rsid w:val="00D44A6B"/>
    <w:rsid w:val="00D57057"/>
    <w:rsid w:val="00D67980"/>
    <w:rsid w:val="00D80ED2"/>
    <w:rsid w:val="00D8386A"/>
    <w:rsid w:val="00D91784"/>
    <w:rsid w:val="00DA40AE"/>
    <w:rsid w:val="00DA57DC"/>
    <w:rsid w:val="00DB753F"/>
    <w:rsid w:val="00E00AB9"/>
    <w:rsid w:val="00E035E1"/>
    <w:rsid w:val="00E07C50"/>
    <w:rsid w:val="00E10F93"/>
    <w:rsid w:val="00E17480"/>
    <w:rsid w:val="00E24D02"/>
    <w:rsid w:val="00E40382"/>
    <w:rsid w:val="00E73D12"/>
    <w:rsid w:val="00E77945"/>
    <w:rsid w:val="00E9361A"/>
    <w:rsid w:val="00EA1E9F"/>
    <w:rsid w:val="00EC752E"/>
    <w:rsid w:val="00ED060B"/>
    <w:rsid w:val="00ED36F0"/>
    <w:rsid w:val="00ED6194"/>
    <w:rsid w:val="00ED7383"/>
    <w:rsid w:val="00EE43F2"/>
    <w:rsid w:val="00EF2B28"/>
    <w:rsid w:val="00F07C75"/>
    <w:rsid w:val="00F239F0"/>
    <w:rsid w:val="00F344ED"/>
    <w:rsid w:val="00F46C98"/>
    <w:rsid w:val="00F66BC6"/>
    <w:rsid w:val="00F67945"/>
    <w:rsid w:val="00F700DC"/>
    <w:rsid w:val="00F73DA5"/>
    <w:rsid w:val="00FB0F34"/>
    <w:rsid w:val="00FB6880"/>
    <w:rsid w:val="00FC31BB"/>
    <w:rsid w:val="00FC548E"/>
    <w:rsid w:val="00FD5579"/>
    <w:rsid w:val="00FD6385"/>
    <w:rsid w:val="00FD7C06"/>
    <w:rsid w:val="00FF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5A768142"/>
  <w15:chartTrackingRefBased/>
  <w15:docId w15:val="{81E77A1F-69F3-4827-AC20-5C2EE6733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9F0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aliases w:val="HUD H1"/>
    <w:basedOn w:val="Normal"/>
    <w:next w:val="BodyText"/>
    <w:link w:val="Heading1Char"/>
    <w:uiPriority w:val="9"/>
    <w:qFormat/>
    <w:rsid w:val="006F4BDB"/>
    <w:pPr>
      <w:keepNext/>
      <w:keepLines/>
      <w:numPr>
        <w:numId w:val="3"/>
      </w:numPr>
      <w:spacing w:before="240" w:after="120"/>
      <w:outlineLvl w:val="0"/>
    </w:pPr>
    <w:rPr>
      <w:rFonts w:ascii="Arial" w:hAnsi="Arial"/>
      <w:b/>
      <w:sz w:val="36"/>
      <w:lang w:val="x-none" w:eastAsia="x-none"/>
    </w:rPr>
  </w:style>
  <w:style w:type="paragraph" w:styleId="Heading2">
    <w:name w:val="heading 2"/>
    <w:aliases w:val="HUD SH1"/>
    <w:basedOn w:val="Heading1"/>
    <w:next w:val="BodyText"/>
    <w:link w:val="Heading2Char"/>
    <w:qFormat/>
    <w:rsid w:val="00833E4C"/>
    <w:pPr>
      <w:numPr>
        <w:ilvl w:val="1"/>
      </w:numPr>
      <w:spacing w:before="120"/>
      <w:outlineLvl w:val="1"/>
    </w:pPr>
    <w:rPr>
      <w:sz w:val="28"/>
    </w:rPr>
  </w:style>
  <w:style w:type="paragraph" w:styleId="Heading3">
    <w:name w:val="heading 3"/>
    <w:aliases w:val="HUD SH 2"/>
    <w:basedOn w:val="Heading1"/>
    <w:next w:val="BodyText"/>
    <w:link w:val="Heading3Char"/>
    <w:qFormat/>
    <w:rsid w:val="00A91093"/>
    <w:pPr>
      <w:numPr>
        <w:ilvl w:val="2"/>
      </w:numPr>
      <w:spacing w:before="0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UD H1 Char"/>
    <w:link w:val="Heading1"/>
    <w:uiPriority w:val="9"/>
    <w:rsid w:val="006F4BDB"/>
    <w:rPr>
      <w:rFonts w:ascii="Arial" w:eastAsia="Times New Roman" w:hAnsi="Arial" w:cs="Times New Roman"/>
      <w:b/>
      <w:sz w:val="36"/>
      <w:szCs w:val="20"/>
      <w:lang w:val="x-none" w:eastAsia="x-none"/>
    </w:rPr>
  </w:style>
  <w:style w:type="paragraph" w:styleId="BodyText">
    <w:name w:val="Body Text"/>
    <w:basedOn w:val="Normal"/>
    <w:link w:val="BodyTextChar"/>
    <w:unhideWhenUsed/>
    <w:rsid w:val="006F4BDB"/>
    <w:pPr>
      <w:spacing w:after="120" w:line="259" w:lineRule="auto"/>
    </w:pPr>
    <w:rPr>
      <w:rFonts w:asciiTheme="minorHAnsi" w:eastAsiaTheme="minorHAnsi" w:hAnsiTheme="minorHAnsi" w:cstheme="minorBidi"/>
      <w:szCs w:val="22"/>
    </w:rPr>
  </w:style>
  <w:style w:type="character" w:customStyle="1" w:styleId="BodyTextChar">
    <w:name w:val="Body Text Char"/>
    <w:basedOn w:val="DefaultParagraphFont"/>
    <w:link w:val="BodyText"/>
    <w:rsid w:val="006F4BDB"/>
  </w:style>
  <w:style w:type="character" w:customStyle="1" w:styleId="Heading2Char">
    <w:name w:val="Heading 2 Char"/>
    <w:aliases w:val="HUD SH1 Char"/>
    <w:link w:val="Heading2"/>
    <w:rsid w:val="00833E4C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Heading3Char">
    <w:name w:val="Heading 3 Char"/>
    <w:aliases w:val="HUD SH 2 Char"/>
    <w:basedOn w:val="DefaultParagraphFont"/>
    <w:link w:val="Heading3"/>
    <w:rsid w:val="00A91093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BodyText2">
    <w:name w:val="Body Text 2"/>
    <w:basedOn w:val="BodyText"/>
    <w:link w:val="BodyText2Char"/>
    <w:rsid w:val="00F239F0"/>
    <w:pPr>
      <w:spacing w:before="120" w:beforeAutospacing="1" w:afterAutospacing="1" w:line="240" w:lineRule="auto"/>
    </w:pPr>
    <w:rPr>
      <w:rFonts w:ascii="Arial" w:eastAsia="Times New Roman" w:hAnsi="Arial" w:cs="Times New Roman"/>
      <w:i/>
      <w:snapToGrid w:val="0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F239F0"/>
    <w:rPr>
      <w:rFonts w:ascii="Arial" w:eastAsia="Times New Roman" w:hAnsi="Arial" w:cs="Times New Roman"/>
      <w:i/>
      <w:snapToGrid w:val="0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F239F0"/>
    <w:pPr>
      <w:spacing w:before="120" w:after="120"/>
    </w:pPr>
  </w:style>
  <w:style w:type="character" w:customStyle="1" w:styleId="FootnoteTextChar">
    <w:name w:val="Footnote Text Char"/>
    <w:basedOn w:val="DefaultParagraphFont"/>
    <w:link w:val="FootnoteText"/>
    <w:semiHidden/>
    <w:rsid w:val="00F239F0"/>
    <w:rPr>
      <w:rFonts w:ascii="Times New Roman" w:eastAsia="Times New Roman" w:hAnsi="Times New Roman" w:cs="Times New Roman"/>
      <w:szCs w:val="20"/>
    </w:rPr>
  </w:style>
  <w:style w:type="paragraph" w:styleId="Title">
    <w:name w:val="Title"/>
    <w:basedOn w:val="Normal"/>
    <w:next w:val="BodyText"/>
    <w:link w:val="TitleChar"/>
    <w:qFormat/>
    <w:rsid w:val="00F239F0"/>
    <w:pPr>
      <w:keepNext/>
      <w:spacing w:after="240"/>
      <w:jc w:val="center"/>
    </w:pPr>
    <w:rPr>
      <w:rFonts w:ascii="Arial" w:hAnsi="Arial"/>
      <w:b/>
      <w:sz w:val="36"/>
    </w:rPr>
  </w:style>
  <w:style w:type="character" w:customStyle="1" w:styleId="TitleChar">
    <w:name w:val="Title Char"/>
    <w:basedOn w:val="DefaultParagraphFont"/>
    <w:link w:val="Title"/>
    <w:rsid w:val="00F239F0"/>
    <w:rPr>
      <w:rFonts w:ascii="Arial" w:eastAsia="Times New Roman" w:hAnsi="Arial" w:cs="Times New Roman"/>
      <w:b/>
      <w:sz w:val="36"/>
      <w:szCs w:val="20"/>
    </w:rPr>
  </w:style>
  <w:style w:type="paragraph" w:styleId="Subtitle">
    <w:name w:val="Subtitle"/>
    <w:basedOn w:val="Normal"/>
    <w:link w:val="SubtitleChar"/>
    <w:qFormat/>
    <w:rsid w:val="00F239F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F239F0"/>
    <w:rPr>
      <w:rFonts w:ascii="Arial" w:eastAsia="Times New Roman" w:hAnsi="Arial" w:cs="Arial"/>
      <w:sz w:val="24"/>
      <w:szCs w:val="24"/>
    </w:rPr>
  </w:style>
  <w:style w:type="character" w:customStyle="1" w:styleId="CharChar30">
    <w:name w:val="Char Char30"/>
    <w:locked/>
    <w:rsid w:val="00F239F0"/>
    <w:rPr>
      <w:rFonts w:ascii="Times New Roman" w:hAnsi="Times New Roman" w:cs="Times New Roman" w:hint="default"/>
      <w:sz w:val="22"/>
      <w:lang w:val="en-US" w:eastAsia="en-US" w:bidi="ar-SA"/>
    </w:rPr>
  </w:style>
  <w:style w:type="paragraph" w:customStyle="1" w:styleId="TemplateFormTableText">
    <w:name w:val="TemplateFormTableText"/>
    <w:basedOn w:val="Normal"/>
    <w:rsid w:val="00F239F0"/>
    <w:pPr>
      <w:spacing w:before="120" w:after="120"/>
    </w:pPr>
    <w:rPr>
      <w:rFonts w:ascii="Arial" w:hAnsi="Arial"/>
      <w:noProof/>
      <w:color w:val="000000"/>
    </w:rPr>
  </w:style>
  <w:style w:type="paragraph" w:styleId="Footer">
    <w:name w:val="footer"/>
    <w:basedOn w:val="Normal"/>
    <w:link w:val="FooterChar"/>
    <w:uiPriority w:val="99"/>
    <w:rsid w:val="000A09D2"/>
    <w:pPr>
      <w:pBdr>
        <w:top w:val="single" w:sz="4" w:space="1" w:color="auto"/>
      </w:pBdr>
      <w:tabs>
        <w:tab w:val="center" w:pos="4680"/>
        <w:tab w:val="right" w:pos="9900"/>
      </w:tabs>
    </w:pPr>
    <w:rPr>
      <w:iCs/>
      <w:sz w:val="20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0A09D2"/>
    <w:rPr>
      <w:rFonts w:ascii="Times New Roman" w:eastAsia="Times New Roman" w:hAnsi="Times New Roman" w:cs="Times New Roman"/>
      <w:iCs/>
      <w:sz w:val="20"/>
      <w:szCs w:val="20"/>
      <w:lang w:val="x-none" w:eastAsia="x-none"/>
    </w:rPr>
  </w:style>
  <w:style w:type="paragraph" w:styleId="Header">
    <w:name w:val="header"/>
    <w:basedOn w:val="Normal"/>
    <w:link w:val="HeaderChar"/>
    <w:uiPriority w:val="99"/>
    <w:rsid w:val="000A09D2"/>
    <w:pPr>
      <w:pBdr>
        <w:bottom w:val="single" w:sz="4" w:space="1" w:color="auto"/>
      </w:pBdr>
      <w:tabs>
        <w:tab w:val="center" w:pos="4680"/>
        <w:tab w:val="right" w:pos="9360"/>
      </w:tabs>
      <w:spacing w:after="240"/>
    </w:pPr>
    <w:rPr>
      <w:iCs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0A09D2"/>
    <w:rPr>
      <w:rFonts w:ascii="Times New Roman" w:eastAsia="Times New Roman" w:hAnsi="Times New Roman" w:cs="Times New Roman"/>
      <w:iCs/>
      <w:sz w:val="20"/>
      <w:szCs w:val="20"/>
    </w:rPr>
  </w:style>
  <w:style w:type="paragraph" w:customStyle="1" w:styleId="NormalNoSpace">
    <w:name w:val="Normal No Space"/>
    <w:basedOn w:val="Normal"/>
    <w:rsid w:val="000A09D2"/>
    <w:pPr>
      <w:keepLines/>
      <w:spacing w:after="120"/>
    </w:pPr>
    <w:rPr>
      <w:snapToGrid w:val="0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84C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4C9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4C9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4C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4C9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4C9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C97"/>
    <w:rPr>
      <w:rFonts w:ascii="Segoe UI" w:eastAsia="Times New Roman" w:hAnsi="Segoe UI" w:cs="Segoe UI"/>
      <w:sz w:val="18"/>
      <w:szCs w:val="18"/>
    </w:rPr>
  </w:style>
  <w:style w:type="character" w:customStyle="1" w:styleId="ArialBlack">
    <w:name w:val="Arial Black"/>
    <w:rsid w:val="00C52963"/>
    <w:rPr>
      <w:rFonts w:ascii="Arial Black" w:hAnsi="Arial Black"/>
      <w:spacing w:val="-10"/>
    </w:rPr>
  </w:style>
  <w:style w:type="character" w:styleId="Hyperlink">
    <w:name w:val="Hyperlink"/>
    <w:uiPriority w:val="99"/>
    <w:rsid w:val="00C52963"/>
    <w:rPr>
      <w:rFonts w:ascii="Arial" w:hAnsi="Arial"/>
      <w:color w:val="0000FF"/>
      <w:sz w:val="20"/>
      <w:u w:val="single"/>
    </w:rPr>
  </w:style>
  <w:style w:type="paragraph" w:customStyle="1" w:styleId="HUDNorm">
    <w:name w:val="HUD Norm"/>
    <w:basedOn w:val="Normal"/>
    <w:link w:val="HUDNormChar"/>
    <w:qFormat/>
    <w:rsid w:val="00DB753F"/>
    <w:pPr>
      <w:spacing w:line="276" w:lineRule="auto"/>
    </w:pPr>
    <w:rPr>
      <w:rFonts w:ascii="Arial" w:hAnsi="Arial" w:cs="Arial"/>
      <w:sz w:val="20"/>
    </w:rPr>
  </w:style>
  <w:style w:type="character" w:customStyle="1" w:styleId="HUDNormChar">
    <w:name w:val="HUD Norm Char"/>
    <w:basedOn w:val="DefaultParagraphFont"/>
    <w:link w:val="HUDNorm"/>
    <w:rsid w:val="00DB753F"/>
    <w:rPr>
      <w:rFonts w:ascii="Arial" w:eastAsia="Times New Roman" w:hAnsi="Arial" w:cs="Arial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BC7477"/>
    <w:rPr>
      <w:color w:val="808080"/>
    </w:rPr>
  </w:style>
  <w:style w:type="paragraph" w:customStyle="1" w:styleId="InstructionNumber2">
    <w:name w:val="Instruction Number 2"/>
    <w:basedOn w:val="Normal"/>
    <w:rsid w:val="00472AD3"/>
    <w:pPr>
      <w:numPr>
        <w:ilvl w:val="1"/>
        <w:numId w:val="4"/>
      </w:numPr>
      <w:spacing w:before="100" w:beforeAutospacing="1" w:after="100" w:afterAutospacing="1"/>
    </w:pPr>
    <w:rPr>
      <w:rFonts w:ascii="Arial" w:hAnsi="Arial"/>
      <w:i/>
      <w:vanish/>
      <w:color w:val="0000FF"/>
      <w:sz w:val="18"/>
      <w:szCs w:val="18"/>
    </w:rPr>
  </w:style>
  <w:style w:type="table" w:styleId="TableGrid">
    <w:name w:val="Table Grid"/>
    <w:basedOn w:val="TableNormal"/>
    <w:uiPriority w:val="39"/>
    <w:rsid w:val="00416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5">
    <w:name w:val="Grid Table 4 Accent 5"/>
    <w:basedOn w:val="TableNormal"/>
    <w:uiPriority w:val="49"/>
    <w:rsid w:val="00CB16E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CB16E4"/>
    <w:pPr>
      <w:spacing w:after="200"/>
    </w:pPr>
    <w:rPr>
      <w:i/>
      <w:iCs/>
      <w:color w:val="44546A" w:themeColor="text2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0B7D2E"/>
    <w:pPr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0B7D2E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rsid w:val="00FD7C06"/>
    <w:pPr>
      <w:tabs>
        <w:tab w:val="right" w:leader="dot" w:pos="9926"/>
      </w:tabs>
      <w:spacing w:after="100"/>
    </w:pPr>
    <w:rPr>
      <w:b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B7D2E"/>
    <w:pPr>
      <w:spacing w:after="100"/>
      <w:ind w:left="440"/>
    </w:pPr>
  </w:style>
  <w:style w:type="paragraph" w:customStyle="1" w:styleId="TableHeading">
    <w:name w:val="Table Heading"/>
    <w:rsid w:val="00063D47"/>
    <w:pPr>
      <w:keepNext/>
      <w:keepLines/>
      <w:spacing w:before="120"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985357"/>
  </w:style>
  <w:style w:type="paragraph" w:customStyle="1" w:styleId="HUDTableText">
    <w:name w:val="HUD Table Text"/>
    <w:basedOn w:val="Normal"/>
    <w:qFormat/>
    <w:rsid w:val="00CD0A6A"/>
    <w:pPr>
      <w:overflowPunct w:val="0"/>
      <w:autoSpaceDE w:val="0"/>
      <w:autoSpaceDN w:val="0"/>
      <w:adjustRightInd w:val="0"/>
      <w:spacing w:after="120"/>
      <w:textAlignment w:val="baseline"/>
    </w:pPr>
    <w:rPr>
      <w:rFonts w:asciiTheme="minorHAnsi" w:hAnsiTheme="minorHAnsi"/>
      <w:sz w:val="20"/>
    </w:rPr>
  </w:style>
  <w:style w:type="paragraph" w:customStyle="1" w:styleId="HUDTableHeading">
    <w:name w:val="HUD Table Heading"/>
    <w:basedOn w:val="Normal"/>
    <w:qFormat/>
    <w:rsid w:val="00CD0A6A"/>
    <w:pPr>
      <w:overflowPunct w:val="0"/>
      <w:autoSpaceDE w:val="0"/>
      <w:autoSpaceDN w:val="0"/>
      <w:adjustRightInd w:val="0"/>
      <w:jc w:val="center"/>
      <w:textAlignment w:val="baseline"/>
    </w:pPr>
    <w:rPr>
      <w:rFonts w:asciiTheme="minorHAnsi" w:hAnsiTheme="minorHAnsi"/>
      <w:b/>
      <w:color w:val="FFFFFF" w:themeColor="background1"/>
      <w:szCs w:val="24"/>
    </w:rPr>
  </w:style>
  <w:style w:type="paragraph" w:customStyle="1" w:styleId="HUDBTableText">
    <w:name w:val="HUD BTable Text"/>
    <w:basedOn w:val="HUDTableText"/>
    <w:qFormat/>
    <w:rsid w:val="00CD0A6A"/>
    <w:rPr>
      <w:i/>
      <w:iCs/>
      <w:color w:val="0000FF"/>
    </w:rPr>
  </w:style>
  <w:style w:type="table" w:customStyle="1" w:styleId="HUDTables">
    <w:name w:val="HUD Tables"/>
    <w:basedOn w:val="TableNormal"/>
    <w:uiPriority w:val="99"/>
    <w:rsid w:val="00CD0A6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jc w:val="center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5B9BD5" w:themeFill="accent1"/>
      </w:tcPr>
    </w:tblStylePr>
    <w:tblStylePr w:type="lastRow">
      <w:pPr>
        <w:jc w:val="left"/>
      </w:pPr>
      <w:rPr>
        <w:rFonts w:asciiTheme="minorHAnsi" w:hAnsiTheme="minorHAnsi"/>
        <w:sz w:val="20"/>
      </w:rPr>
      <w:tblPr/>
      <w:tcPr>
        <w:vAlign w:val="center"/>
      </w:tcPr>
    </w:tblStylePr>
    <w:tblStylePr w:type="band1Vert">
      <w:rPr>
        <w:rFonts w:asciiTheme="minorHAnsi" w:hAnsiTheme="minorHAnsi"/>
        <w:sz w:val="20"/>
      </w:rPr>
    </w:tblStylePr>
    <w:tblStylePr w:type="band2Horz">
      <w:rPr>
        <w:rFonts w:asciiTheme="minorHAnsi" w:hAnsiTheme="minorHAnsi"/>
        <w:sz w:val="20"/>
      </w:rPr>
    </w:tblStylePr>
  </w:style>
  <w:style w:type="paragraph" w:customStyle="1" w:styleId="HUDTitle">
    <w:name w:val="HUD Title"/>
    <w:basedOn w:val="Normal"/>
    <w:qFormat/>
    <w:rsid w:val="00CD0A6A"/>
    <w:pPr>
      <w:overflowPunct w:val="0"/>
      <w:autoSpaceDE w:val="0"/>
      <w:autoSpaceDN w:val="0"/>
      <w:adjustRightInd w:val="0"/>
      <w:spacing w:before="120" w:after="240"/>
      <w:ind w:left="1440"/>
      <w:textAlignment w:val="baseline"/>
    </w:pPr>
    <w:rPr>
      <w:rFonts w:asciiTheme="minorHAnsi" w:hAnsiTheme="minorHAnsi" w:cs="Arial"/>
      <w:b/>
      <w:sz w:val="72"/>
      <w:szCs w:val="56"/>
    </w:rPr>
  </w:style>
  <w:style w:type="paragraph" w:customStyle="1" w:styleId="HUDBText">
    <w:name w:val="HUD BText"/>
    <w:basedOn w:val="Normal"/>
    <w:qFormat/>
    <w:rsid w:val="00CD0A6A"/>
    <w:pPr>
      <w:overflowPunct w:val="0"/>
      <w:autoSpaceDE w:val="0"/>
      <w:autoSpaceDN w:val="0"/>
      <w:adjustRightInd w:val="0"/>
      <w:spacing w:after="120"/>
      <w:textAlignment w:val="baseline"/>
    </w:pPr>
    <w:rPr>
      <w:rFonts w:asciiTheme="minorHAnsi" w:hAnsiTheme="minorHAnsi"/>
      <w:i/>
      <w:color w:val="3333FF"/>
      <w:szCs w:val="22"/>
    </w:rPr>
  </w:style>
  <w:style w:type="paragraph" w:styleId="Revision">
    <w:name w:val="Revision"/>
    <w:hidden/>
    <w:uiPriority w:val="99"/>
    <w:semiHidden/>
    <w:rsid w:val="0034124D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MSAMBulletedList">
    <w:name w:val="MSAM Bulleted List"/>
    <w:basedOn w:val="Normal"/>
    <w:rsid w:val="005615D4"/>
    <w:pPr>
      <w:widowControl w:val="0"/>
      <w:numPr>
        <w:numId w:val="20"/>
      </w:numPr>
      <w:adjustRightInd w:val="0"/>
      <w:spacing w:after="120" w:line="360" w:lineRule="atLeast"/>
      <w:jc w:val="both"/>
      <w:textAlignment w:val="baseline"/>
    </w:pPr>
    <w:rPr>
      <w:sz w:val="24"/>
    </w:rPr>
  </w:style>
  <w:style w:type="table" w:styleId="GridTable4-Accent1">
    <w:name w:val="Grid Table 4 Accent 1"/>
    <w:basedOn w:val="TableNormal"/>
    <w:uiPriority w:val="49"/>
    <w:rsid w:val="00A6460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Strong">
    <w:name w:val="Strong"/>
    <w:basedOn w:val="DefaultParagraphFont"/>
    <w:uiPriority w:val="22"/>
    <w:qFormat/>
    <w:rsid w:val="002565D5"/>
    <w:rPr>
      <w:b/>
      <w:bCs/>
    </w:rPr>
  </w:style>
  <w:style w:type="paragraph" w:customStyle="1" w:styleId="InfoBlue">
    <w:name w:val="InfoBlue"/>
    <w:basedOn w:val="Normal"/>
    <w:next w:val="BodyText"/>
    <w:link w:val="InfoBlueChar1"/>
    <w:rsid w:val="00C8602A"/>
    <w:pPr>
      <w:widowControl w:val="0"/>
      <w:spacing w:after="120" w:line="240" w:lineRule="atLeast"/>
      <w:ind w:left="576"/>
      <w:jc w:val="both"/>
    </w:pPr>
    <w:rPr>
      <w:i/>
      <w:color w:val="0000FF"/>
      <w:sz w:val="24"/>
    </w:rPr>
  </w:style>
  <w:style w:type="character" w:customStyle="1" w:styleId="InfoBlueChar1">
    <w:name w:val="InfoBlue Char1"/>
    <w:link w:val="InfoBlue"/>
    <w:rsid w:val="00C8602A"/>
    <w:rPr>
      <w:rFonts w:ascii="Times New Roman" w:eastAsia="Times New Roman" w:hAnsi="Times New Roman" w:cs="Times New Roman"/>
      <w:i/>
      <w:color w:val="0000FF"/>
      <w:sz w:val="24"/>
      <w:szCs w:val="20"/>
    </w:rPr>
  </w:style>
  <w:style w:type="table" w:customStyle="1" w:styleId="LightList-Accent11">
    <w:name w:val="Light List - Accent 11"/>
    <w:basedOn w:val="TableNormal"/>
    <w:uiPriority w:val="61"/>
    <w:rsid w:val="00527F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ListParagraph">
    <w:name w:val="List Paragraph"/>
    <w:basedOn w:val="Normal"/>
    <w:uiPriority w:val="34"/>
    <w:qFormat/>
    <w:rsid w:val="005563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56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3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14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398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60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518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276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510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701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4351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055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82273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7256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0472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6355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29064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59575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17228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579453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62646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7792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1658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7503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1391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6077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0560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45556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3148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7399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6438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5905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7200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9139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1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W\Documents\CREDENCE\HUD%20Templates%20(docs,%20icons,%20acronyms,%20etc.)\HUD%20Document%20Guid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09E8E-D50B-4325-82E3-38E47468A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HUD Document Guide Template.dotx</Template>
  <TotalTime>2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Christie Ann Redding Williams</dc:creator>
  <cp:keywords/>
  <dc:description/>
  <cp:lastModifiedBy>Walker, Stanley L</cp:lastModifiedBy>
  <cp:revision>4</cp:revision>
  <dcterms:created xsi:type="dcterms:W3CDTF">2016-05-09T20:00:00Z</dcterms:created>
  <dcterms:modified xsi:type="dcterms:W3CDTF">2023-04-17T07:51:00Z</dcterms:modified>
</cp:coreProperties>
</file>